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6B1CFB" w14:textId="77777777" w:rsidR="007E5AF8" w:rsidRDefault="006E3166" w:rsidP="00CB4349">
      <w:pPr>
        <w:rPr>
          <w:sz w:val="56"/>
          <w:szCs w:val="56"/>
        </w:rPr>
      </w:pPr>
      <w:bookmarkStart w:id="0" w:name="_Toc43214462"/>
      <w:r w:rsidRPr="00CB4349">
        <w:rPr>
          <w:sz w:val="56"/>
          <w:szCs w:val="56"/>
        </w:rPr>
        <w:t>PPS data management</w:t>
      </w:r>
      <w:r w:rsidR="003B165B" w:rsidRPr="00CB4349">
        <w:rPr>
          <w:sz w:val="56"/>
          <w:szCs w:val="56"/>
        </w:rPr>
        <w:t xml:space="preserve"> </w:t>
      </w:r>
      <w:r w:rsidR="00015489">
        <w:rPr>
          <w:sz w:val="56"/>
          <w:szCs w:val="56"/>
        </w:rPr>
        <w:t>recipe</w:t>
      </w:r>
      <w:r w:rsidR="003B165B" w:rsidRPr="00CB4349">
        <w:rPr>
          <w:sz w:val="56"/>
          <w:szCs w:val="56"/>
        </w:rPr>
        <w:t xml:space="preserve"> </w:t>
      </w:r>
    </w:p>
    <w:p w14:paraId="18795E0B" w14:textId="632B6D76" w:rsidR="002E00B6" w:rsidRPr="007E5AF8" w:rsidRDefault="003B165B" w:rsidP="00CB4349">
      <w:pPr>
        <w:rPr>
          <w:sz w:val="36"/>
          <w:szCs w:val="36"/>
        </w:rPr>
      </w:pPr>
      <w:r w:rsidRPr="007E5AF8">
        <w:rPr>
          <w:sz w:val="36"/>
          <w:szCs w:val="36"/>
        </w:rPr>
        <w:t>V</w:t>
      </w:r>
      <w:r w:rsidR="007E5AF8" w:rsidRPr="007E5AF8">
        <w:rPr>
          <w:sz w:val="36"/>
          <w:szCs w:val="36"/>
        </w:rPr>
        <w:t xml:space="preserve">ersion </w:t>
      </w:r>
      <w:bookmarkEnd w:id="0"/>
      <w:r w:rsidR="00997DC6">
        <w:rPr>
          <w:sz w:val="36"/>
          <w:szCs w:val="36"/>
        </w:rPr>
        <w:t>3.0</w:t>
      </w:r>
    </w:p>
    <w:p w14:paraId="34AF32A0" w14:textId="5E0F336C" w:rsidR="005D179D" w:rsidRDefault="002A795A" w:rsidP="00AE7581">
      <w:bookmarkStart w:id="1" w:name="_Toc43214463"/>
      <w:r>
        <w:t>Instructions for</w:t>
      </w:r>
      <w:r w:rsidR="00FA2093">
        <w:t xml:space="preserve"> data m</w:t>
      </w:r>
      <w:r w:rsidR="006D23D0">
        <w:t>a</w:t>
      </w:r>
      <w:r w:rsidR="00FA2093">
        <w:t xml:space="preserve">nagement for a </w:t>
      </w:r>
      <w:r w:rsidR="00A401C6">
        <w:t xml:space="preserve">new </w:t>
      </w:r>
      <w:r w:rsidR="00FA2093">
        <w:t>project</w:t>
      </w:r>
      <w:bookmarkEnd w:id="1"/>
    </w:p>
    <w:p w14:paraId="67788961" w14:textId="570BE42E" w:rsidR="00751CF3" w:rsidRDefault="00751CF3" w:rsidP="00AE7581"/>
    <w:p w14:paraId="778D8A61" w14:textId="77777777" w:rsidR="002777FD" w:rsidRPr="00352200" w:rsidRDefault="002777FD" w:rsidP="002777FD">
      <w:pPr>
        <w:rPr>
          <w:lang w:val="nl-NL"/>
        </w:rPr>
      </w:pPr>
      <w:r w:rsidRPr="00352200">
        <w:rPr>
          <w:lang w:val="nl-NL"/>
        </w:rPr>
        <w:t xml:space="preserve">Authors: </w:t>
      </w:r>
    </w:p>
    <w:p w14:paraId="0C029F4E" w14:textId="77777777" w:rsidR="002777FD" w:rsidRPr="00352200" w:rsidRDefault="002777FD" w:rsidP="002777FD">
      <w:pPr>
        <w:rPr>
          <w:lang w:val="nl-NL"/>
        </w:rPr>
      </w:pPr>
      <w:r w:rsidRPr="00352200">
        <w:rPr>
          <w:lang w:val="nl-NL"/>
        </w:rPr>
        <w:t>Joost van Heerwaarden</w:t>
      </w:r>
    </w:p>
    <w:p w14:paraId="5BA634BF" w14:textId="77777777" w:rsidR="002777FD" w:rsidRPr="00352200" w:rsidRDefault="002777FD" w:rsidP="002777FD">
      <w:pPr>
        <w:rPr>
          <w:lang w:val="nl-NL"/>
        </w:rPr>
      </w:pPr>
      <w:r w:rsidRPr="00352200">
        <w:rPr>
          <w:lang w:val="nl-NL"/>
        </w:rPr>
        <w:t xml:space="preserve">Gerrie </w:t>
      </w:r>
      <w:r>
        <w:rPr>
          <w:lang w:val="nl-NL"/>
        </w:rPr>
        <w:t xml:space="preserve">W.J. </w:t>
      </w:r>
      <w:r w:rsidRPr="00352200">
        <w:rPr>
          <w:lang w:val="nl-NL"/>
        </w:rPr>
        <w:t>van de Ven</w:t>
      </w:r>
    </w:p>
    <w:p w14:paraId="1242732F" w14:textId="77777777" w:rsidR="002777FD" w:rsidRPr="00057E51" w:rsidRDefault="002777FD" w:rsidP="002777FD">
      <w:pPr>
        <w:rPr>
          <w:lang w:val="nl-NL"/>
        </w:rPr>
      </w:pPr>
      <w:r>
        <w:rPr>
          <w:lang w:val="nl-NL"/>
        </w:rPr>
        <w:t>Marcel Lubbers</w:t>
      </w:r>
    </w:p>
    <w:p w14:paraId="1A4985DA" w14:textId="77777777" w:rsidR="002777FD" w:rsidRDefault="002777FD" w:rsidP="002777FD">
      <w:pPr>
        <w:rPr>
          <w:lang w:val="nl-NL"/>
        </w:rPr>
      </w:pPr>
      <w:r>
        <w:rPr>
          <w:lang w:val="nl-NL"/>
        </w:rPr>
        <w:t xml:space="preserve">Antonius G.T. Schut </w:t>
      </w:r>
    </w:p>
    <w:p w14:paraId="3FD9B906" w14:textId="1E9BFC10" w:rsidR="00751CF3" w:rsidRDefault="00751CF3" w:rsidP="00AE7581"/>
    <w:p w14:paraId="6121C654" w14:textId="77777777" w:rsidR="00751CF3" w:rsidRDefault="00751CF3" w:rsidP="00AE7581"/>
    <w:p w14:paraId="2817D0BE" w14:textId="77777777" w:rsidR="00750A59" w:rsidRPr="00750A59" w:rsidRDefault="00750A59" w:rsidP="00750A59"/>
    <w:p w14:paraId="2212AFD9" w14:textId="713F9924" w:rsidR="002D05AD" w:rsidRDefault="002D05AD">
      <w:pPr>
        <w:pStyle w:val="TOC2"/>
        <w:tabs>
          <w:tab w:val="right" w:leader="dot" w:pos="9010"/>
        </w:tabs>
        <w:rPr>
          <w:rFonts w:eastAsiaTheme="minorEastAsia"/>
          <w:b w:val="0"/>
          <w:bCs w:val="0"/>
          <w:noProof/>
          <w:sz w:val="24"/>
          <w:szCs w:val="24"/>
          <w:lang w:eastAsia="en-GB"/>
        </w:rPr>
      </w:pPr>
      <w:r>
        <w:fldChar w:fldCharType="begin"/>
      </w:r>
      <w:r>
        <w:instrText xml:space="preserve"> TOC \o "1-3" \h \z \u </w:instrText>
      </w:r>
      <w:r>
        <w:fldChar w:fldCharType="separate"/>
      </w:r>
      <w:hyperlink w:anchor="_Toc49347961" w:history="1">
        <w:r w:rsidRPr="00594CE0">
          <w:rPr>
            <w:rStyle w:val="Hyperlink"/>
            <w:noProof/>
          </w:rPr>
          <w:t>Introduction</w:t>
        </w:r>
        <w:r>
          <w:rPr>
            <w:noProof/>
            <w:webHidden/>
          </w:rPr>
          <w:tab/>
        </w:r>
        <w:r>
          <w:rPr>
            <w:noProof/>
            <w:webHidden/>
          </w:rPr>
          <w:fldChar w:fldCharType="begin"/>
        </w:r>
        <w:r>
          <w:rPr>
            <w:noProof/>
            <w:webHidden/>
          </w:rPr>
          <w:instrText xml:space="preserve"> PAGEREF _Toc49347961 \h </w:instrText>
        </w:r>
        <w:r>
          <w:rPr>
            <w:noProof/>
            <w:webHidden/>
          </w:rPr>
        </w:r>
        <w:r>
          <w:rPr>
            <w:noProof/>
            <w:webHidden/>
          </w:rPr>
          <w:fldChar w:fldCharType="separate"/>
        </w:r>
        <w:r w:rsidR="004E3F67">
          <w:rPr>
            <w:noProof/>
            <w:webHidden/>
          </w:rPr>
          <w:t>2</w:t>
        </w:r>
        <w:r>
          <w:rPr>
            <w:noProof/>
            <w:webHidden/>
          </w:rPr>
          <w:fldChar w:fldCharType="end"/>
        </w:r>
      </w:hyperlink>
    </w:p>
    <w:p w14:paraId="41F0CA09" w14:textId="5A98A494" w:rsidR="002D05AD" w:rsidRDefault="004E3F67">
      <w:pPr>
        <w:pStyle w:val="TOC2"/>
        <w:tabs>
          <w:tab w:val="right" w:leader="dot" w:pos="9010"/>
        </w:tabs>
        <w:rPr>
          <w:rFonts w:eastAsiaTheme="minorEastAsia"/>
          <w:b w:val="0"/>
          <w:bCs w:val="0"/>
          <w:noProof/>
          <w:sz w:val="24"/>
          <w:szCs w:val="24"/>
          <w:lang w:eastAsia="en-GB"/>
        </w:rPr>
      </w:pPr>
      <w:hyperlink w:anchor="_Toc49347962" w:history="1">
        <w:r w:rsidR="002D05AD" w:rsidRPr="00594CE0">
          <w:rPr>
            <w:rStyle w:val="Hyperlink"/>
            <w:noProof/>
          </w:rPr>
          <w:t>Data</w:t>
        </w:r>
        <w:r w:rsidR="002D05AD">
          <w:rPr>
            <w:noProof/>
            <w:webHidden/>
          </w:rPr>
          <w:tab/>
        </w:r>
        <w:r w:rsidR="002D05AD">
          <w:rPr>
            <w:noProof/>
            <w:webHidden/>
          </w:rPr>
          <w:fldChar w:fldCharType="begin"/>
        </w:r>
        <w:r w:rsidR="002D05AD">
          <w:rPr>
            <w:noProof/>
            <w:webHidden/>
          </w:rPr>
          <w:instrText xml:space="preserve"> PAGEREF _Toc49347962 \h </w:instrText>
        </w:r>
        <w:r w:rsidR="002D05AD">
          <w:rPr>
            <w:noProof/>
            <w:webHidden/>
          </w:rPr>
        </w:r>
        <w:r w:rsidR="002D05AD">
          <w:rPr>
            <w:noProof/>
            <w:webHidden/>
          </w:rPr>
          <w:fldChar w:fldCharType="separate"/>
        </w:r>
        <w:r>
          <w:rPr>
            <w:noProof/>
            <w:webHidden/>
          </w:rPr>
          <w:t>3</w:t>
        </w:r>
        <w:r w:rsidR="002D05AD">
          <w:rPr>
            <w:noProof/>
            <w:webHidden/>
          </w:rPr>
          <w:fldChar w:fldCharType="end"/>
        </w:r>
      </w:hyperlink>
    </w:p>
    <w:p w14:paraId="4D838992" w14:textId="5969D441" w:rsidR="002D05AD" w:rsidRDefault="004E3F67">
      <w:pPr>
        <w:pStyle w:val="TOC3"/>
        <w:tabs>
          <w:tab w:val="right" w:leader="dot" w:pos="9010"/>
        </w:tabs>
        <w:rPr>
          <w:rFonts w:eastAsiaTheme="minorEastAsia"/>
          <w:noProof/>
          <w:sz w:val="24"/>
          <w:szCs w:val="24"/>
          <w:lang w:eastAsia="en-GB"/>
        </w:rPr>
      </w:pPr>
      <w:hyperlink w:anchor="_Toc49347963" w:history="1">
        <w:r w:rsidR="002D05AD" w:rsidRPr="00594CE0">
          <w:rPr>
            <w:rStyle w:val="Hyperlink"/>
            <w:noProof/>
          </w:rPr>
          <w:t>Directory structure</w:t>
        </w:r>
        <w:r w:rsidR="002D05AD">
          <w:rPr>
            <w:noProof/>
            <w:webHidden/>
          </w:rPr>
          <w:tab/>
        </w:r>
        <w:r w:rsidR="002D05AD">
          <w:rPr>
            <w:noProof/>
            <w:webHidden/>
          </w:rPr>
          <w:fldChar w:fldCharType="begin"/>
        </w:r>
        <w:r w:rsidR="002D05AD">
          <w:rPr>
            <w:noProof/>
            <w:webHidden/>
          </w:rPr>
          <w:instrText xml:space="preserve"> PAGEREF _Toc49347963 \h </w:instrText>
        </w:r>
        <w:r w:rsidR="002D05AD">
          <w:rPr>
            <w:noProof/>
            <w:webHidden/>
          </w:rPr>
        </w:r>
        <w:r w:rsidR="002D05AD">
          <w:rPr>
            <w:noProof/>
            <w:webHidden/>
          </w:rPr>
          <w:fldChar w:fldCharType="separate"/>
        </w:r>
        <w:r>
          <w:rPr>
            <w:noProof/>
            <w:webHidden/>
          </w:rPr>
          <w:t>3</w:t>
        </w:r>
        <w:r w:rsidR="002D05AD">
          <w:rPr>
            <w:noProof/>
            <w:webHidden/>
          </w:rPr>
          <w:fldChar w:fldCharType="end"/>
        </w:r>
      </w:hyperlink>
    </w:p>
    <w:p w14:paraId="4A4178C2" w14:textId="50A8A82C" w:rsidR="002D05AD" w:rsidRDefault="004E3F67">
      <w:pPr>
        <w:pStyle w:val="TOC3"/>
        <w:tabs>
          <w:tab w:val="right" w:leader="dot" w:pos="9010"/>
        </w:tabs>
        <w:rPr>
          <w:rFonts w:eastAsiaTheme="minorEastAsia"/>
          <w:noProof/>
          <w:sz w:val="24"/>
          <w:szCs w:val="24"/>
          <w:lang w:eastAsia="en-GB"/>
        </w:rPr>
      </w:pPr>
      <w:hyperlink w:anchor="_Toc49347964" w:history="1">
        <w:r w:rsidR="002D05AD" w:rsidRPr="00594CE0">
          <w:rPr>
            <w:rStyle w:val="Hyperlink"/>
            <w:noProof/>
          </w:rPr>
          <w:t>Data formatting requirements</w:t>
        </w:r>
        <w:r w:rsidR="002D05AD">
          <w:rPr>
            <w:noProof/>
            <w:webHidden/>
          </w:rPr>
          <w:tab/>
        </w:r>
        <w:r w:rsidR="002D05AD">
          <w:rPr>
            <w:noProof/>
            <w:webHidden/>
          </w:rPr>
          <w:fldChar w:fldCharType="begin"/>
        </w:r>
        <w:r w:rsidR="002D05AD">
          <w:rPr>
            <w:noProof/>
            <w:webHidden/>
          </w:rPr>
          <w:instrText xml:space="preserve"> PAGEREF _Toc49347964 \h </w:instrText>
        </w:r>
        <w:r w:rsidR="002D05AD">
          <w:rPr>
            <w:noProof/>
            <w:webHidden/>
          </w:rPr>
        </w:r>
        <w:r w:rsidR="002D05AD">
          <w:rPr>
            <w:noProof/>
            <w:webHidden/>
          </w:rPr>
          <w:fldChar w:fldCharType="separate"/>
        </w:r>
        <w:r>
          <w:rPr>
            <w:noProof/>
            <w:webHidden/>
          </w:rPr>
          <w:t>4</w:t>
        </w:r>
        <w:r w:rsidR="002D05AD">
          <w:rPr>
            <w:noProof/>
            <w:webHidden/>
          </w:rPr>
          <w:fldChar w:fldCharType="end"/>
        </w:r>
      </w:hyperlink>
    </w:p>
    <w:p w14:paraId="4CC298B2" w14:textId="03A76EA4" w:rsidR="002D05AD" w:rsidRDefault="004E3F67">
      <w:pPr>
        <w:pStyle w:val="TOC3"/>
        <w:tabs>
          <w:tab w:val="right" w:leader="dot" w:pos="9010"/>
        </w:tabs>
        <w:rPr>
          <w:rFonts w:eastAsiaTheme="minorEastAsia"/>
          <w:noProof/>
          <w:sz w:val="24"/>
          <w:szCs w:val="24"/>
          <w:lang w:eastAsia="en-GB"/>
        </w:rPr>
      </w:pPr>
      <w:hyperlink w:anchor="_Toc49347965" w:history="1">
        <w:r w:rsidR="002D05AD" w:rsidRPr="00594CE0">
          <w:rPr>
            <w:rStyle w:val="Hyperlink"/>
            <w:noProof/>
          </w:rPr>
          <w:t>Metadata</w:t>
        </w:r>
        <w:r w:rsidR="002D05AD">
          <w:rPr>
            <w:noProof/>
            <w:webHidden/>
          </w:rPr>
          <w:tab/>
        </w:r>
        <w:r w:rsidR="002D05AD">
          <w:rPr>
            <w:noProof/>
            <w:webHidden/>
          </w:rPr>
          <w:fldChar w:fldCharType="begin"/>
        </w:r>
        <w:r w:rsidR="002D05AD">
          <w:rPr>
            <w:noProof/>
            <w:webHidden/>
          </w:rPr>
          <w:instrText xml:space="preserve"> PAGEREF _Toc49347965 \h </w:instrText>
        </w:r>
        <w:r w:rsidR="002D05AD">
          <w:rPr>
            <w:noProof/>
            <w:webHidden/>
          </w:rPr>
        </w:r>
        <w:r w:rsidR="002D05AD">
          <w:rPr>
            <w:noProof/>
            <w:webHidden/>
          </w:rPr>
          <w:fldChar w:fldCharType="separate"/>
        </w:r>
        <w:r>
          <w:rPr>
            <w:noProof/>
            <w:webHidden/>
          </w:rPr>
          <w:t>5</w:t>
        </w:r>
        <w:r w:rsidR="002D05AD">
          <w:rPr>
            <w:noProof/>
            <w:webHidden/>
          </w:rPr>
          <w:fldChar w:fldCharType="end"/>
        </w:r>
      </w:hyperlink>
    </w:p>
    <w:p w14:paraId="6068C5EB" w14:textId="0B3CA5DE" w:rsidR="002D05AD" w:rsidRDefault="004E3F67">
      <w:pPr>
        <w:pStyle w:val="TOC3"/>
        <w:tabs>
          <w:tab w:val="right" w:leader="dot" w:pos="9010"/>
        </w:tabs>
        <w:rPr>
          <w:rFonts w:eastAsiaTheme="minorEastAsia"/>
          <w:noProof/>
          <w:sz w:val="24"/>
          <w:szCs w:val="24"/>
          <w:lang w:eastAsia="en-GB"/>
        </w:rPr>
      </w:pPr>
      <w:hyperlink w:anchor="_Toc49347966" w:history="1">
        <w:r w:rsidR="002D05AD" w:rsidRPr="00594CE0">
          <w:rPr>
            <w:rStyle w:val="Hyperlink"/>
            <w:noProof/>
            <w:lang w:val="en-US"/>
          </w:rPr>
          <w:t>Data collection for field surveys</w:t>
        </w:r>
        <w:r w:rsidR="002D05AD">
          <w:rPr>
            <w:noProof/>
            <w:webHidden/>
          </w:rPr>
          <w:tab/>
        </w:r>
        <w:r w:rsidR="002D05AD">
          <w:rPr>
            <w:noProof/>
            <w:webHidden/>
          </w:rPr>
          <w:fldChar w:fldCharType="begin"/>
        </w:r>
        <w:r w:rsidR="002D05AD">
          <w:rPr>
            <w:noProof/>
            <w:webHidden/>
          </w:rPr>
          <w:instrText xml:space="preserve"> PAGEREF _Toc49347966 \h </w:instrText>
        </w:r>
        <w:r w:rsidR="002D05AD">
          <w:rPr>
            <w:noProof/>
            <w:webHidden/>
          </w:rPr>
        </w:r>
        <w:r w:rsidR="002D05AD">
          <w:rPr>
            <w:noProof/>
            <w:webHidden/>
          </w:rPr>
          <w:fldChar w:fldCharType="separate"/>
        </w:r>
        <w:r>
          <w:rPr>
            <w:noProof/>
            <w:webHidden/>
          </w:rPr>
          <w:t>5</w:t>
        </w:r>
        <w:r w:rsidR="002D05AD">
          <w:rPr>
            <w:noProof/>
            <w:webHidden/>
          </w:rPr>
          <w:fldChar w:fldCharType="end"/>
        </w:r>
      </w:hyperlink>
    </w:p>
    <w:p w14:paraId="2E7DBFBC" w14:textId="012B807E" w:rsidR="002D05AD" w:rsidRDefault="004E3F67">
      <w:pPr>
        <w:pStyle w:val="TOC3"/>
        <w:tabs>
          <w:tab w:val="right" w:leader="dot" w:pos="9010"/>
        </w:tabs>
        <w:rPr>
          <w:rFonts w:eastAsiaTheme="minorEastAsia"/>
          <w:noProof/>
          <w:sz w:val="24"/>
          <w:szCs w:val="24"/>
          <w:lang w:eastAsia="en-GB"/>
        </w:rPr>
      </w:pPr>
      <w:hyperlink w:anchor="_Toc49347967" w:history="1">
        <w:r w:rsidR="002D05AD" w:rsidRPr="00594CE0">
          <w:rPr>
            <w:rStyle w:val="Hyperlink"/>
            <w:noProof/>
            <w:lang w:val="en-US"/>
          </w:rPr>
          <w:t>Database data</w:t>
        </w:r>
        <w:r w:rsidR="002D05AD">
          <w:rPr>
            <w:noProof/>
            <w:webHidden/>
          </w:rPr>
          <w:tab/>
        </w:r>
        <w:r w:rsidR="002D05AD">
          <w:rPr>
            <w:noProof/>
            <w:webHidden/>
          </w:rPr>
          <w:fldChar w:fldCharType="begin"/>
        </w:r>
        <w:r w:rsidR="002D05AD">
          <w:rPr>
            <w:noProof/>
            <w:webHidden/>
          </w:rPr>
          <w:instrText xml:space="preserve"> PAGEREF _Toc49347967 \h </w:instrText>
        </w:r>
        <w:r w:rsidR="002D05AD">
          <w:rPr>
            <w:noProof/>
            <w:webHidden/>
          </w:rPr>
        </w:r>
        <w:r w:rsidR="002D05AD">
          <w:rPr>
            <w:noProof/>
            <w:webHidden/>
          </w:rPr>
          <w:fldChar w:fldCharType="separate"/>
        </w:r>
        <w:r>
          <w:rPr>
            <w:noProof/>
            <w:webHidden/>
          </w:rPr>
          <w:t>5</w:t>
        </w:r>
        <w:r w:rsidR="002D05AD">
          <w:rPr>
            <w:noProof/>
            <w:webHidden/>
          </w:rPr>
          <w:fldChar w:fldCharType="end"/>
        </w:r>
      </w:hyperlink>
    </w:p>
    <w:p w14:paraId="29315056" w14:textId="2B5E2C11" w:rsidR="002D05AD" w:rsidRDefault="004E3F67">
      <w:pPr>
        <w:pStyle w:val="TOC3"/>
        <w:tabs>
          <w:tab w:val="right" w:leader="dot" w:pos="9010"/>
        </w:tabs>
        <w:rPr>
          <w:rFonts w:eastAsiaTheme="minorEastAsia"/>
          <w:noProof/>
          <w:sz w:val="24"/>
          <w:szCs w:val="24"/>
          <w:lang w:eastAsia="en-GB"/>
        </w:rPr>
      </w:pPr>
      <w:hyperlink w:anchor="_Toc49347968" w:history="1">
        <w:r w:rsidR="002D05AD" w:rsidRPr="00594CE0">
          <w:rPr>
            <w:rStyle w:val="Hyperlink"/>
            <w:noProof/>
            <w:lang w:val="en-US"/>
          </w:rPr>
          <w:t>Long term storage of research data</w:t>
        </w:r>
        <w:r w:rsidR="002D05AD">
          <w:rPr>
            <w:noProof/>
            <w:webHidden/>
          </w:rPr>
          <w:tab/>
        </w:r>
        <w:r w:rsidR="002D05AD">
          <w:rPr>
            <w:noProof/>
            <w:webHidden/>
          </w:rPr>
          <w:fldChar w:fldCharType="begin"/>
        </w:r>
        <w:r w:rsidR="002D05AD">
          <w:rPr>
            <w:noProof/>
            <w:webHidden/>
          </w:rPr>
          <w:instrText xml:space="preserve"> PAGEREF _Toc49347968 \h </w:instrText>
        </w:r>
        <w:r w:rsidR="002D05AD">
          <w:rPr>
            <w:noProof/>
            <w:webHidden/>
          </w:rPr>
        </w:r>
        <w:r w:rsidR="002D05AD">
          <w:rPr>
            <w:noProof/>
            <w:webHidden/>
          </w:rPr>
          <w:fldChar w:fldCharType="separate"/>
        </w:r>
        <w:r>
          <w:rPr>
            <w:noProof/>
            <w:webHidden/>
          </w:rPr>
          <w:t>5</w:t>
        </w:r>
        <w:r w:rsidR="002D05AD">
          <w:rPr>
            <w:noProof/>
            <w:webHidden/>
          </w:rPr>
          <w:fldChar w:fldCharType="end"/>
        </w:r>
      </w:hyperlink>
    </w:p>
    <w:p w14:paraId="63E3C031" w14:textId="1E309C68" w:rsidR="002D05AD" w:rsidRDefault="004E3F67">
      <w:pPr>
        <w:pStyle w:val="TOC3"/>
        <w:tabs>
          <w:tab w:val="right" w:leader="dot" w:pos="9010"/>
        </w:tabs>
        <w:rPr>
          <w:rFonts w:eastAsiaTheme="minorEastAsia"/>
          <w:noProof/>
          <w:sz w:val="24"/>
          <w:szCs w:val="24"/>
          <w:lang w:eastAsia="en-GB"/>
        </w:rPr>
      </w:pPr>
      <w:hyperlink w:anchor="_Toc49347969" w:history="1">
        <w:r w:rsidR="002D05AD" w:rsidRPr="00594CE0">
          <w:rPr>
            <w:rStyle w:val="Hyperlink"/>
            <w:noProof/>
            <w:lang w:val="en-US"/>
          </w:rPr>
          <w:t>Digital Object Identifier (DOI)</w:t>
        </w:r>
        <w:r w:rsidR="002D05AD">
          <w:rPr>
            <w:noProof/>
            <w:webHidden/>
          </w:rPr>
          <w:tab/>
        </w:r>
        <w:r w:rsidR="002D05AD">
          <w:rPr>
            <w:noProof/>
            <w:webHidden/>
          </w:rPr>
          <w:fldChar w:fldCharType="begin"/>
        </w:r>
        <w:r w:rsidR="002D05AD">
          <w:rPr>
            <w:noProof/>
            <w:webHidden/>
          </w:rPr>
          <w:instrText xml:space="preserve"> PAGEREF _Toc49347969 \h </w:instrText>
        </w:r>
        <w:r w:rsidR="002D05AD">
          <w:rPr>
            <w:noProof/>
            <w:webHidden/>
          </w:rPr>
        </w:r>
        <w:r w:rsidR="002D05AD">
          <w:rPr>
            <w:noProof/>
            <w:webHidden/>
          </w:rPr>
          <w:fldChar w:fldCharType="separate"/>
        </w:r>
        <w:r>
          <w:rPr>
            <w:noProof/>
            <w:webHidden/>
          </w:rPr>
          <w:t>6</w:t>
        </w:r>
        <w:r w:rsidR="002D05AD">
          <w:rPr>
            <w:noProof/>
            <w:webHidden/>
          </w:rPr>
          <w:fldChar w:fldCharType="end"/>
        </w:r>
      </w:hyperlink>
    </w:p>
    <w:p w14:paraId="3351068C" w14:textId="2466E12F" w:rsidR="002D05AD" w:rsidRDefault="004E3F67">
      <w:pPr>
        <w:pStyle w:val="TOC2"/>
        <w:tabs>
          <w:tab w:val="right" w:leader="dot" w:pos="9010"/>
        </w:tabs>
        <w:rPr>
          <w:rFonts w:eastAsiaTheme="minorEastAsia"/>
          <w:b w:val="0"/>
          <w:bCs w:val="0"/>
          <w:noProof/>
          <w:sz w:val="24"/>
          <w:szCs w:val="24"/>
          <w:lang w:eastAsia="en-GB"/>
        </w:rPr>
      </w:pPr>
      <w:hyperlink w:anchor="_Toc49347970" w:history="1">
        <w:r w:rsidR="002D05AD" w:rsidRPr="00594CE0">
          <w:rPr>
            <w:rStyle w:val="Hyperlink"/>
            <w:noProof/>
          </w:rPr>
          <w:t>Data privacy issues</w:t>
        </w:r>
        <w:r w:rsidR="002D05AD">
          <w:rPr>
            <w:noProof/>
            <w:webHidden/>
          </w:rPr>
          <w:tab/>
        </w:r>
        <w:r w:rsidR="002D05AD">
          <w:rPr>
            <w:noProof/>
            <w:webHidden/>
          </w:rPr>
          <w:fldChar w:fldCharType="begin"/>
        </w:r>
        <w:r w:rsidR="002D05AD">
          <w:rPr>
            <w:noProof/>
            <w:webHidden/>
          </w:rPr>
          <w:instrText xml:space="preserve"> PAGEREF _Toc49347970 \h </w:instrText>
        </w:r>
        <w:r w:rsidR="002D05AD">
          <w:rPr>
            <w:noProof/>
            <w:webHidden/>
          </w:rPr>
        </w:r>
        <w:r w:rsidR="002D05AD">
          <w:rPr>
            <w:noProof/>
            <w:webHidden/>
          </w:rPr>
          <w:fldChar w:fldCharType="separate"/>
        </w:r>
        <w:r>
          <w:rPr>
            <w:noProof/>
            <w:webHidden/>
          </w:rPr>
          <w:t>6</w:t>
        </w:r>
        <w:r w:rsidR="002D05AD">
          <w:rPr>
            <w:noProof/>
            <w:webHidden/>
          </w:rPr>
          <w:fldChar w:fldCharType="end"/>
        </w:r>
      </w:hyperlink>
    </w:p>
    <w:p w14:paraId="4674EE2B" w14:textId="484B978C" w:rsidR="002D05AD" w:rsidRDefault="004E3F67">
      <w:pPr>
        <w:pStyle w:val="TOC3"/>
        <w:tabs>
          <w:tab w:val="right" w:leader="dot" w:pos="9010"/>
        </w:tabs>
        <w:rPr>
          <w:rFonts w:eastAsiaTheme="minorEastAsia"/>
          <w:noProof/>
          <w:sz w:val="24"/>
          <w:szCs w:val="24"/>
          <w:lang w:eastAsia="en-GB"/>
        </w:rPr>
      </w:pPr>
      <w:hyperlink w:anchor="_Toc49347971" w:history="1">
        <w:r w:rsidR="002D05AD" w:rsidRPr="00594CE0">
          <w:rPr>
            <w:rStyle w:val="Hyperlink"/>
            <w:noProof/>
          </w:rPr>
          <w:t>Privacy legislation</w:t>
        </w:r>
        <w:r w:rsidR="002D05AD">
          <w:rPr>
            <w:noProof/>
            <w:webHidden/>
          </w:rPr>
          <w:tab/>
        </w:r>
        <w:r w:rsidR="002D05AD">
          <w:rPr>
            <w:noProof/>
            <w:webHidden/>
          </w:rPr>
          <w:fldChar w:fldCharType="begin"/>
        </w:r>
        <w:r w:rsidR="002D05AD">
          <w:rPr>
            <w:noProof/>
            <w:webHidden/>
          </w:rPr>
          <w:instrText xml:space="preserve"> PAGEREF _Toc49347971 \h </w:instrText>
        </w:r>
        <w:r w:rsidR="002D05AD">
          <w:rPr>
            <w:noProof/>
            <w:webHidden/>
          </w:rPr>
        </w:r>
        <w:r w:rsidR="002D05AD">
          <w:rPr>
            <w:noProof/>
            <w:webHidden/>
          </w:rPr>
          <w:fldChar w:fldCharType="separate"/>
        </w:r>
        <w:r>
          <w:rPr>
            <w:noProof/>
            <w:webHidden/>
          </w:rPr>
          <w:t>6</w:t>
        </w:r>
        <w:r w:rsidR="002D05AD">
          <w:rPr>
            <w:noProof/>
            <w:webHidden/>
          </w:rPr>
          <w:fldChar w:fldCharType="end"/>
        </w:r>
      </w:hyperlink>
    </w:p>
    <w:p w14:paraId="0EE1C223" w14:textId="3902DD93" w:rsidR="002D05AD" w:rsidRDefault="004E3F67">
      <w:pPr>
        <w:pStyle w:val="TOC3"/>
        <w:tabs>
          <w:tab w:val="right" w:leader="dot" w:pos="9010"/>
        </w:tabs>
        <w:rPr>
          <w:rFonts w:eastAsiaTheme="minorEastAsia"/>
          <w:noProof/>
          <w:sz w:val="24"/>
          <w:szCs w:val="24"/>
          <w:lang w:eastAsia="en-GB"/>
        </w:rPr>
      </w:pPr>
      <w:hyperlink w:anchor="_Toc49347972" w:history="1">
        <w:r w:rsidR="002D05AD" w:rsidRPr="00594CE0">
          <w:rPr>
            <w:rStyle w:val="Hyperlink"/>
            <w:noProof/>
          </w:rPr>
          <w:t>Privacy officer</w:t>
        </w:r>
        <w:r w:rsidR="002D05AD">
          <w:rPr>
            <w:noProof/>
            <w:webHidden/>
          </w:rPr>
          <w:tab/>
        </w:r>
        <w:r w:rsidR="002D05AD">
          <w:rPr>
            <w:noProof/>
            <w:webHidden/>
          </w:rPr>
          <w:fldChar w:fldCharType="begin"/>
        </w:r>
        <w:r w:rsidR="002D05AD">
          <w:rPr>
            <w:noProof/>
            <w:webHidden/>
          </w:rPr>
          <w:instrText xml:space="preserve"> PAGEREF _Toc49347972 \h </w:instrText>
        </w:r>
        <w:r w:rsidR="002D05AD">
          <w:rPr>
            <w:noProof/>
            <w:webHidden/>
          </w:rPr>
        </w:r>
        <w:r w:rsidR="002D05AD">
          <w:rPr>
            <w:noProof/>
            <w:webHidden/>
          </w:rPr>
          <w:fldChar w:fldCharType="separate"/>
        </w:r>
        <w:r>
          <w:rPr>
            <w:noProof/>
            <w:webHidden/>
          </w:rPr>
          <w:t>6</w:t>
        </w:r>
        <w:r w:rsidR="002D05AD">
          <w:rPr>
            <w:noProof/>
            <w:webHidden/>
          </w:rPr>
          <w:fldChar w:fldCharType="end"/>
        </w:r>
      </w:hyperlink>
    </w:p>
    <w:p w14:paraId="05E17C61" w14:textId="6939CB0E" w:rsidR="002D05AD" w:rsidRDefault="004E3F67">
      <w:pPr>
        <w:pStyle w:val="TOC2"/>
        <w:tabs>
          <w:tab w:val="right" w:leader="dot" w:pos="9010"/>
        </w:tabs>
        <w:rPr>
          <w:rFonts w:eastAsiaTheme="minorEastAsia"/>
          <w:b w:val="0"/>
          <w:bCs w:val="0"/>
          <w:noProof/>
          <w:sz w:val="24"/>
          <w:szCs w:val="24"/>
          <w:lang w:eastAsia="en-GB"/>
        </w:rPr>
      </w:pPr>
      <w:hyperlink w:anchor="_Toc49347973" w:history="1">
        <w:r w:rsidR="002D05AD" w:rsidRPr="00594CE0">
          <w:rPr>
            <w:rStyle w:val="Hyperlink"/>
            <w:noProof/>
            <w:lang w:val="en-US"/>
          </w:rPr>
          <w:t>Websites</w:t>
        </w:r>
        <w:r w:rsidR="002D05AD">
          <w:rPr>
            <w:noProof/>
            <w:webHidden/>
          </w:rPr>
          <w:tab/>
        </w:r>
        <w:r w:rsidR="002D05AD">
          <w:rPr>
            <w:noProof/>
            <w:webHidden/>
          </w:rPr>
          <w:fldChar w:fldCharType="begin"/>
        </w:r>
        <w:r w:rsidR="002D05AD">
          <w:rPr>
            <w:noProof/>
            <w:webHidden/>
          </w:rPr>
          <w:instrText xml:space="preserve"> PAGEREF _Toc49347973 \h </w:instrText>
        </w:r>
        <w:r w:rsidR="002D05AD">
          <w:rPr>
            <w:noProof/>
            <w:webHidden/>
          </w:rPr>
        </w:r>
        <w:r w:rsidR="002D05AD">
          <w:rPr>
            <w:noProof/>
            <w:webHidden/>
          </w:rPr>
          <w:fldChar w:fldCharType="separate"/>
        </w:r>
        <w:r>
          <w:rPr>
            <w:noProof/>
            <w:webHidden/>
          </w:rPr>
          <w:t>6</w:t>
        </w:r>
        <w:r w:rsidR="002D05AD">
          <w:rPr>
            <w:noProof/>
            <w:webHidden/>
          </w:rPr>
          <w:fldChar w:fldCharType="end"/>
        </w:r>
      </w:hyperlink>
    </w:p>
    <w:p w14:paraId="366D498A" w14:textId="664DDCD2" w:rsidR="002D05AD" w:rsidRDefault="004E3F67">
      <w:pPr>
        <w:pStyle w:val="TOC3"/>
        <w:tabs>
          <w:tab w:val="right" w:leader="dot" w:pos="9010"/>
        </w:tabs>
        <w:rPr>
          <w:rFonts w:eastAsiaTheme="minorEastAsia"/>
          <w:noProof/>
          <w:sz w:val="24"/>
          <w:szCs w:val="24"/>
          <w:lang w:eastAsia="en-GB"/>
        </w:rPr>
      </w:pPr>
      <w:hyperlink w:anchor="_Toc49347974" w:history="1">
        <w:r w:rsidR="002D05AD" w:rsidRPr="00594CE0">
          <w:rPr>
            <w:rStyle w:val="Hyperlink"/>
            <w:noProof/>
            <w:lang w:val="en-US"/>
          </w:rPr>
          <w:t>PhD website</w:t>
        </w:r>
        <w:r w:rsidR="002D05AD">
          <w:rPr>
            <w:noProof/>
            <w:webHidden/>
          </w:rPr>
          <w:tab/>
        </w:r>
        <w:r w:rsidR="002D05AD">
          <w:rPr>
            <w:noProof/>
            <w:webHidden/>
          </w:rPr>
          <w:fldChar w:fldCharType="begin"/>
        </w:r>
        <w:r w:rsidR="002D05AD">
          <w:rPr>
            <w:noProof/>
            <w:webHidden/>
          </w:rPr>
          <w:instrText xml:space="preserve"> PAGEREF _Toc49347974 \h </w:instrText>
        </w:r>
        <w:r w:rsidR="002D05AD">
          <w:rPr>
            <w:noProof/>
            <w:webHidden/>
          </w:rPr>
        </w:r>
        <w:r w:rsidR="002D05AD">
          <w:rPr>
            <w:noProof/>
            <w:webHidden/>
          </w:rPr>
          <w:fldChar w:fldCharType="separate"/>
        </w:r>
        <w:r>
          <w:rPr>
            <w:noProof/>
            <w:webHidden/>
          </w:rPr>
          <w:t>6</w:t>
        </w:r>
        <w:r w:rsidR="002D05AD">
          <w:rPr>
            <w:noProof/>
            <w:webHidden/>
          </w:rPr>
          <w:fldChar w:fldCharType="end"/>
        </w:r>
      </w:hyperlink>
    </w:p>
    <w:p w14:paraId="19AB04BB" w14:textId="012A468F" w:rsidR="002D05AD" w:rsidRDefault="004E3F67">
      <w:pPr>
        <w:pStyle w:val="TOC3"/>
        <w:tabs>
          <w:tab w:val="right" w:leader="dot" w:pos="9010"/>
        </w:tabs>
        <w:rPr>
          <w:rFonts w:eastAsiaTheme="minorEastAsia"/>
          <w:noProof/>
          <w:sz w:val="24"/>
          <w:szCs w:val="24"/>
          <w:lang w:eastAsia="en-GB"/>
        </w:rPr>
      </w:pPr>
      <w:hyperlink w:anchor="_Toc49347975" w:history="1">
        <w:r w:rsidR="002D05AD" w:rsidRPr="00594CE0">
          <w:rPr>
            <w:rStyle w:val="Hyperlink"/>
            <w:noProof/>
            <w:lang w:val="en-US"/>
          </w:rPr>
          <w:t>BSc-MSc-Internship website</w:t>
        </w:r>
        <w:r w:rsidR="002D05AD">
          <w:rPr>
            <w:noProof/>
            <w:webHidden/>
          </w:rPr>
          <w:tab/>
        </w:r>
        <w:r w:rsidR="002D05AD">
          <w:rPr>
            <w:noProof/>
            <w:webHidden/>
          </w:rPr>
          <w:fldChar w:fldCharType="begin"/>
        </w:r>
        <w:r w:rsidR="002D05AD">
          <w:rPr>
            <w:noProof/>
            <w:webHidden/>
          </w:rPr>
          <w:instrText xml:space="preserve"> PAGEREF _Toc49347975 \h </w:instrText>
        </w:r>
        <w:r w:rsidR="002D05AD">
          <w:rPr>
            <w:noProof/>
            <w:webHidden/>
          </w:rPr>
        </w:r>
        <w:r w:rsidR="002D05AD">
          <w:rPr>
            <w:noProof/>
            <w:webHidden/>
          </w:rPr>
          <w:fldChar w:fldCharType="separate"/>
        </w:r>
        <w:r>
          <w:rPr>
            <w:noProof/>
            <w:webHidden/>
          </w:rPr>
          <w:t>7</w:t>
        </w:r>
        <w:r w:rsidR="002D05AD">
          <w:rPr>
            <w:noProof/>
            <w:webHidden/>
          </w:rPr>
          <w:fldChar w:fldCharType="end"/>
        </w:r>
      </w:hyperlink>
    </w:p>
    <w:p w14:paraId="50E14C5B" w14:textId="63A3BF1C" w:rsidR="002D05AD" w:rsidRDefault="004E3F67">
      <w:pPr>
        <w:pStyle w:val="TOC3"/>
        <w:tabs>
          <w:tab w:val="right" w:leader="dot" w:pos="9010"/>
        </w:tabs>
        <w:rPr>
          <w:rFonts w:eastAsiaTheme="minorEastAsia"/>
          <w:noProof/>
          <w:sz w:val="24"/>
          <w:szCs w:val="24"/>
          <w:lang w:eastAsia="en-GB"/>
        </w:rPr>
      </w:pPr>
      <w:hyperlink w:anchor="_Toc49347976" w:history="1">
        <w:r w:rsidR="002D05AD" w:rsidRPr="00594CE0">
          <w:rPr>
            <w:rStyle w:val="Hyperlink"/>
            <w:noProof/>
            <w:lang w:val="en-US"/>
          </w:rPr>
          <w:t>Full access websites</w:t>
        </w:r>
        <w:r w:rsidR="002D05AD">
          <w:rPr>
            <w:noProof/>
            <w:webHidden/>
          </w:rPr>
          <w:tab/>
        </w:r>
        <w:r w:rsidR="002D05AD">
          <w:rPr>
            <w:noProof/>
            <w:webHidden/>
          </w:rPr>
          <w:fldChar w:fldCharType="begin"/>
        </w:r>
        <w:r w:rsidR="002D05AD">
          <w:rPr>
            <w:noProof/>
            <w:webHidden/>
          </w:rPr>
          <w:instrText xml:space="preserve"> PAGEREF _Toc49347976 \h </w:instrText>
        </w:r>
        <w:r w:rsidR="002D05AD">
          <w:rPr>
            <w:noProof/>
            <w:webHidden/>
          </w:rPr>
        </w:r>
        <w:r w:rsidR="002D05AD">
          <w:rPr>
            <w:noProof/>
            <w:webHidden/>
          </w:rPr>
          <w:fldChar w:fldCharType="separate"/>
        </w:r>
        <w:r>
          <w:rPr>
            <w:noProof/>
            <w:webHidden/>
          </w:rPr>
          <w:t>7</w:t>
        </w:r>
        <w:r w:rsidR="002D05AD">
          <w:rPr>
            <w:noProof/>
            <w:webHidden/>
          </w:rPr>
          <w:fldChar w:fldCharType="end"/>
        </w:r>
      </w:hyperlink>
    </w:p>
    <w:p w14:paraId="6E3B1167" w14:textId="1CCAC787" w:rsidR="002D05AD" w:rsidRDefault="004E3F67">
      <w:pPr>
        <w:pStyle w:val="TOC2"/>
        <w:tabs>
          <w:tab w:val="right" w:leader="dot" w:pos="9010"/>
        </w:tabs>
        <w:rPr>
          <w:rFonts w:eastAsiaTheme="minorEastAsia"/>
          <w:b w:val="0"/>
          <w:bCs w:val="0"/>
          <w:noProof/>
          <w:sz w:val="24"/>
          <w:szCs w:val="24"/>
          <w:lang w:eastAsia="en-GB"/>
        </w:rPr>
      </w:pPr>
      <w:hyperlink w:anchor="_Toc49347977" w:history="1">
        <w:r w:rsidR="002D05AD" w:rsidRPr="00594CE0">
          <w:rPr>
            <w:rStyle w:val="Hyperlink"/>
            <w:noProof/>
            <w:lang w:val="en-US"/>
          </w:rPr>
          <w:t>Coding &amp; Scripting</w:t>
        </w:r>
        <w:r w:rsidR="002D05AD">
          <w:rPr>
            <w:noProof/>
            <w:webHidden/>
          </w:rPr>
          <w:tab/>
        </w:r>
        <w:r w:rsidR="002D05AD">
          <w:rPr>
            <w:noProof/>
            <w:webHidden/>
          </w:rPr>
          <w:fldChar w:fldCharType="begin"/>
        </w:r>
        <w:r w:rsidR="002D05AD">
          <w:rPr>
            <w:noProof/>
            <w:webHidden/>
          </w:rPr>
          <w:instrText xml:space="preserve"> PAGEREF _Toc49347977 \h </w:instrText>
        </w:r>
        <w:r w:rsidR="002D05AD">
          <w:rPr>
            <w:noProof/>
            <w:webHidden/>
          </w:rPr>
        </w:r>
        <w:r w:rsidR="002D05AD">
          <w:rPr>
            <w:noProof/>
            <w:webHidden/>
          </w:rPr>
          <w:fldChar w:fldCharType="separate"/>
        </w:r>
        <w:r>
          <w:rPr>
            <w:noProof/>
            <w:webHidden/>
          </w:rPr>
          <w:t>7</w:t>
        </w:r>
        <w:r w:rsidR="002D05AD">
          <w:rPr>
            <w:noProof/>
            <w:webHidden/>
          </w:rPr>
          <w:fldChar w:fldCharType="end"/>
        </w:r>
      </w:hyperlink>
    </w:p>
    <w:p w14:paraId="6B178E28" w14:textId="22169A4B" w:rsidR="002D05AD" w:rsidRDefault="004E3F67">
      <w:pPr>
        <w:pStyle w:val="TOC3"/>
        <w:tabs>
          <w:tab w:val="right" w:leader="dot" w:pos="9010"/>
        </w:tabs>
        <w:rPr>
          <w:rFonts w:eastAsiaTheme="minorEastAsia"/>
          <w:noProof/>
          <w:sz w:val="24"/>
          <w:szCs w:val="24"/>
          <w:lang w:eastAsia="en-GB"/>
        </w:rPr>
      </w:pPr>
      <w:hyperlink w:anchor="_Toc49347978" w:history="1">
        <w:r w:rsidR="002D05AD" w:rsidRPr="00594CE0">
          <w:rPr>
            <w:rStyle w:val="Hyperlink"/>
            <w:noProof/>
            <w:lang w:val="en-US"/>
          </w:rPr>
          <w:t>Code versioning, GitLab</w:t>
        </w:r>
        <w:r w:rsidR="002D05AD">
          <w:rPr>
            <w:noProof/>
            <w:webHidden/>
          </w:rPr>
          <w:tab/>
        </w:r>
        <w:r w:rsidR="002D05AD">
          <w:rPr>
            <w:noProof/>
            <w:webHidden/>
          </w:rPr>
          <w:fldChar w:fldCharType="begin"/>
        </w:r>
        <w:r w:rsidR="002D05AD">
          <w:rPr>
            <w:noProof/>
            <w:webHidden/>
          </w:rPr>
          <w:instrText xml:space="preserve"> PAGEREF _Toc49347978 \h </w:instrText>
        </w:r>
        <w:r w:rsidR="002D05AD">
          <w:rPr>
            <w:noProof/>
            <w:webHidden/>
          </w:rPr>
        </w:r>
        <w:r w:rsidR="002D05AD">
          <w:rPr>
            <w:noProof/>
            <w:webHidden/>
          </w:rPr>
          <w:fldChar w:fldCharType="separate"/>
        </w:r>
        <w:r>
          <w:rPr>
            <w:noProof/>
            <w:webHidden/>
          </w:rPr>
          <w:t>7</w:t>
        </w:r>
        <w:r w:rsidR="002D05AD">
          <w:rPr>
            <w:noProof/>
            <w:webHidden/>
          </w:rPr>
          <w:fldChar w:fldCharType="end"/>
        </w:r>
      </w:hyperlink>
    </w:p>
    <w:p w14:paraId="01B58A8C" w14:textId="5C2D6AE2" w:rsidR="002D05AD" w:rsidRDefault="004E3F67">
      <w:pPr>
        <w:pStyle w:val="TOC3"/>
        <w:tabs>
          <w:tab w:val="right" w:leader="dot" w:pos="9010"/>
        </w:tabs>
        <w:rPr>
          <w:rFonts w:eastAsiaTheme="minorEastAsia"/>
          <w:noProof/>
          <w:sz w:val="24"/>
          <w:szCs w:val="24"/>
          <w:lang w:eastAsia="en-GB"/>
        </w:rPr>
      </w:pPr>
      <w:hyperlink w:anchor="_Toc49347979" w:history="1">
        <w:r w:rsidR="002D05AD" w:rsidRPr="00594CE0">
          <w:rPr>
            <w:rStyle w:val="Hyperlink"/>
            <w:noProof/>
            <w:lang w:val="en-US"/>
          </w:rPr>
          <w:t>Improving, changing existing models</w:t>
        </w:r>
        <w:r w:rsidR="002D05AD">
          <w:rPr>
            <w:noProof/>
            <w:webHidden/>
          </w:rPr>
          <w:tab/>
        </w:r>
        <w:r w:rsidR="002D05AD">
          <w:rPr>
            <w:noProof/>
            <w:webHidden/>
          </w:rPr>
          <w:fldChar w:fldCharType="begin"/>
        </w:r>
        <w:r w:rsidR="002D05AD">
          <w:rPr>
            <w:noProof/>
            <w:webHidden/>
          </w:rPr>
          <w:instrText xml:space="preserve"> PAGEREF _Toc49347979 \h </w:instrText>
        </w:r>
        <w:r w:rsidR="002D05AD">
          <w:rPr>
            <w:noProof/>
            <w:webHidden/>
          </w:rPr>
        </w:r>
        <w:r w:rsidR="002D05AD">
          <w:rPr>
            <w:noProof/>
            <w:webHidden/>
          </w:rPr>
          <w:fldChar w:fldCharType="separate"/>
        </w:r>
        <w:r>
          <w:rPr>
            <w:noProof/>
            <w:webHidden/>
          </w:rPr>
          <w:t>7</w:t>
        </w:r>
        <w:r w:rsidR="002D05AD">
          <w:rPr>
            <w:noProof/>
            <w:webHidden/>
          </w:rPr>
          <w:fldChar w:fldCharType="end"/>
        </w:r>
      </w:hyperlink>
    </w:p>
    <w:p w14:paraId="2C90D3A2" w14:textId="698529F8" w:rsidR="002D05AD" w:rsidRDefault="004E3F67">
      <w:pPr>
        <w:pStyle w:val="TOC2"/>
        <w:tabs>
          <w:tab w:val="right" w:leader="dot" w:pos="9010"/>
        </w:tabs>
        <w:rPr>
          <w:rFonts w:eastAsiaTheme="minorEastAsia"/>
          <w:b w:val="0"/>
          <w:bCs w:val="0"/>
          <w:noProof/>
          <w:sz w:val="24"/>
          <w:szCs w:val="24"/>
          <w:lang w:eastAsia="en-GB"/>
        </w:rPr>
      </w:pPr>
      <w:hyperlink w:anchor="_Toc49347980" w:history="1">
        <w:r w:rsidR="002D05AD" w:rsidRPr="00594CE0">
          <w:rPr>
            <w:rStyle w:val="Hyperlink"/>
            <w:noProof/>
          </w:rPr>
          <w:t>Backup</w:t>
        </w:r>
        <w:r w:rsidR="002D05AD">
          <w:rPr>
            <w:noProof/>
            <w:webHidden/>
          </w:rPr>
          <w:tab/>
        </w:r>
        <w:r w:rsidR="002D05AD">
          <w:rPr>
            <w:noProof/>
            <w:webHidden/>
          </w:rPr>
          <w:fldChar w:fldCharType="begin"/>
        </w:r>
        <w:r w:rsidR="002D05AD">
          <w:rPr>
            <w:noProof/>
            <w:webHidden/>
          </w:rPr>
          <w:instrText xml:space="preserve"> PAGEREF _Toc49347980 \h </w:instrText>
        </w:r>
        <w:r w:rsidR="002D05AD">
          <w:rPr>
            <w:noProof/>
            <w:webHidden/>
          </w:rPr>
        </w:r>
        <w:r w:rsidR="002D05AD">
          <w:rPr>
            <w:noProof/>
            <w:webHidden/>
          </w:rPr>
          <w:fldChar w:fldCharType="separate"/>
        </w:r>
        <w:r>
          <w:rPr>
            <w:noProof/>
            <w:webHidden/>
          </w:rPr>
          <w:t>7</w:t>
        </w:r>
        <w:r w:rsidR="002D05AD">
          <w:rPr>
            <w:noProof/>
            <w:webHidden/>
          </w:rPr>
          <w:fldChar w:fldCharType="end"/>
        </w:r>
      </w:hyperlink>
    </w:p>
    <w:p w14:paraId="4B13BF3A" w14:textId="29AB3E78" w:rsidR="002D05AD" w:rsidRDefault="004E3F67">
      <w:pPr>
        <w:pStyle w:val="TOC2"/>
        <w:tabs>
          <w:tab w:val="right" w:leader="dot" w:pos="9010"/>
        </w:tabs>
        <w:rPr>
          <w:rFonts w:eastAsiaTheme="minorEastAsia"/>
          <w:b w:val="0"/>
          <w:bCs w:val="0"/>
          <w:noProof/>
          <w:sz w:val="24"/>
          <w:szCs w:val="24"/>
          <w:lang w:eastAsia="en-GB"/>
        </w:rPr>
      </w:pPr>
      <w:hyperlink w:anchor="_Toc49347981" w:history="1">
        <w:r w:rsidR="002D05AD" w:rsidRPr="00594CE0">
          <w:rPr>
            <w:rStyle w:val="Hyperlink"/>
            <w:noProof/>
          </w:rPr>
          <w:t>Set-up script</w:t>
        </w:r>
        <w:r w:rsidR="002D05AD">
          <w:rPr>
            <w:noProof/>
            <w:webHidden/>
          </w:rPr>
          <w:tab/>
        </w:r>
        <w:r w:rsidR="002D05AD">
          <w:rPr>
            <w:noProof/>
            <w:webHidden/>
          </w:rPr>
          <w:fldChar w:fldCharType="begin"/>
        </w:r>
        <w:r w:rsidR="002D05AD">
          <w:rPr>
            <w:noProof/>
            <w:webHidden/>
          </w:rPr>
          <w:instrText xml:space="preserve"> PAGEREF _Toc49347981 \h </w:instrText>
        </w:r>
        <w:r w:rsidR="002D05AD">
          <w:rPr>
            <w:noProof/>
            <w:webHidden/>
          </w:rPr>
        </w:r>
        <w:r w:rsidR="002D05AD">
          <w:rPr>
            <w:noProof/>
            <w:webHidden/>
          </w:rPr>
          <w:fldChar w:fldCharType="separate"/>
        </w:r>
        <w:r>
          <w:rPr>
            <w:noProof/>
            <w:webHidden/>
          </w:rPr>
          <w:t>8</w:t>
        </w:r>
        <w:r w:rsidR="002D05AD">
          <w:rPr>
            <w:noProof/>
            <w:webHidden/>
          </w:rPr>
          <w:fldChar w:fldCharType="end"/>
        </w:r>
      </w:hyperlink>
    </w:p>
    <w:p w14:paraId="2B182070" w14:textId="4F9BE897" w:rsidR="0086041A" w:rsidRDefault="002D05AD">
      <w:r>
        <w:rPr>
          <w:sz w:val="22"/>
          <w:szCs w:val="22"/>
        </w:rPr>
        <w:fldChar w:fldCharType="end"/>
      </w:r>
    </w:p>
    <w:p w14:paraId="5CA53334" w14:textId="77777777" w:rsidR="0086041A" w:rsidRDefault="0086041A"/>
    <w:p w14:paraId="38903A93" w14:textId="77777777" w:rsidR="0001649C" w:rsidRDefault="0001649C">
      <w:pPr>
        <w:rPr>
          <w:rFonts w:asciiTheme="majorHAnsi" w:eastAsiaTheme="majorEastAsia" w:hAnsiTheme="majorHAnsi" w:cstheme="majorBidi"/>
          <w:color w:val="2F5496" w:themeColor="accent1" w:themeShade="BF"/>
          <w:sz w:val="26"/>
          <w:szCs w:val="26"/>
        </w:rPr>
      </w:pPr>
      <w:bookmarkStart w:id="2" w:name="_Toc43214464"/>
      <w:r>
        <w:br w:type="page"/>
      </w:r>
    </w:p>
    <w:p w14:paraId="0F17E710" w14:textId="6F94BFD5" w:rsidR="004F1777" w:rsidRDefault="00A82746" w:rsidP="0025518B">
      <w:pPr>
        <w:pStyle w:val="Heading1"/>
      </w:pPr>
      <w:bookmarkStart w:id="3" w:name="_Toc49347961"/>
      <w:r>
        <w:lastRenderedPageBreak/>
        <w:t>Introduction</w:t>
      </w:r>
      <w:bookmarkEnd w:id="2"/>
      <w:bookmarkEnd w:id="3"/>
    </w:p>
    <w:p w14:paraId="6DC0C2DD" w14:textId="77777777" w:rsidR="005A4001" w:rsidRDefault="005A4001" w:rsidP="005A4001">
      <w:r>
        <w:t xml:space="preserve">A good data management plan with a data storage and processing structure is an essential part of research. This document describes the recipe that is developed for research at PPS. This recipe helps to ensure that data, analyses and results are stored and documented in a systematic way and facilitates good scientific practices with re-usable data, transparent methods and repeatable results. </w:t>
      </w:r>
    </w:p>
    <w:p w14:paraId="4064EFEF" w14:textId="1727D270" w:rsidR="005A4001" w:rsidRDefault="005A4001" w:rsidP="005A4001">
      <w:r>
        <w:t>Proper data management contributes to making research more transparent and accessible and helps ensuring that ethical and quality requirements related to collection, storage and pre</w:t>
      </w:r>
      <w:r>
        <w:noBreakHyphen/>
        <w:t xml:space="preserve"> and post</w:t>
      </w:r>
      <w:r>
        <w:noBreakHyphen/>
        <w:t>processing data are met. Further, it is an essential part of open science where data can safely be shared with other users and needs full documentation describing legal restrictions on use and sharing, data collection protocols and description of the data with associated metadata.</w:t>
      </w:r>
    </w:p>
    <w:p w14:paraId="0D16E196" w14:textId="77777777" w:rsidR="00134598" w:rsidRDefault="005A4001" w:rsidP="005A4001">
      <w:r>
        <w:t>The recipe aims to help you organise</w:t>
      </w:r>
      <w:r w:rsidR="0007389C">
        <w:t xml:space="preserve"> </w:t>
      </w:r>
      <w:r>
        <w:t>your data and set up data collection protocols in a structured manner</w:t>
      </w:r>
      <w:r w:rsidR="00773F50">
        <w:t xml:space="preserve"> which will </w:t>
      </w:r>
      <w:r>
        <w:t xml:space="preserve">ensure transparent use of methods and </w:t>
      </w:r>
      <w:r w:rsidR="00381D5E">
        <w:t>facilitate</w:t>
      </w:r>
      <w:r w:rsidR="00357D87">
        <w:t>s</w:t>
      </w:r>
      <w:r>
        <w:t xml:space="preserve"> processing of data in a later stage. The investment in the implementation of the PPS-recipe will pay off in later stages of your research and allows supervisors and colleagues </w:t>
      </w:r>
      <w:r w:rsidR="00357D87">
        <w:t xml:space="preserve">better </w:t>
      </w:r>
      <w:r>
        <w:t xml:space="preserve">to provide support. </w:t>
      </w:r>
    </w:p>
    <w:p w14:paraId="7B556C47" w14:textId="54C3C117" w:rsidR="005A4001" w:rsidRDefault="005A4001" w:rsidP="005A4001">
      <w:r>
        <w:t>The PPS-recipe allows flex</w:t>
      </w:r>
      <w:r w:rsidR="00344E70">
        <w:t>i</w:t>
      </w:r>
      <w:r>
        <w:t>bil</w:t>
      </w:r>
      <w:r w:rsidR="00344E70">
        <w:t>i</w:t>
      </w:r>
      <w:r>
        <w:t>ty, yet requires that data processing is done with scripts and not within spreadsheets. We strongly recommend to work with ASCII formatted files</w:t>
      </w:r>
      <w:r w:rsidR="00494D8D">
        <w:t xml:space="preserve"> that only contain text, such as comma or tab delimited text files (.csv; .txt)</w:t>
      </w:r>
      <w:r>
        <w:t xml:space="preserve">. </w:t>
      </w:r>
      <w:r w:rsidR="00494D8D">
        <w:t>P</w:t>
      </w:r>
      <w:r>
        <w:t>rocessing of data in spreadsheets needs to be avoided</w:t>
      </w:r>
      <w:r w:rsidR="00494D8D">
        <w:t xml:space="preserve"> because this not transparent and can often not be reproduced</w:t>
      </w:r>
      <w:r>
        <w:t xml:space="preserve">. Our recipe </w:t>
      </w:r>
      <w:r w:rsidR="00494D8D">
        <w:t xml:space="preserve">works with .csv files that are used for processing of data and </w:t>
      </w:r>
      <w:r>
        <w:t xml:space="preserve">automatically produces a Microsoft Excel (.xlsx) file as last step in the process, containing a single dataset with a sheet including a description of the data, a sheet with processed data and a sheet with metadata providing a unit (e.g. kg/ha) and description of what each value in the data columns represent (e.g. standardized maize grain yield with a 12.5% moisture content).  </w:t>
      </w:r>
    </w:p>
    <w:p w14:paraId="34C5087D" w14:textId="77777777" w:rsidR="00A12D1F" w:rsidRDefault="00A12D1F" w:rsidP="00FC05EA"/>
    <w:p w14:paraId="7408FA3D" w14:textId="77777777" w:rsidR="007B5108" w:rsidRDefault="00A12D1F" w:rsidP="00FC05EA">
      <w:r>
        <w:t xml:space="preserve">At PPS, we have </w:t>
      </w:r>
      <w:r w:rsidR="005C7D7C">
        <w:t xml:space="preserve">developed a set of guidelines and structures </w:t>
      </w:r>
      <w:r w:rsidR="00A12C49">
        <w:t>t</w:t>
      </w:r>
      <w:r w:rsidR="00D46DF6">
        <w:t xml:space="preserve">hat aim to </w:t>
      </w:r>
      <w:r w:rsidR="00AA1AFC">
        <w:t xml:space="preserve">ensure </w:t>
      </w:r>
      <w:r w:rsidR="00275B60">
        <w:t xml:space="preserve">data is handled and stored </w:t>
      </w:r>
      <w:r w:rsidR="007318E4">
        <w:t>uniform</w:t>
      </w:r>
      <w:r w:rsidR="00275B60">
        <w:t xml:space="preserve">ly. </w:t>
      </w:r>
      <w:r w:rsidR="0037110D">
        <w:t>It is based around the following set of principles:</w:t>
      </w:r>
    </w:p>
    <w:p w14:paraId="7DE8366C" w14:textId="77777777" w:rsidR="007B5108" w:rsidRDefault="007B5108" w:rsidP="00FC05EA"/>
    <w:p w14:paraId="0DB88AAB" w14:textId="646FF4E3" w:rsidR="00EE121A" w:rsidRDefault="00CC15E5" w:rsidP="0010571F">
      <w:pPr>
        <w:pStyle w:val="ListParagraph"/>
        <w:numPr>
          <w:ilvl w:val="0"/>
          <w:numId w:val="1"/>
        </w:numPr>
      </w:pPr>
      <w:r>
        <w:t>Integrity of raw data</w:t>
      </w:r>
      <w:r w:rsidR="006141E4">
        <w:t xml:space="preserve"> (stored in ASCII formatted files when possible)</w:t>
      </w:r>
    </w:p>
    <w:p w14:paraId="253B9117" w14:textId="4D6C8850" w:rsidR="007539C5" w:rsidRDefault="007D200C" w:rsidP="0010571F">
      <w:pPr>
        <w:pStyle w:val="ListParagraph"/>
        <w:numPr>
          <w:ilvl w:val="0"/>
          <w:numId w:val="1"/>
        </w:numPr>
      </w:pPr>
      <w:r>
        <w:t xml:space="preserve">Full documentation </w:t>
      </w:r>
      <w:r w:rsidR="003C05E3">
        <w:t xml:space="preserve">of </w:t>
      </w:r>
      <w:r w:rsidR="000542A9">
        <w:t>the nature and content</w:t>
      </w:r>
      <w:r w:rsidR="003C05E3">
        <w:t xml:space="preserve"> </w:t>
      </w:r>
      <w:r w:rsidR="000542A9">
        <w:t xml:space="preserve">off all </w:t>
      </w:r>
      <w:r w:rsidR="00AB613C">
        <w:t>dat</w:t>
      </w:r>
      <w:r w:rsidR="000542A9">
        <w:t>a files by providing</w:t>
      </w:r>
      <w:r w:rsidR="00AB613C">
        <w:t xml:space="preserve"> </w:t>
      </w:r>
      <w:r w:rsidR="003045E3">
        <w:t xml:space="preserve">meta-data and </w:t>
      </w:r>
      <w:r w:rsidR="003C05E3">
        <w:t>variable</w:t>
      </w:r>
      <w:r w:rsidR="00D27CDA">
        <w:t xml:space="preserve"> defi</w:t>
      </w:r>
      <w:r w:rsidR="000542A9">
        <w:t>nitions.</w:t>
      </w:r>
    </w:p>
    <w:p w14:paraId="5C96E5D3" w14:textId="3EF1DCC2" w:rsidR="00546A24" w:rsidRDefault="0072331B" w:rsidP="0010571F">
      <w:pPr>
        <w:pStyle w:val="ListParagraph"/>
        <w:numPr>
          <w:ilvl w:val="0"/>
          <w:numId w:val="1"/>
        </w:numPr>
      </w:pPr>
      <w:r>
        <w:t xml:space="preserve">Reproducible pathway from </w:t>
      </w:r>
      <w:r w:rsidR="004C0D62">
        <w:t xml:space="preserve">(raw) data to results by </w:t>
      </w:r>
      <w:r w:rsidR="001602B0">
        <w:t xml:space="preserve">commented </w:t>
      </w:r>
      <w:r w:rsidR="00657078">
        <w:t>script</w:t>
      </w:r>
      <w:r w:rsidR="0062552B">
        <w:t>s</w:t>
      </w:r>
    </w:p>
    <w:p w14:paraId="314217FA" w14:textId="2FBA118E" w:rsidR="004241F7" w:rsidRDefault="00374894" w:rsidP="00FC05EA">
      <w:r>
        <w:t xml:space="preserve"> </w:t>
      </w:r>
    </w:p>
    <w:p w14:paraId="112172A0" w14:textId="08E0CC0F" w:rsidR="004241F7" w:rsidRDefault="00425EE4" w:rsidP="00FC05EA">
      <w:r>
        <w:t xml:space="preserve">In principle, </w:t>
      </w:r>
      <w:r w:rsidR="00093B6F">
        <w:t xml:space="preserve">each project </w:t>
      </w:r>
      <w:r w:rsidR="007D2C3F">
        <w:t xml:space="preserve">such as a </w:t>
      </w:r>
      <w:r w:rsidR="00393E1E">
        <w:t xml:space="preserve">PhD </w:t>
      </w:r>
      <w:r w:rsidR="007D2C3F">
        <w:t>thesis chapter</w:t>
      </w:r>
      <w:r w:rsidR="00393E1E">
        <w:t>, MSc thesis,</w:t>
      </w:r>
      <w:r w:rsidR="007D2C3F">
        <w:t xml:space="preserve"> or research paper </w:t>
      </w:r>
      <w:r w:rsidR="00B1492F">
        <w:t xml:space="preserve">should be associated with a self-contained </w:t>
      </w:r>
      <w:r w:rsidR="00A248EC">
        <w:t xml:space="preserve">directory structure containing all data, </w:t>
      </w:r>
      <w:r w:rsidR="00622044">
        <w:t xml:space="preserve">scripts, </w:t>
      </w:r>
      <w:r w:rsidR="003A1AEB">
        <w:t xml:space="preserve">results and </w:t>
      </w:r>
      <w:r w:rsidR="00781F80">
        <w:t>written output</w:t>
      </w:r>
      <w:r w:rsidR="004C6345">
        <w:t xml:space="preserve"> that can be archived and made available for storage or sharing. </w:t>
      </w:r>
    </w:p>
    <w:p w14:paraId="565AB21D" w14:textId="550C2FE7" w:rsidR="00994341" w:rsidRDefault="00994341" w:rsidP="00FC05EA">
      <w:r>
        <w:t>Below is a detailed description of what this directory structure look</w:t>
      </w:r>
      <w:r w:rsidR="005A04A7">
        <w:t>s</w:t>
      </w:r>
      <w:r>
        <w:t xml:space="preserve"> like</w:t>
      </w:r>
      <w:r w:rsidR="00425BC0">
        <w:t xml:space="preserve">, how data </w:t>
      </w:r>
      <w:r w:rsidR="00922296">
        <w:t>needs to</w:t>
      </w:r>
      <w:r w:rsidR="00425BC0">
        <w:t xml:space="preserve"> be formatted </w:t>
      </w:r>
      <w:r w:rsidR="001F7F57">
        <w:t>and documented</w:t>
      </w:r>
      <w:r w:rsidR="00C00918">
        <w:t xml:space="preserve"> and how to set up scripts </w:t>
      </w:r>
      <w:r w:rsidR="003C5C8F">
        <w:t xml:space="preserve">to handle and analyse data transparently. </w:t>
      </w:r>
      <w:r w:rsidR="00DD66F1">
        <w:t xml:space="preserve">This </w:t>
      </w:r>
      <w:r w:rsidR="009C2714">
        <w:t xml:space="preserve">distribution comes with a </w:t>
      </w:r>
      <w:r w:rsidR="002520ED">
        <w:t>h</w:t>
      </w:r>
      <w:r w:rsidR="00DD3CCA">
        <w:t>e</w:t>
      </w:r>
      <w:r w:rsidR="002520ED">
        <w:t xml:space="preserve">lper </w:t>
      </w:r>
      <w:r w:rsidR="00714361">
        <w:t xml:space="preserve">R </w:t>
      </w:r>
      <w:r w:rsidR="007B2635">
        <w:t xml:space="preserve">script </w:t>
      </w:r>
      <w:r w:rsidR="001B44D0">
        <w:t xml:space="preserve">that can be sourced </w:t>
      </w:r>
      <w:r w:rsidR="00714361">
        <w:t xml:space="preserve">to make an initial </w:t>
      </w:r>
      <w:r w:rsidR="006527B3">
        <w:t xml:space="preserve">project folder structure, </w:t>
      </w:r>
      <w:r w:rsidR="004D108F">
        <w:t xml:space="preserve">and that includes some example data and scripts that demonstrate the </w:t>
      </w:r>
      <w:r w:rsidR="00FD0D79">
        <w:t xml:space="preserve">entire path from </w:t>
      </w:r>
      <w:r w:rsidR="00240CA2">
        <w:t xml:space="preserve">setting up a project directory, to processing raw data to a distributable file with </w:t>
      </w:r>
      <w:r w:rsidR="00B04DD7">
        <w:t xml:space="preserve">a </w:t>
      </w:r>
      <w:r w:rsidR="00C27900">
        <w:t>metadata</w:t>
      </w:r>
      <w:r w:rsidR="00B04DD7">
        <w:t xml:space="preserve"> page</w:t>
      </w:r>
      <w:r w:rsidR="00A671E0">
        <w:t xml:space="preserve"> to simple analysis that produces and stores results. </w:t>
      </w:r>
      <w:r w:rsidR="009F0667" w:rsidRPr="00443EE3">
        <w:rPr>
          <w:b/>
          <w:bCs/>
        </w:rPr>
        <w:t xml:space="preserve">A brief description of the implementation of this script </w:t>
      </w:r>
      <w:r w:rsidR="00656C30" w:rsidRPr="00443EE3">
        <w:rPr>
          <w:b/>
          <w:bCs/>
        </w:rPr>
        <w:t>can be found at the end of this document</w:t>
      </w:r>
      <w:r w:rsidR="00656C30">
        <w:t>.</w:t>
      </w:r>
    </w:p>
    <w:p w14:paraId="7C532214" w14:textId="1C4F5580" w:rsidR="009D756C" w:rsidRDefault="009D756C" w:rsidP="00FC05EA"/>
    <w:p w14:paraId="33AAB95C" w14:textId="5450F01C" w:rsidR="002241FE" w:rsidRDefault="002241FE" w:rsidP="0025518B">
      <w:pPr>
        <w:pStyle w:val="Heading1"/>
      </w:pPr>
      <w:bookmarkStart w:id="4" w:name="_Toc49347962"/>
      <w:bookmarkStart w:id="5" w:name="_Toc43214465"/>
      <w:r>
        <w:t>Data</w:t>
      </w:r>
      <w:bookmarkEnd w:id="4"/>
    </w:p>
    <w:p w14:paraId="66B545E2" w14:textId="77777777" w:rsidR="00F84324" w:rsidRDefault="00F84324" w:rsidP="002241FE">
      <w:pPr>
        <w:pStyle w:val="Heading3"/>
      </w:pPr>
      <w:bookmarkStart w:id="6" w:name="_Toc49347963"/>
    </w:p>
    <w:p w14:paraId="5706B713" w14:textId="364A97FB" w:rsidR="00FC05EA" w:rsidRDefault="008A4DAB" w:rsidP="002241FE">
      <w:pPr>
        <w:pStyle w:val="Heading3"/>
      </w:pPr>
      <w:r>
        <w:t>Directory structure</w:t>
      </w:r>
      <w:bookmarkEnd w:id="5"/>
      <w:bookmarkEnd w:id="6"/>
    </w:p>
    <w:p w14:paraId="00CC6948" w14:textId="77777777" w:rsidR="00C3691F" w:rsidRDefault="0001238D" w:rsidP="00605F60">
      <w:r>
        <w:t xml:space="preserve">The hierarchical directory structure associated with a project </w:t>
      </w:r>
      <w:r w:rsidR="00376F63">
        <w:t>is presented in Figure 1.</w:t>
      </w:r>
      <w:r w:rsidR="00612754">
        <w:t xml:space="preserve"> </w:t>
      </w:r>
      <w:r w:rsidR="00151A20">
        <w:t xml:space="preserve">A central project </w:t>
      </w:r>
      <w:r w:rsidR="00C10448">
        <w:t xml:space="preserve">directory </w:t>
      </w:r>
      <w:r w:rsidR="000A76E5">
        <w:t xml:space="preserve">with an informative name </w:t>
      </w:r>
      <w:r w:rsidR="002654AB">
        <w:t xml:space="preserve">contains four main directories: </w:t>
      </w:r>
      <w:r w:rsidR="002654AB" w:rsidRPr="000539A2">
        <w:rPr>
          <w:i/>
          <w:iCs/>
        </w:rPr>
        <w:t>data</w:t>
      </w:r>
      <w:r w:rsidR="002654AB">
        <w:t xml:space="preserve">, </w:t>
      </w:r>
      <w:r w:rsidR="006D0D99" w:rsidRPr="000539A2">
        <w:rPr>
          <w:i/>
          <w:iCs/>
        </w:rPr>
        <w:t>results</w:t>
      </w:r>
      <w:r w:rsidR="006D0D99">
        <w:t xml:space="preserve">, </w:t>
      </w:r>
      <w:r w:rsidR="006D0D99" w:rsidRPr="000539A2">
        <w:rPr>
          <w:i/>
          <w:iCs/>
        </w:rPr>
        <w:t>scripts</w:t>
      </w:r>
      <w:r w:rsidR="006D0D99">
        <w:t xml:space="preserve">, and </w:t>
      </w:r>
      <w:r w:rsidR="006D0D99" w:rsidRPr="000539A2">
        <w:rPr>
          <w:i/>
          <w:iCs/>
        </w:rPr>
        <w:t>writing</w:t>
      </w:r>
      <w:r w:rsidR="006D0D99">
        <w:t xml:space="preserve">. </w:t>
      </w:r>
      <w:r w:rsidR="00A26CA7">
        <w:t xml:space="preserve">The </w:t>
      </w:r>
      <w:r w:rsidR="00A26CA7" w:rsidRPr="000B7197">
        <w:rPr>
          <w:i/>
          <w:iCs/>
        </w:rPr>
        <w:t>writing</w:t>
      </w:r>
      <w:r w:rsidR="00A26CA7">
        <w:t xml:space="preserve"> directory is meant to contain the project output document, i.e. a thesis chapter or research paper. </w:t>
      </w:r>
    </w:p>
    <w:p w14:paraId="5269B990" w14:textId="08E1DBE4" w:rsidR="00C3691F" w:rsidRDefault="000E18C0" w:rsidP="00605F60">
      <w:r>
        <w:t xml:space="preserve">The </w:t>
      </w:r>
      <w:r w:rsidRPr="000E18C0">
        <w:rPr>
          <w:i/>
          <w:iCs/>
        </w:rPr>
        <w:t>data</w:t>
      </w:r>
      <w:r>
        <w:t xml:space="preserve"> directory contains the sub-directories </w:t>
      </w:r>
      <w:r w:rsidR="00460C01" w:rsidRPr="00353A70">
        <w:rPr>
          <w:i/>
          <w:iCs/>
        </w:rPr>
        <w:t>definitions_protocols</w:t>
      </w:r>
      <w:r w:rsidR="00460C01">
        <w:t xml:space="preserve">, </w:t>
      </w:r>
      <w:r w:rsidR="00460C01" w:rsidRPr="00353A70">
        <w:rPr>
          <w:i/>
          <w:iCs/>
        </w:rPr>
        <w:t>processed</w:t>
      </w:r>
      <w:r w:rsidR="00460C01">
        <w:t xml:space="preserve"> and </w:t>
      </w:r>
      <w:r w:rsidR="00460C01" w:rsidRPr="00353A70">
        <w:rPr>
          <w:i/>
          <w:iCs/>
        </w:rPr>
        <w:t>raw</w:t>
      </w:r>
      <w:r w:rsidR="00460C01">
        <w:t>.</w:t>
      </w:r>
      <w:r w:rsidR="00FE52D6">
        <w:t xml:space="preserve"> The </w:t>
      </w:r>
      <w:r w:rsidR="00FE52D6" w:rsidRPr="00FE52D6">
        <w:rPr>
          <w:i/>
          <w:iCs/>
        </w:rPr>
        <w:t>raw</w:t>
      </w:r>
      <w:r w:rsidR="00FE52D6">
        <w:t xml:space="preserve"> directory is the most important one, since it is here that files with all raw </w:t>
      </w:r>
      <w:r w:rsidR="003B0E38">
        <w:t>data should be stored</w:t>
      </w:r>
      <w:r w:rsidR="00E76CC2">
        <w:t xml:space="preserve">. </w:t>
      </w:r>
      <w:r w:rsidR="00F64952">
        <w:t>All raw data needed for the generation of project results should be stored in this directory</w:t>
      </w:r>
      <w:r w:rsidR="00676252">
        <w:t>, even if they are already stored elsewhere</w:t>
      </w:r>
      <w:r w:rsidR="00F64952">
        <w:t xml:space="preserve">. </w:t>
      </w:r>
      <w:r w:rsidR="00F1737E">
        <w:t xml:space="preserve">The important thing to note about raw data is that </w:t>
      </w:r>
      <w:r w:rsidR="00C3691F">
        <w:t xml:space="preserve">has to </w:t>
      </w:r>
      <w:r w:rsidR="00F1737E">
        <w:t xml:space="preserve">be as close to initial data entry </w:t>
      </w:r>
      <w:r w:rsidR="00B003ED">
        <w:t xml:space="preserve">format </w:t>
      </w:r>
      <w:r w:rsidR="00F1737E">
        <w:t xml:space="preserve">as possible </w:t>
      </w:r>
      <w:r w:rsidR="004610F6">
        <w:t xml:space="preserve">and </w:t>
      </w:r>
      <w:r w:rsidR="00AD1AD3">
        <w:t xml:space="preserve">should not be edited or handled </w:t>
      </w:r>
      <w:r w:rsidR="00D5766E">
        <w:t xml:space="preserve">by the user after it has been stored in the </w:t>
      </w:r>
      <w:r w:rsidR="00D5766E" w:rsidRPr="000A1FC7">
        <w:rPr>
          <w:i/>
          <w:iCs/>
        </w:rPr>
        <w:t>raw</w:t>
      </w:r>
      <w:r w:rsidR="00D5766E">
        <w:t xml:space="preserve"> directory.</w:t>
      </w:r>
      <w:r w:rsidR="00E925E8">
        <w:t xml:space="preserve"> </w:t>
      </w:r>
      <w:r w:rsidR="00C03308">
        <w:t xml:space="preserve">There are however a set of guidelines that </w:t>
      </w:r>
      <w:r w:rsidR="000F6FC9">
        <w:t xml:space="preserve">raw data is expected to adhere to. These will be outlined </w:t>
      </w:r>
      <w:r w:rsidR="00F2254B">
        <w:t xml:space="preserve">further </w:t>
      </w:r>
      <w:r w:rsidR="000F6FC9">
        <w:t>below.</w:t>
      </w:r>
      <w:r w:rsidR="00470312">
        <w:t xml:space="preserve"> </w:t>
      </w:r>
    </w:p>
    <w:p w14:paraId="5AC3CD3E" w14:textId="66832ABE" w:rsidR="00491669" w:rsidRPr="0082503F" w:rsidRDefault="00491669" w:rsidP="00491669">
      <w:r>
        <w:t xml:space="preserve">The </w:t>
      </w:r>
      <w:r w:rsidRPr="000539A2">
        <w:rPr>
          <w:i/>
          <w:iCs/>
        </w:rPr>
        <w:t>scripts</w:t>
      </w:r>
      <w:r>
        <w:t xml:space="preserve"> directory contains all computer code needed for data processing, cleaning and analysis. Ideally, they form a numbered set of scripts (e.g. “1. Raw data cleaning.r”) that, when run successively, reproduces all results referred to in the project output document </w:t>
      </w:r>
      <w:r w:rsidR="005A778F">
        <w:t>(e.g. report, paper or chapter)</w:t>
      </w:r>
      <w:r w:rsidR="005A778F">
        <w:rPr>
          <w:rStyle w:val="CommentReference"/>
        </w:rPr>
        <w:t xml:space="preserve"> </w:t>
      </w:r>
      <w:r>
        <w:t xml:space="preserve">from the raw data. The scripts should contain sufficient commentary to be human readable. Results generated by scripts are written to the </w:t>
      </w:r>
      <w:r w:rsidRPr="00AD50CC">
        <w:rPr>
          <w:i/>
          <w:iCs/>
        </w:rPr>
        <w:t>results</w:t>
      </w:r>
      <w:r>
        <w:rPr>
          <w:i/>
          <w:iCs/>
        </w:rPr>
        <w:t xml:space="preserve"> </w:t>
      </w:r>
      <w:r>
        <w:t xml:space="preserve">directory and include the number of the script (e.g. “1. Cleaned data.csv” or  “1. Histograms of raw values.pdf”) for easy traceability. The analysis scripts write the tables and figures referred to in the project output document to the corresponding </w:t>
      </w:r>
      <w:r w:rsidRPr="00856CF0">
        <w:rPr>
          <w:i/>
          <w:iCs/>
        </w:rPr>
        <w:t>results/tables</w:t>
      </w:r>
      <w:r>
        <w:t xml:space="preserve"> and </w:t>
      </w:r>
      <w:r w:rsidRPr="00856CF0">
        <w:rPr>
          <w:i/>
          <w:iCs/>
        </w:rPr>
        <w:t>results/figures</w:t>
      </w:r>
      <w:r>
        <w:t xml:space="preserve"> directories. As a by-product of running the scripts, a set of intermediary or processed data files may be produced. These are written to the </w:t>
      </w:r>
      <w:r w:rsidRPr="006C003E">
        <w:rPr>
          <w:i/>
          <w:iCs/>
        </w:rPr>
        <w:t>data/</w:t>
      </w:r>
      <w:r w:rsidRPr="00353A70">
        <w:rPr>
          <w:i/>
          <w:iCs/>
        </w:rPr>
        <w:t>processed</w:t>
      </w:r>
      <w:r>
        <w:t xml:space="preserve"> directory. This directory also contains the distributable copies of the data, including complete meta-data. Finally, the </w:t>
      </w:r>
      <w:r w:rsidRPr="0082503F">
        <w:rPr>
          <w:i/>
          <w:iCs/>
        </w:rPr>
        <w:t>data/definitions_protocols</w:t>
      </w:r>
      <w:r>
        <w:rPr>
          <w:i/>
          <w:iCs/>
        </w:rPr>
        <w:t xml:space="preserve"> </w:t>
      </w:r>
      <w:r>
        <w:t>directory may contain documents describing the specifics of data collection such as protocols and detailed descriptions of how variables in the data are defined. Ideally, variable definitions that will be distributed with the data refer to these documents when needed. Statements related to ethical and privacy guidelines followed can also be stored here.</w:t>
      </w:r>
    </w:p>
    <w:p w14:paraId="1642504E" w14:textId="77777777" w:rsidR="00BD4364" w:rsidRDefault="00BD4364" w:rsidP="00605F60"/>
    <w:p w14:paraId="0CFE4F5A" w14:textId="77777777" w:rsidR="00B9091D" w:rsidRDefault="002C04EF" w:rsidP="00B9091D">
      <w:pPr>
        <w:keepNext/>
      </w:pPr>
      <w:r>
        <w:rPr>
          <w:noProof/>
        </w:rPr>
        <w:lastRenderedPageBreak/>
        <w:drawing>
          <wp:inline distT="0" distB="0" distL="0" distR="0" wp14:anchorId="0DAAA00D" wp14:editId="2B2FB838">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1307A10B" w14:textId="09CA218A" w:rsidR="00F0252B" w:rsidRPr="00F0252B" w:rsidRDefault="00B9091D" w:rsidP="002241FE">
      <w:pPr>
        <w:pStyle w:val="Caption"/>
      </w:pPr>
      <w:r>
        <w:t xml:space="preserve">Figure </w:t>
      </w:r>
      <w:r>
        <w:fldChar w:fldCharType="begin"/>
      </w:r>
      <w:r>
        <w:instrText xml:space="preserve"> SEQ Figure \* ARABIC </w:instrText>
      </w:r>
      <w:r>
        <w:fldChar w:fldCharType="separate"/>
      </w:r>
      <w:r w:rsidR="004E3F67">
        <w:rPr>
          <w:noProof/>
        </w:rPr>
        <w:t>1</w:t>
      </w:r>
      <w:r>
        <w:fldChar w:fldCharType="end"/>
      </w:r>
      <w:r>
        <w:t xml:space="preserve"> </w:t>
      </w:r>
      <w:r w:rsidR="006334D4">
        <w:t xml:space="preserve">Hierarchical directory structure </w:t>
      </w:r>
      <w:r w:rsidR="00BE78FE">
        <w:t xml:space="preserve">for storing all data, scripts, results and written output for a </w:t>
      </w:r>
      <w:r w:rsidR="008A5779">
        <w:t xml:space="preserve">research </w:t>
      </w:r>
      <w:r w:rsidR="00BE78FE">
        <w:t>project</w:t>
      </w:r>
      <w:r w:rsidR="00CF0624">
        <w:t>.</w:t>
      </w:r>
      <w:bookmarkStart w:id="7" w:name="_Toc43214466"/>
    </w:p>
    <w:p w14:paraId="21652E60" w14:textId="3684E209" w:rsidR="008A4DAB" w:rsidRDefault="00947E80" w:rsidP="00F0252B">
      <w:pPr>
        <w:pStyle w:val="Heading3"/>
      </w:pPr>
      <w:bookmarkStart w:id="8" w:name="_Toc49347964"/>
      <w:r>
        <w:t>Data formatting requirements</w:t>
      </w:r>
      <w:bookmarkEnd w:id="7"/>
      <w:bookmarkEnd w:id="8"/>
    </w:p>
    <w:p w14:paraId="3277DB22" w14:textId="77777777" w:rsidR="00597A2B" w:rsidRDefault="00934836" w:rsidP="00934836">
      <w:r>
        <w:t>Raw data files need to adhere to a couple of basic formatting rules to ensure that they can be handled efficiently and uniformly.</w:t>
      </w:r>
    </w:p>
    <w:p w14:paraId="1A551D3D" w14:textId="77777777" w:rsidR="00597A2B" w:rsidRDefault="00597A2B" w:rsidP="00934836"/>
    <w:p w14:paraId="1D0E8F2D" w14:textId="4E4F5C97" w:rsidR="00597A2B" w:rsidRDefault="00934836" w:rsidP="00934836">
      <w:r>
        <w:t xml:space="preserve">First of all, raw data in a single ASCII file has columns representing one single variable, factor or identifier. </w:t>
      </w:r>
      <w:r w:rsidRPr="00597A2B">
        <w:rPr>
          <w:b/>
        </w:rPr>
        <w:t xml:space="preserve">Use underscores </w:t>
      </w:r>
      <w:r w:rsidRPr="00597A2B">
        <w:t>instead of spaces</w:t>
      </w:r>
      <w:r w:rsidRPr="00597A2B">
        <w:rPr>
          <w:b/>
        </w:rPr>
        <w:t xml:space="preserve"> in column names</w:t>
      </w:r>
      <w:r>
        <w:t xml:space="preserve">. </w:t>
      </w:r>
    </w:p>
    <w:p w14:paraId="7BF5C924" w14:textId="76DD262D" w:rsidR="004F368D" w:rsidRDefault="00934836" w:rsidP="00934836">
      <w:r w:rsidRPr="00597A2B">
        <w:rPr>
          <w:b/>
        </w:rPr>
        <w:t>Repeated observations</w:t>
      </w:r>
      <w:r>
        <w:t xml:space="preserve"> on the same object or experimental unit (e.g. yields measured over different seasons) are recorded</w:t>
      </w:r>
      <w:r w:rsidR="004F368D">
        <w:t>:</w:t>
      </w:r>
    </w:p>
    <w:p w14:paraId="394155E9" w14:textId="2DDFA7D3" w:rsidR="004F368D" w:rsidRDefault="004F368D" w:rsidP="004F368D">
      <w:pPr>
        <w:pStyle w:val="ListParagraph"/>
        <w:numPr>
          <w:ilvl w:val="0"/>
          <w:numId w:val="4"/>
        </w:numPr>
      </w:pPr>
      <w:r>
        <w:t xml:space="preserve">in case </w:t>
      </w:r>
      <w:r w:rsidR="007673C7">
        <w:t xml:space="preserve">an ASCII file or </w:t>
      </w:r>
      <w:r>
        <w:t xml:space="preserve">MS-Excel is used, on separate lines </w:t>
      </w:r>
      <w:r w:rsidR="00934836">
        <w:t xml:space="preserve">by adding a row for each observation, repeating all information related to the object and adding a time column to indicate which date- and when required a timepoint the information in a row refers to. </w:t>
      </w:r>
    </w:p>
    <w:p w14:paraId="73EB5843" w14:textId="3128F453" w:rsidR="004F368D" w:rsidRDefault="004F368D" w:rsidP="004F368D">
      <w:pPr>
        <w:pStyle w:val="ListParagraph"/>
        <w:numPr>
          <w:ilvl w:val="0"/>
          <w:numId w:val="4"/>
        </w:numPr>
      </w:pPr>
      <w:r>
        <w:t>In case a Database (e.g. MySQL) is used, as separate records of a Database table storing all information mentioned above.</w:t>
      </w:r>
    </w:p>
    <w:p w14:paraId="15DE3A80" w14:textId="77777777" w:rsidR="00597A2B" w:rsidRDefault="00934836" w:rsidP="004F368D">
      <w:r w:rsidRPr="00597A2B">
        <w:rPr>
          <w:b/>
        </w:rPr>
        <w:t>Dates</w:t>
      </w:r>
      <w:r>
        <w:t xml:space="preserve"> are formatted as </w:t>
      </w:r>
      <w:r w:rsidRPr="00597A2B">
        <w:rPr>
          <w:b/>
        </w:rPr>
        <w:t>YYYYMMDD</w:t>
      </w:r>
      <w:r>
        <w:t xml:space="preserve"> to support sorting</w:t>
      </w:r>
      <w:r w:rsidR="004F368D">
        <w:t xml:space="preserve"> and overcome scripting problems in programming languages</w:t>
      </w:r>
      <w:r>
        <w:t xml:space="preserve">. </w:t>
      </w:r>
    </w:p>
    <w:p w14:paraId="298CDF61" w14:textId="52976A84" w:rsidR="00934836" w:rsidRDefault="00934836" w:rsidP="004F368D">
      <w:r w:rsidRPr="00597A2B">
        <w:rPr>
          <w:b/>
        </w:rPr>
        <w:t>Experimental data</w:t>
      </w:r>
      <w:r>
        <w:t xml:space="preserve"> </w:t>
      </w:r>
      <w:r w:rsidR="009E2407">
        <w:t xml:space="preserve">must </w:t>
      </w:r>
      <w:r>
        <w:t xml:space="preserve">include a location, name of the experiment, treatment, plot, replicate, latitude and longitude, date of observation (etc). </w:t>
      </w:r>
    </w:p>
    <w:p w14:paraId="1C624C61" w14:textId="77777777" w:rsidR="00934836" w:rsidRDefault="00934836" w:rsidP="00934836"/>
    <w:p w14:paraId="0218EB4D" w14:textId="77777777" w:rsidR="00934836" w:rsidRDefault="00934836" w:rsidP="00934836">
      <w:r>
        <w:t xml:space="preserve">Second, numeric variables have the </w:t>
      </w:r>
      <w:r w:rsidRPr="00597A2B">
        <w:rPr>
          <w:b/>
        </w:rPr>
        <w:t>unit added to the variable name, separated by a “$”,</w:t>
      </w:r>
      <w:r>
        <w:t xml:space="preserve"> e.g. Dry_grain_yield$kg_ha.  Use standard (SI) abbreviations for units but avoid special symbols that may cause problems when handling and storing data. Use clear variable names and be consistent, e.g. Fresh_grain_yield$kg_ha, Dry_grain_yield$kg_ha or GrainYield$kgDMha. </w:t>
      </w:r>
    </w:p>
    <w:p w14:paraId="11079615" w14:textId="77777777" w:rsidR="00934836" w:rsidRDefault="00934836" w:rsidP="00934836">
      <w:r>
        <w:t xml:space="preserve"> </w:t>
      </w:r>
      <w:r w:rsidRPr="00114932">
        <w:rPr>
          <w:b/>
          <w:bCs/>
        </w:rPr>
        <w:t xml:space="preserve">Please see the example data downloaded by the helper script to see what </w:t>
      </w:r>
      <w:r>
        <w:rPr>
          <w:b/>
          <w:bCs/>
        </w:rPr>
        <w:t>a data file should</w:t>
      </w:r>
      <w:r w:rsidRPr="00114932">
        <w:rPr>
          <w:b/>
          <w:bCs/>
        </w:rPr>
        <w:t xml:space="preserve"> look like.</w:t>
      </w:r>
    </w:p>
    <w:p w14:paraId="76D5D349" w14:textId="4F969D30" w:rsidR="006555F3" w:rsidRDefault="006555F3" w:rsidP="00F0252B">
      <w:pPr>
        <w:pStyle w:val="Heading3"/>
      </w:pPr>
      <w:bookmarkStart w:id="9" w:name="_Toc43214468"/>
      <w:bookmarkStart w:id="10" w:name="_Toc49347965"/>
      <w:r>
        <w:lastRenderedPageBreak/>
        <w:t>Metadata</w:t>
      </w:r>
      <w:bookmarkEnd w:id="9"/>
      <w:bookmarkEnd w:id="10"/>
    </w:p>
    <w:p w14:paraId="193B3956" w14:textId="3FE07A4C" w:rsidR="006555F3" w:rsidRDefault="006555F3" w:rsidP="006555F3">
      <w:r>
        <w:t>Each raw data file</w:t>
      </w:r>
      <w:r w:rsidR="002B7A69">
        <w:t xml:space="preserve"> </w:t>
      </w:r>
      <w:r>
        <w:t>is linked to a file</w:t>
      </w:r>
      <w:r w:rsidR="00B953FB">
        <w:t xml:space="preserve"> </w:t>
      </w:r>
      <w:r w:rsidR="002B7A69">
        <w:t xml:space="preserve">containing extensive metadata </w:t>
      </w:r>
      <w:r w:rsidR="00B953FB">
        <w:t>(</w:t>
      </w:r>
      <w:r w:rsidR="002B7A69">
        <w:t xml:space="preserve">or in case a Database is used, each raw data table is linked to </w:t>
      </w:r>
      <w:r w:rsidR="00B953FB">
        <w:t>a</w:t>
      </w:r>
      <w:r w:rsidR="002B7A69">
        <w:t xml:space="preserve"> corresponding</w:t>
      </w:r>
      <w:r w:rsidR="00B953FB">
        <w:t xml:space="preserve"> table</w:t>
      </w:r>
      <w:r w:rsidR="002B7A69">
        <w:t xml:space="preserve"> containing the extensive meta-data</w:t>
      </w:r>
      <w:r w:rsidR="00B953FB">
        <w:t>)</w:t>
      </w:r>
      <w:r>
        <w:t xml:space="preserve">. Metadata is meant to provide all information needed to make data usable for others. It includes a data identifier, information on the project and project funding, author and contact information, data type, species or subjects the data refers to, geographic areas and dates covered. </w:t>
      </w:r>
    </w:p>
    <w:p w14:paraId="10136186" w14:textId="77777777" w:rsidR="006555F3" w:rsidRDefault="006555F3" w:rsidP="006555F3"/>
    <w:p w14:paraId="49805A4D" w14:textId="4A9D4CE4" w:rsidR="00E310BC" w:rsidRDefault="00E310BC" w:rsidP="00E310BC">
      <w:pPr>
        <w:pStyle w:val="Heading3"/>
        <w:rPr>
          <w:lang w:val="en-US"/>
        </w:rPr>
      </w:pPr>
      <w:bookmarkStart w:id="11" w:name="_Toc49347966"/>
      <w:bookmarkStart w:id="12" w:name="_Toc43214467"/>
      <w:bookmarkStart w:id="13" w:name="_Toc43214469"/>
      <w:r>
        <w:rPr>
          <w:lang w:val="en-US"/>
        </w:rPr>
        <w:t>Data collection for field surveys</w:t>
      </w:r>
      <w:bookmarkEnd w:id="11"/>
    </w:p>
    <w:p w14:paraId="32961FD8" w14:textId="156191FA" w:rsidR="00E310BC" w:rsidRPr="00056653" w:rsidRDefault="00E310BC" w:rsidP="00E310BC">
      <w:pPr>
        <w:rPr>
          <w:lang w:val="en-US"/>
        </w:rPr>
      </w:pPr>
      <w:r>
        <w:rPr>
          <w:lang w:val="en-US"/>
        </w:rPr>
        <w:t xml:space="preserve">Whenever you’re going to conduct field surveys, </w:t>
      </w:r>
      <w:r w:rsidR="00494D8D">
        <w:rPr>
          <w:lang w:val="en-US"/>
        </w:rPr>
        <w:t xml:space="preserve">we strongly recommend to </w:t>
      </w:r>
      <w:r>
        <w:rPr>
          <w:lang w:val="en-US"/>
        </w:rPr>
        <w:t>use the Open Data Kit (ODK) software</w:t>
      </w:r>
      <w:r w:rsidR="00494D8D">
        <w:rPr>
          <w:lang w:val="en-US"/>
        </w:rPr>
        <w:t xml:space="preserve">. This ODK has been used by many others in our field and is best for ease of data handling and requires the least amount of your time. There are many standard questions and forms available that you may use for your project. You are strongly advised to use those forms and follow generic procedures to allow re-use of interview data. </w:t>
      </w:r>
      <w:r>
        <w:rPr>
          <w:lang w:val="en-US"/>
        </w:rPr>
        <w:t>Please, contact Marcel Lubbers (</w:t>
      </w:r>
      <w:hyperlink r:id="rId11" w:history="1">
        <w:r w:rsidRPr="004C034C">
          <w:rPr>
            <w:rStyle w:val="Hyperlink"/>
            <w:lang w:val="en-US"/>
          </w:rPr>
          <w:t>marcel.lubbers@wur.nl</w:t>
        </w:r>
      </w:hyperlink>
      <w:r>
        <w:rPr>
          <w:lang w:val="en-US"/>
        </w:rPr>
        <w:t>) to get your ODK credentials and consult Joost van Heerwaarden (</w:t>
      </w:r>
      <w:hyperlink r:id="rId12" w:history="1">
        <w:r w:rsidRPr="004C034C">
          <w:rPr>
            <w:rStyle w:val="Hyperlink"/>
            <w:lang w:val="en-US"/>
          </w:rPr>
          <w:t>joost.vanheerwaarden@wur.nl</w:t>
        </w:r>
      </w:hyperlink>
      <w:r>
        <w:rPr>
          <w:lang w:val="en-US"/>
        </w:rPr>
        <w:t>) for advice before creating your own ODK survey forms.</w:t>
      </w:r>
    </w:p>
    <w:p w14:paraId="721DB747" w14:textId="77777777" w:rsidR="0063673B" w:rsidRDefault="0063673B" w:rsidP="000576D3">
      <w:pPr>
        <w:pStyle w:val="Heading3"/>
        <w:rPr>
          <w:lang w:val="en-US"/>
        </w:rPr>
      </w:pPr>
      <w:bookmarkStart w:id="14" w:name="_Toc49347967"/>
    </w:p>
    <w:p w14:paraId="4B299B7E" w14:textId="2CF29A7F" w:rsidR="000576D3" w:rsidRDefault="000576D3" w:rsidP="000576D3">
      <w:pPr>
        <w:pStyle w:val="Heading3"/>
        <w:rPr>
          <w:lang w:val="en-US"/>
        </w:rPr>
      </w:pPr>
      <w:r>
        <w:rPr>
          <w:lang w:val="en-US"/>
        </w:rPr>
        <w:t>Database data</w:t>
      </w:r>
      <w:bookmarkEnd w:id="14"/>
    </w:p>
    <w:p w14:paraId="1646FBB9" w14:textId="5D4F1483" w:rsidR="0063673B" w:rsidRDefault="0063673B" w:rsidP="0063673B">
      <w:pPr>
        <w:rPr>
          <w:lang w:val="en-US"/>
        </w:rPr>
      </w:pPr>
      <w:r>
        <w:rPr>
          <w:lang w:val="en-US"/>
        </w:rPr>
        <w:t xml:space="preserve">Whenever working with a data, it is recommended to create a </w:t>
      </w:r>
      <w:r w:rsidR="008B122E">
        <w:rPr>
          <w:lang w:val="en-US"/>
        </w:rPr>
        <w:t xml:space="preserve">backup </w:t>
      </w:r>
      <w:r w:rsidR="00A82C6F">
        <w:rPr>
          <w:lang w:val="en-US"/>
        </w:rPr>
        <w:t>on a daily base</w:t>
      </w:r>
      <w:r w:rsidR="00F84324">
        <w:rPr>
          <w:lang w:val="en-US"/>
        </w:rPr>
        <w:t xml:space="preserve">. </w:t>
      </w:r>
      <w:r w:rsidR="008B122E">
        <w:rPr>
          <w:lang w:val="en-US"/>
        </w:rPr>
        <w:t xml:space="preserve">For databases that work with the Structured Query Language (SQL), you can create a so-called SQL dump. These SQL databases contain tables with data but also a table structure that allows users to link the separate tables. This SQL dump is in fact a backup of your database, storing all database data as well as the table structure as one ASCII file. </w:t>
      </w:r>
      <w:r w:rsidR="00F84324">
        <w:rPr>
          <w:lang w:val="en-US"/>
        </w:rPr>
        <w:t xml:space="preserve">It is advised to always create a dump </w:t>
      </w:r>
      <w:r w:rsidR="00407C43">
        <w:rPr>
          <w:lang w:val="en-US"/>
        </w:rPr>
        <w:t>before making any changes to your data, so you can restore your database easily if things go wrong!</w:t>
      </w:r>
      <w:r w:rsidR="00F84324">
        <w:rPr>
          <w:lang w:val="en-US"/>
        </w:rPr>
        <w:t xml:space="preserve"> </w:t>
      </w:r>
      <w:r w:rsidR="00407C43">
        <w:rPr>
          <w:lang w:val="en-US"/>
        </w:rPr>
        <w:t xml:space="preserve">The creation </w:t>
      </w:r>
      <w:r w:rsidR="004E4416">
        <w:rPr>
          <w:lang w:val="en-US"/>
        </w:rPr>
        <w:t>of</w:t>
      </w:r>
      <w:r w:rsidR="00407C43">
        <w:rPr>
          <w:lang w:val="en-US"/>
        </w:rPr>
        <w:t xml:space="preserve"> a SQL dump</w:t>
      </w:r>
      <w:r>
        <w:rPr>
          <w:lang w:val="en-US"/>
        </w:rPr>
        <w:t xml:space="preserve"> is supported by all database management systems, e.g. MySQL, MariaDB, SQLite.</w:t>
      </w:r>
      <w:r w:rsidR="00407C43">
        <w:rPr>
          <w:lang w:val="en-US"/>
        </w:rPr>
        <w:t xml:space="preserve"> </w:t>
      </w:r>
    </w:p>
    <w:p w14:paraId="3DD2C486" w14:textId="77777777" w:rsidR="008B122E" w:rsidRDefault="008B122E" w:rsidP="0063673B">
      <w:pPr>
        <w:rPr>
          <w:lang w:val="en-US"/>
        </w:rPr>
      </w:pPr>
    </w:p>
    <w:p w14:paraId="3C33B024" w14:textId="36EF77A5" w:rsidR="0063673B" w:rsidRDefault="00F84324" w:rsidP="0063673B">
      <w:pPr>
        <w:rPr>
          <w:lang w:val="en-US"/>
        </w:rPr>
      </w:pPr>
      <w:r>
        <w:rPr>
          <w:lang w:val="en-US"/>
        </w:rPr>
        <w:t xml:space="preserve">The process to make a dump is relatively easy. For example, </w:t>
      </w:r>
      <w:r w:rsidR="0063673B">
        <w:rPr>
          <w:lang w:val="en-US"/>
        </w:rPr>
        <w:t xml:space="preserve">if you use MySQL </w:t>
      </w:r>
      <w:r>
        <w:rPr>
          <w:lang w:val="en-US"/>
        </w:rPr>
        <w:t xml:space="preserve">software </w:t>
      </w:r>
      <w:r w:rsidR="0063673B">
        <w:rPr>
          <w:lang w:val="en-US"/>
        </w:rPr>
        <w:t xml:space="preserve">as a database management system, you can use the command below to create a SQL dump file: </w:t>
      </w:r>
    </w:p>
    <w:p w14:paraId="479A46F9" w14:textId="77777777" w:rsidR="00F84324" w:rsidRDefault="00F84324" w:rsidP="0063673B">
      <w:pPr>
        <w:rPr>
          <w:lang w:val="en-US"/>
        </w:rPr>
      </w:pPr>
    </w:p>
    <w:p w14:paraId="25F916F1" w14:textId="77777777" w:rsidR="0063673B" w:rsidRPr="005625A0" w:rsidRDefault="0063673B" w:rsidP="0063673B">
      <w:pPr>
        <w:rPr>
          <w:b/>
          <w:bCs/>
          <w:lang w:val="en-US"/>
        </w:rPr>
      </w:pPr>
      <w:r w:rsidRPr="005625A0">
        <w:rPr>
          <w:b/>
          <w:bCs/>
          <w:lang w:val="en-US"/>
        </w:rPr>
        <w:t>mysqldump -u</w:t>
      </w:r>
      <w:r>
        <w:rPr>
          <w:lang w:val="en-US"/>
        </w:rPr>
        <w:t xml:space="preserve"> </w:t>
      </w:r>
      <w:r>
        <w:rPr>
          <w:i/>
          <w:iCs/>
          <w:lang w:val="en-US"/>
        </w:rPr>
        <w:t>username</w:t>
      </w:r>
      <w:r>
        <w:rPr>
          <w:lang w:val="en-US"/>
        </w:rPr>
        <w:t xml:space="preserve"> </w:t>
      </w:r>
      <w:r w:rsidRPr="005625A0">
        <w:rPr>
          <w:b/>
          <w:bCs/>
          <w:lang w:val="en-US"/>
        </w:rPr>
        <w:t>-p</w:t>
      </w:r>
      <w:r>
        <w:rPr>
          <w:lang w:val="en-US"/>
        </w:rPr>
        <w:t xml:space="preserve"> </w:t>
      </w:r>
      <w:r>
        <w:rPr>
          <w:i/>
          <w:iCs/>
          <w:lang w:val="en-US"/>
        </w:rPr>
        <w:t>password</w:t>
      </w:r>
      <w:r>
        <w:rPr>
          <w:lang w:val="en-US"/>
        </w:rPr>
        <w:t xml:space="preserve"> </w:t>
      </w:r>
      <w:r w:rsidRPr="005625A0">
        <w:rPr>
          <w:i/>
          <w:iCs/>
          <w:lang w:val="en-US"/>
        </w:rPr>
        <w:t>database_name</w:t>
      </w:r>
      <w:r>
        <w:rPr>
          <w:lang w:val="en-US"/>
        </w:rPr>
        <w:t xml:space="preserve"> </w:t>
      </w:r>
      <w:r w:rsidRPr="005625A0">
        <w:rPr>
          <w:b/>
          <w:bCs/>
          <w:lang w:val="en-US"/>
        </w:rPr>
        <w:t>&gt;</w:t>
      </w:r>
      <w:r>
        <w:rPr>
          <w:lang w:val="en-US"/>
        </w:rPr>
        <w:t xml:space="preserve"> </w:t>
      </w:r>
      <w:r w:rsidRPr="005625A0">
        <w:rPr>
          <w:i/>
          <w:iCs/>
          <w:lang w:val="en-US"/>
        </w:rPr>
        <w:t>database_name.sql</w:t>
      </w:r>
    </w:p>
    <w:p w14:paraId="4802FA45" w14:textId="77777777" w:rsidR="00F84324" w:rsidRDefault="00F84324" w:rsidP="0063673B">
      <w:pPr>
        <w:rPr>
          <w:lang w:val="en-US"/>
        </w:rPr>
      </w:pPr>
    </w:p>
    <w:p w14:paraId="5E6E855F" w14:textId="63F939E3" w:rsidR="0063673B" w:rsidRDefault="0063673B" w:rsidP="0063673B">
      <w:pPr>
        <w:rPr>
          <w:lang w:val="en-US"/>
        </w:rPr>
      </w:pPr>
      <w:r>
        <w:rPr>
          <w:lang w:val="en-US"/>
        </w:rPr>
        <w:t xml:space="preserve">Where </w:t>
      </w:r>
      <w:r w:rsidRPr="005625A0">
        <w:rPr>
          <w:i/>
          <w:iCs/>
          <w:lang w:val="en-US"/>
        </w:rPr>
        <w:t xml:space="preserve">database_name </w:t>
      </w:r>
      <w:r>
        <w:rPr>
          <w:lang w:val="en-US"/>
        </w:rPr>
        <w:t>is the name of the database for which you want to create the SQL dump file</w:t>
      </w:r>
      <w:r w:rsidR="004E4416">
        <w:rPr>
          <w:lang w:val="en-US"/>
        </w:rPr>
        <w:t>, use “.sql” as the extension of the file</w:t>
      </w:r>
      <w:r w:rsidR="00DA2F11">
        <w:rPr>
          <w:lang w:val="en-US"/>
        </w:rPr>
        <w:t xml:space="preserve"> (this way you can easily recognize a SQL dump file)</w:t>
      </w:r>
      <w:r w:rsidR="004E4416">
        <w:rPr>
          <w:lang w:val="en-US"/>
        </w:rPr>
        <w:t>.</w:t>
      </w:r>
      <w:r w:rsidR="00F84324">
        <w:rPr>
          <w:lang w:val="en-US"/>
        </w:rPr>
        <w:t xml:space="preserve"> Restoring such a SQL dump is also straight-forward, for dumps created with </w:t>
      </w:r>
      <w:r>
        <w:rPr>
          <w:lang w:val="en-US"/>
        </w:rPr>
        <w:t xml:space="preserve">MySQL </w:t>
      </w:r>
      <w:r w:rsidR="00F84324">
        <w:rPr>
          <w:lang w:val="en-US"/>
        </w:rPr>
        <w:t xml:space="preserve">the following </w:t>
      </w:r>
      <w:r>
        <w:rPr>
          <w:lang w:val="en-US"/>
        </w:rPr>
        <w:t>command</w:t>
      </w:r>
      <w:r w:rsidR="00F84324">
        <w:rPr>
          <w:lang w:val="en-US"/>
        </w:rPr>
        <w:t xml:space="preserve"> can be used</w:t>
      </w:r>
      <w:r>
        <w:rPr>
          <w:lang w:val="en-US"/>
        </w:rPr>
        <w:t>:</w:t>
      </w:r>
    </w:p>
    <w:p w14:paraId="00C9D5AD" w14:textId="77777777" w:rsidR="00F84324" w:rsidRDefault="00F84324" w:rsidP="0063673B">
      <w:pPr>
        <w:rPr>
          <w:b/>
          <w:bCs/>
          <w:lang w:val="en-US"/>
        </w:rPr>
      </w:pPr>
    </w:p>
    <w:p w14:paraId="50FF7D4E" w14:textId="7A8CA604" w:rsidR="0063673B" w:rsidRPr="0041516F" w:rsidRDefault="0063673B" w:rsidP="0063673B">
      <w:pPr>
        <w:rPr>
          <w:i/>
          <w:iCs/>
          <w:lang w:val="en-US"/>
        </w:rPr>
      </w:pPr>
      <w:r w:rsidRPr="005625A0">
        <w:rPr>
          <w:b/>
          <w:bCs/>
          <w:lang w:val="en-US"/>
        </w:rPr>
        <w:t>mysql -u</w:t>
      </w:r>
      <w:r>
        <w:rPr>
          <w:lang w:val="en-US"/>
        </w:rPr>
        <w:t xml:space="preserve"> </w:t>
      </w:r>
      <w:r>
        <w:rPr>
          <w:i/>
          <w:iCs/>
          <w:lang w:val="en-US"/>
        </w:rPr>
        <w:t>username</w:t>
      </w:r>
      <w:r>
        <w:rPr>
          <w:lang w:val="en-US"/>
        </w:rPr>
        <w:t xml:space="preserve"> </w:t>
      </w:r>
      <w:r w:rsidRPr="005625A0">
        <w:rPr>
          <w:b/>
          <w:bCs/>
          <w:lang w:val="en-US"/>
        </w:rPr>
        <w:t>-p</w:t>
      </w:r>
      <w:r>
        <w:rPr>
          <w:lang w:val="en-US"/>
        </w:rPr>
        <w:t xml:space="preserve"> </w:t>
      </w:r>
      <w:r>
        <w:rPr>
          <w:i/>
          <w:iCs/>
          <w:lang w:val="en-US"/>
        </w:rPr>
        <w:t>password</w:t>
      </w:r>
      <w:r>
        <w:rPr>
          <w:lang w:val="en-US"/>
        </w:rPr>
        <w:t xml:space="preserve"> </w:t>
      </w:r>
      <w:r w:rsidRPr="005625A0">
        <w:rPr>
          <w:i/>
          <w:iCs/>
          <w:lang w:val="en-US"/>
        </w:rPr>
        <w:t>database_name</w:t>
      </w:r>
      <w:r>
        <w:rPr>
          <w:lang w:val="en-US"/>
        </w:rPr>
        <w:t xml:space="preserve"> </w:t>
      </w:r>
      <w:r>
        <w:rPr>
          <w:b/>
          <w:bCs/>
          <w:lang w:val="en-US"/>
        </w:rPr>
        <w:t>&lt;</w:t>
      </w:r>
      <w:r>
        <w:rPr>
          <w:lang w:val="en-US"/>
        </w:rPr>
        <w:t xml:space="preserve"> </w:t>
      </w:r>
      <w:r w:rsidRPr="005625A0">
        <w:rPr>
          <w:i/>
          <w:iCs/>
          <w:lang w:val="en-US"/>
        </w:rPr>
        <w:t>database_name.sql</w:t>
      </w:r>
    </w:p>
    <w:p w14:paraId="509A5131" w14:textId="5A1708D1" w:rsidR="000576D3" w:rsidRDefault="000576D3" w:rsidP="000576D3">
      <w:pPr>
        <w:rPr>
          <w:lang w:val="en-US"/>
        </w:rPr>
      </w:pPr>
    </w:p>
    <w:p w14:paraId="755FE2CC" w14:textId="77777777" w:rsidR="00F84324" w:rsidRPr="000576D3" w:rsidRDefault="00F84324" w:rsidP="000576D3">
      <w:pPr>
        <w:rPr>
          <w:lang w:val="en-US"/>
        </w:rPr>
      </w:pPr>
    </w:p>
    <w:p w14:paraId="5E293A82" w14:textId="4450717E" w:rsidR="007730BE" w:rsidRPr="009435A2" w:rsidRDefault="007730BE" w:rsidP="00F0252B">
      <w:pPr>
        <w:pStyle w:val="Heading3"/>
        <w:rPr>
          <w:lang w:val="en-US"/>
        </w:rPr>
      </w:pPr>
      <w:bookmarkStart w:id="15" w:name="_Toc49347968"/>
      <w:r>
        <w:rPr>
          <w:lang w:val="en-US"/>
        </w:rPr>
        <w:t>Long term storage of research data</w:t>
      </w:r>
      <w:bookmarkEnd w:id="15"/>
    </w:p>
    <w:p w14:paraId="6EB674C6" w14:textId="77777777" w:rsidR="007730BE" w:rsidRDefault="007730BE" w:rsidP="007730BE">
      <w:r>
        <w:rPr>
          <w:lang w:val="en-US"/>
        </w:rPr>
        <w:t>4TU (</w:t>
      </w:r>
      <w:r w:rsidRPr="009435A2">
        <w:t xml:space="preserve">an initiative of </w:t>
      </w:r>
      <w:r>
        <w:rPr>
          <w:lang w:val="en-US"/>
        </w:rPr>
        <w:t>four</w:t>
      </w:r>
      <w:r w:rsidRPr="009435A2">
        <w:t xml:space="preserve"> technical universities, namely Eindhoven, Delft</w:t>
      </w:r>
      <w:r>
        <w:rPr>
          <w:lang w:val="en-US"/>
        </w:rPr>
        <w:t>,</w:t>
      </w:r>
      <w:r w:rsidRPr="009435A2">
        <w:t xml:space="preserve"> Twente</w:t>
      </w:r>
      <w:r>
        <w:rPr>
          <w:lang w:val="en-US"/>
        </w:rPr>
        <w:t xml:space="preserve"> and Wageningen) and DANS-Easy (Data Archiving and Networked Services) </w:t>
      </w:r>
      <w:r w:rsidRPr="009435A2">
        <w:t>offer researchers a trusted long-term archive for storing and reusing research data</w:t>
      </w:r>
      <w:r>
        <w:rPr>
          <w:lang w:val="en-US"/>
        </w:rPr>
        <w:t>.</w:t>
      </w:r>
      <w:r w:rsidRPr="009435A2">
        <w:t xml:space="preserve"> </w:t>
      </w:r>
    </w:p>
    <w:p w14:paraId="4646C911" w14:textId="34E220AA" w:rsidR="00B12050" w:rsidRDefault="007730BE" w:rsidP="00B12050">
      <w:pPr>
        <w:rPr>
          <w:lang w:val="en-US"/>
        </w:rPr>
      </w:pPr>
      <w:r>
        <w:rPr>
          <w:lang w:val="en-US"/>
        </w:rPr>
        <w:t>For the work done at PPS the use of 4TU is more appropriate</w:t>
      </w:r>
      <w:r w:rsidR="00F84324">
        <w:rPr>
          <w:lang w:val="en-US"/>
        </w:rPr>
        <w:t xml:space="preserve"> than DANS-Easy</w:t>
      </w:r>
      <w:r>
        <w:rPr>
          <w:lang w:val="en-US"/>
        </w:rPr>
        <w:t xml:space="preserve">, </w:t>
      </w:r>
      <w:r w:rsidR="00F84324">
        <w:rPr>
          <w:lang w:val="en-US"/>
        </w:rPr>
        <w:t xml:space="preserve">as this archive is </w:t>
      </w:r>
      <w:r>
        <w:rPr>
          <w:lang w:val="en-US"/>
        </w:rPr>
        <w:t>focusing on</w:t>
      </w:r>
      <w:r w:rsidRPr="009435A2">
        <w:t xml:space="preserve"> the technical sciences</w:t>
      </w:r>
      <w:r>
        <w:rPr>
          <w:lang w:val="en-US"/>
        </w:rPr>
        <w:t xml:space="preserve">. </w:t>
      </w:r>
      <w:r w:rsidR="00F84324">
        <w:rPr>
          <w:lang w:val="en-US"/>
        </w:rPr>
        <w:t>Please ensure to c</w:t>
      </w:r>
      <w:r>
        <w:rPr>
          <w:lang w:val="en-US"/>
        </w:rPr>
        <w:t xml:space="preserve">omply with the privacy </w:t>
      </w:r>
      <w:r>
        <w:rPr>
          <w:lang w:val="en-US"/>
        </w:rPr>
        <w:lastRenderedPageBreak/>
        <w:t>legislation when sharing data!</w:t>
      </w:r>
      <w:r w:rsidR="00494D8D">
        <w:rPr>
          <w:lang w:val="en-US"/>
        </w:rPr>
        <w:t xml:space="preserve"> </w:t>
      </w:r>
      <w:r w:rsidR="00597A2B">
        <w:rPr>
          <w:lang w:val="en-US"/>
        </w:rPr>
        <w:t>W</w:t>
      </w:r>
      <w:r w:rsidR="00B12050">
        <w:rPr>
          <w:lang w:val="en-US"/>
        </w:rPr>
        <w:t>henever possible</w:t>
      </w:r>
      <w:r w:rsidR="00597A2B">
        <w:rPr>
          <w:lang w:val="en-US"/>
        </w:rPr>
        <w:t>, it is best to archive your data</w:t>
      </w:r>
      <w:r w:rsidR="00B12050">
        <w:rPr>
          <w:lang w:val="en-US"/>
        </w:rPr>
        <w:t xml:space="preserve"> as an ASCII file. </w:t>
      </w:r>
      <w:r w:rsidR="00367847">
        <w:rPr>
          <w:lang w:val="en-US"/>
        </w:rPr>
        <w:t xml:space="preserve">For databases, </w:t>
      </w:r>
      <w:r w:rsidR="00752CFA">
        <w:rPr>
          <w:lang w:val="en-US"/>
        </w:rPr>
        <w:t>besides a</w:t>
      </w:r>
      <w:r w:rsidR="00344E70">
        <w:rPr>
          <w:lang w:val="en-US"/>
        </w:rPr>
        <w:t>n</w:t>
      </w:r>
      <w:r w:rsidR="00752CFA">
        <w:rPr>
          <w:lang w:val="en-US"/>
        </w:rPr>
        <w:t xml:space="preserve"> ASCII file for all data stored in tables, </w:t>
      </w:r>
      <w:r w:rsidR="00367847">
        <w:rPr>
          <w:lang w:val="en-US"/>
        </w:rPr>
        <w:t>include a SQL dump</w:t>
      </w:r>
      <w:r w:rsidR="0063673B">
        <w:rPr>
          <w:lang w:val="en-US"/>
        </w:rPr>
        <w:t xml:space="preserve"> (see </w:t>
      </w:r>
      <w:r w:rsidR="0063673B" w:rsidRPr="0063673B">
        <w:rPr>
          <w:i/>
          <w:iCs/>
          <w:lang w:val="en-US"/>
        </w:rPr>
        <w:t>database data</w:t>
      </w:r>
      <w:r w:rsidR="0063673B">
        <w:rPr>
          <w:lang w:val="en-US"/>
        </w:rPr>
        <w:t xml:space="preserve"> section for clarification)</w:t>
      </w:r>
      <w:r w:rsidR="00367847">
        <w:rPr>
          <w:lang w:val="en-US"/>
        </w:rPr>
        <w:t>.</w:t>
      </w:r>
    </w:p>
    <w:p w14:paraId="2373040F" w14:textId="274C4AE6" w:rsidR="00B12050" w:rsidRDefault="00B12050" w:rsidP="00B12050">
      <w:pPr>
        <w:rPr>
          <w:lang w:val="en-US"/>
        </w:rPr>
      </w:pPr>
      <w:r>
        <w:rPr>
          <w:lang w:val="en-US"/>
        </w:rPr>
        <w:t xml:space="preserve">If data formats can’t be stored as ASCII file (e.g. </w:t>
      </w:r>
      <w:r w:rsidR="008B122E">
        <w:rPr>
          <w:lang w:val="en-US"/>
        </w:rPr>
        <w:t>geographical data or geodatabases including gridded files (g</w:t>
      </w:r>
      <w:r>
        <w:rPr>
          <w:lang w:val="en-US"/>
        </w:rPr>
        <w:t>eotiffs</w:t>
      </w:r>
      <w:r w:rsidR="00344E70">
        <w:rPr>
          <w:lang w:val="en-US"/>
        </w:rPr>
        <w:t>,</w:t>
      </w:r>
      <w:r w:rsidR="008B122E">
        <w:rPr>
          <w:lang w:val="en-US"/>
        </w:rPr>
        <w:t xml:space="preserve"> etc</w:t>
      </w:r>
      <w:r w:rsidR="00344E70">
        <w:rPr>
          <w:lang w:val="en-US"/>
        </w:rPr>
        <w:t>.</w:t>
      </w:r>
      <w:r w:rsidR="008B122E">
        <w:rPr>
          <w:lang w:val="en-US"/>
        </w:rPr>
        <w:t xml:space="preserve">) or vector files (ESRI’s </w:t>
      </w:r>
      <w:r>
        <w:rPr>
          <w:lang w:val="en-US"/>
        </w:rPr>
        <w:t>shapefiles, etc.), store these as they are.</w:t>
      </w:r>
    </w:p>
    <w:p w14:paraId="3C291FCC" w14:textId="77777777" w:rsidR="00B12050" w:rsidRPr="008B122E" w:rsidRDefault="00B12050" w:rsidP="00B12050">
      <w:pPr>
        <w:rPr>
          <w:lang w:val="en-US"/>
        </w:rPr>
      </w:pPr>
    </w:p>
    <w:p w14:paraId="14752F5C" w14:textId="77777777" w:rsidR="00C27900" w:rsidRDefault="00C27900" w:rsidP="00C27900">
      <w:pPr>
        <w:pStyle w:val="Heading3"/>
        <w:rPr>
          <w:lang w:val="en-US"/>
        </w:rPr>
      </w:pPr>
      <w:bookmarkStart w:id="16" w:name="_Toc49347969"/>
      <w:r>
        <w:rPr>
          <w:lang w:val="en-US"/>
        </w:rPr>
        <w:t>Digital Object Identifier (DOI)</w:t>
      </w:r>
      <w:bookmarkEnd w:id="16"/>
    </w:p>
    <w:p w14:paraId="6EA68F25" w14:textId="67F72662" w:rsidR="00C27900" w:rsidRDefault="00FF103C" w:rsidP="00C27900">
      <w:pPr>
        <w:rPr>
          <w:lang w:val="en-US"/>
        </w:rPr>
      </w:pPr>
      <w:r>
        <w:rPr>
          <w:lang w:val="en-US"/>
        </w:rPr>
        <w:t xml:space="preserve">When sharing datasets to the public, </w:t>
      </w:r>
      <w:r w:rsidR="003E5FE8">
        <w:rPr>
          <w:lang w:val="en-US"/>
        </w:rPr>
        <w:t xml:space="preserve">we </w:t>
      </w:r>
      <w:r w:rsidRPr="008B122E">
        <w:rPr>
          <w:lang w:val="en-US"/>
        </w:rPr>
        <w:t>advis</w:t>
      </w:r>
      <w:r w:rsidR="003E5FE8">
        <w:rPr>
          <w:lang w:val="en-US"/>
        </w:rPr>
        <w:t xml:space="preserve">e </w:t>
      </w:r>
      <w:r>
        <w:rPr>
          <w:lang w:val="en-US"/>
        </w:rPr>
        <w:t>to associate it</w:t>
      </w:r>
      <w:r w:rsidR="00C27900">
        <w:rPr>
          <w:lang w:val="en-US"/>
        </w:rPr>
        <w:t xml:space="preserve"> </w:t>
      </w:r>
      <w:r>
        <w:rPr>
          <w:lang w:val="en-US"/>
        </w:rPr>
        <w:t xml:space="preserve">with </w:t>
      </w:r>
      <w:r w:rsidR="00C27900">
        <w:rPr>
          <w:lang w:val="en-US"/>
        </w:rPr>
        <w:t xml:space="preserve">a so-called </w:t>
      </w:r>
      <w:r w:rsidR="00C27900" w:rsidRPr="00F22B7D">
        <w:rPr>
          <w:b/>
          <w:bCs/>
        </w:rPr>
        <w:t>d</w:t>
      </w:r>
      <w:r w:rsidR="00C27900" w:rsidRPr="009B091B">
        <w:t>igital</w:t>
      </w:r>
      <w:r w:rsidR="00C27900" w:rsidRPr="00F22B7D">
        <w:rPr>
          <w:b/>
          <w:bCs/>
        </w:rPr>
        <w:t xml:space="preserve"> o</w:t>
      </w:r>
      <w:r w:rsidR="00C27900" w:rsidRPr="009B091B">
        <w:t>bject</w:t>
      </w:r>
      <w:r w:rsidR="00C27900" w:rsidRPr="00F22B7D">
        <w:rPr>
          <w:b/>
          <w:bCs/>
        </w:rPr>
        <w:t xml:space="preserve"> i</w:t>
      </w:r>
      <w:r w:rsidR="00C27900" w:rsidRPr="009B091B">
        <w:t>dentifier</w:t>
      </w:r>
      <w:r w:rsidR="00FC08D0">
        <w:t>, to identify it permanently</w:t>
      </w:r>
      <w:r>
        <w:rPr>
          <w:lang w:val="en-US"/>
        </w:rPr>
        <w:t xml:space="preserve">. </w:t>
      </w:r>
      <w:r w:rsidR="00C27900">
        <w:rPr>
          <w:lang w:val="en-US"/>
        </w:rPr>
        <w:t xml:space="preserve"> </w:t>
      </w:r>
      <w:r w:rsidR="00FC08D0" w:rsidRPr="00FC08D0">
        <w:t xml:space="preserve">Once </w:t>
      </w:r>
      <w:r w:rsidR="00FC08D0">
        <w:rPr>
          <w:lang w:val="en-US"/>
        </w:rPr>
        <w:t xml:space="preserve">the </w:t>
      </w:r>
      <w:r w:rsidR="00FC08D0" w:rsidRPr="00FC08D0">
        <w:t xml:space="preserve">DOI </w:t>
      </w:r>
      <w:r w:rsidR="00FC08D0">
        <w:rPr>
          <w:lang w:val="en-US"/>
        </w:rPr>
        <w:t>is</w:t>
      </w:r>
      <w:r w:rsidR="00FC08D0" w:rsidRPr="00FC08D0">
        <w:t xml:space="preserve"> allocated, </w:t>
      </w:r>
      <w:r w:rsidR="00FC08D0">
        <w:rPr>
          <w:lang w:val="en-US"/>
        </w:rPr>
        <w:t>it</w:t>
      </w:r>
      <w:r w:rsidR="00FC08D0" w:rsidRPr="00FC08D0">
        <w:t xml:space="preserve"> never change</w:t>
      </w:r>
      <w:r w:rsidR="00FC08D0">
        <w:rPr>
          <w:lang w:val="en-US"/>
        </w:rPr>
        <w:t>s</w:t>
      </w:r>
      <w:r w:rsidR="00FC08D0" w:rsidRPr="00FC08D0">
        <w:t xml:space="preserve"> for that </w:t>
      </w:r>
      <w:r w:rsidR="00FC08D0">
        <w:rPr>
          <w:lang w:val="en-US"/>
        </w:rPr>
        <w:t>dataset</w:t>
      </w:r>
      <w:r w:rsidR="00FC08D0" w:rsidRPr="00FC08D0">
        <w:t xml:space="preserve">. That means items allocated </w:t>
      </w:r>
      <w:r w:rsidR="00FC08D0">
        <w:rPr>
          <w:lang w:val="en-US"/>
        </w:rPr>
        <w:t xml:space="preserve">with </w:t>
      </w:r>
      <w:r w:rsidR="00FC08D0" w:rsidRPr="00FC08D0">
        <w:t xml:space="preserve">a DOI can be </w:t>
      </w:r>
      <w:r w:rsidR="003E5FE8">
        <w:t xml:space="preserve">more </w:t>
      </w:r>
      <w:r w:rsidR="00FC08D0" w:rsidRPr="00FC08D0">
        <w:t>easily found</w:t>
      </w:r>
      <w:r w:rsidR="003E5FE8">
        <w:t xml:space="preserve"> and </w:t>
      </w:r>
      <w:r w:rsidR="00827A21">
        <w:rPr>
          <w:lang w:val="en-US"/>
        </w:rPr>
        <w:t>a</w:t>
      </w:r>
      <w:r w:rsidR="00FC08D0" w:rsidRPr="00FC08D0">
        <w:t xml:space="preserve">nyone looking for </w:t>
      </w:r>
      <w:r w:rsidR="003E5FE8">
        <w:t xml:space="preserve">a specific </w:t>
      </w:r>
      <w:r w:rsidR="00FC08D0">
        <w:rPr>
          <w:lang w:val="en-US"/>
        </w:rPr>
        <w:t>dataset</w:t>
      </w:r>
      <w:r w:rsidR="00FC08D0" w:rsidRPr="00FC08D0">
        <w:t xml:space="preserve"> can be sure they have found the correct material</w:t>
      </w:r>
      <w:r w:rsidR="00827A21">
        <w:rPr>
          <w:lang w:val="en-US"/>
        </w:rPr>
        <w:t>.</w:t>
      </w:r>
      <w:r w:rsidR="003E5FE8">
        <w:rPr>
          <w:lang w:val="en-US"/>
        </w:rPr>
        <w:t xml:space="preserve"> </w:t>
      </w:r>
      <w:r w:rsidR="00827A21" w:rsidRPr="00827A21">
        <w:t>DOIs are an ISO standard (ISO 26324-2012)</w:t>
      </w:r>
      <w:r w:rsidR="00827A21">
        <w:rPr>
          <w:lang w:val="en-US"/>
        </w:rPr>
        <w:t xml:space="preserve"> and</w:t>
      </w:r>
      <w:r w:rsidR="00827A21" w:rsidRPr="00827A21">
        <w:t xml:space="preserve"> are unique worldwide. </w:t>
      </w:r>
      <w:r w:rsidR="00FC08D0" w:rsidRPr="00FC08D0">
        <w:t xml:space="preserve"> </w:t>
      </w:r>
      <w:r w:rsidR="00FE5313">
        <w:rPr>
          <w:lang w:val="en-US"/>
        </w:rPr>
        <w:t xml:space="preserve">You can </w:t>
      </w:r>
      <w:r w:rsidR="00C27900">
        <w:rPr>
          <w:lang w:val="en-US"/>
        </w:rPr>
        <w:t>contact the WUR library to get one</w:t>
      </w:r>
      <w:r w:rsidR="00827A21">
        <w:rPr>
          <w:lang w:val="en-US"/>
        </w:rPr>
        <w:t xml:space="preserve"> for your dataset</w:t>
      </w:r>
      <w:r w:rsidR="00C27900">
        <w:rPr>
          <w:lang w:val="en-US"/>
        </w:rPr>
        <w:t>!</w:t>
      </w:r>
    </w:p>
    <w:p w14:paraId="1BB678AE" w14:textId="0675DC5E" w:rsidR="00F0252B" w:rsidRDefault="00F0252B" w:rsidP="0025518B">
      <w:pPr>
        <w:pStyle w:val="Heading1"/>
      </w:pPr>
      <w:bookmarkStart w:id="17" w:name="_Toc49347970"/>
      <w:r>
        <w:t xml:space="preserve">Data privacy </w:t>
      </w:r>
      <w:r w:rsidRPr="003814BA">
        <w:t>issues</w:t>
      </w:r>
      <w:bookmarkEnd w:id="17"/>
    </w:p>
    <w:p w14:paraId="42406CA0" w14:textId="77777777" w:rsidR="00F0252B" w:rsidRDefault="00F0252B" w:rsidP="00F0252B"/>
    <w:p w14:paraId="3C93FF8E" w14:textId="77777777" w:rsidR="00F0252B" w:rsidRDefault="00F0252B" w:rsidP="00F0252B">
      <w:pPr>
        <w:pStyle w:val="Heading3"/>
      </w:pPr>
      <w:bookmarkStart w:id="18" w:name="_Toc49347971"/>
      <w:r>
        <w:t>Privacy legislation</w:t>
      </w:r>
      <w:bookmarkEnd w:id="18"/>
    </w:p>
    <w:p w14:paraId="1BD6E705" w14:textId="40DAF65E" w:rsidR="00F0252B" w:rsidRDefault="007A3BDD" w:rsidP="004111B3">
      <w:pPr>
        <w:rPr>
          <w:lang w:val="en-US"/>
        </w:rPr>
      </w:pPr>
      <w:r>
        <w:rPr>
          <w:lang w:val="en-US"/>
        </w:rPr>
        <w:t>P</w:t>
      </w:r>
      <w:r w:rsidR="00F0252B">
        <w:rPr>
          <w:lang w:val="en-US"/>
        </w:rPr>
        <w:t>rivate data, photo or movie</w:t>
      </w:r>
      <w:r>
        <w:rPr>
          <w:lang w:val="en-US"/>
        </w:rPr>
        <w:t>s</w:t>
      </w:r>
      <w:r w:rsidR="00F0252B">
        <w:rPr>
          <w:lang w:val="en-US"/>
        </w:rPr>
        <w:t xml:space="preserve"> can</w:t>
      </w:r>
      <w:r>
        <w:rPr>
          <w:lang w:val="en-US"/>
        </w:rPr>
        <w:t>not</w:t>
      </w:r>
      <w:r w:rsidR="00F0252B">
        <w:rPr>
          <w:lang w:val="en-US"/>
        </w:rPr>
        <w:t xml:space="preserve"> be shared publicly without consent of the person(s) involved.</w:t>
      </w:r>
      <w:r>
        <w:rPr>
          <w:lang w:val="en-US"/>
        </w:rPr>
        <w:t xml:space="preserve"> Please respect the </w:t>
      </w:r>
      <w:hyperlink r:id="rId13" w:history="1">
        <w:r w:rsidR="00521E9F" w:rsidRPr="007C1AD9">
          <w:rPr>
            <w:rStyle w:val="Hyperlink"/>
            <w:lang w:val="en-US"/>
          </w:rPr>
          <w:t>privacy legislation</w:t>
        </w:r>
      </w:hyperlink>
      <w:r>
        <w:rPr>
          <w:lang w:val="en-US"/>
        </w:rPr>
        <w:t>, also to prevent fines.</w:t>
      </w:r>
      <w:r w:rsidR="003E5FE8">
        <w:rPr>
          <w:lang w:val="en-US"/>
        </w:rPr>
        <w:t xml:space="preserve"> </w:t>
      </w:r>
      <w:r w:rsidR="00F0252B">
        <w:rPr>
          <w:lang w:val="en-US"/>
        </w:rPr>
        <w:t xml:space="preserve">This often means that two datasets need to be created, one complete dataset and </w:t>
      </w:r>
      <w:r w:rsidR="00F0252B" w:rsidRPr="00415D98">
        <w:rPr>
          <w:lang w:val="en-US"/>
        </w:rPr>
        <w:t>an anonymi</w:t>
      </w:r>
      <w:r w:rsidR="00D84F32">
        <w:rPr>
          <w:lang w:val="en-US"/>
        </w:rPr>
        <w:t>z</w:t>
      </w:r>
      <w:r w:rsidR="00F0252B" w:rsidRPr="00415D98">
        <w:rPr>
          <w:lang w:val="en-US"/>
        </w:rPr>
        <w:t xml:space="preserve">ed </w:t>
      </w:r>
      <w:r w:rsidR="00F0252B">
        <w:rPr>
          <w:lang w:val="en-US"/>
        </w:rPr>
        <w:t xml:space="preserve">dataset (excluding all traces to private information, e.g. names, phone numbers, e-mail addresses, GPS coordinates, etc.). </w:t>
      </w:r>
      <w:r w:rsidR="003E5FE8">
        <w:rPr>
          <w:lang w:val="en-US"/>
        </w:rPr>
        <w:t xml:space="preserve">Only </w:t>
      </w:r>
      <w:r w:rsidR="004111B3">
        <w:rPr>
          <w:lang w:val="en-US"/>
        </w:rPr>
        <w:t xml:space="preserve">completely the </w:t>
      </w:r>
      <w:r w:rsidR="003E5FE8">
        <w:rPr>
          <w:lang w:val="en-US"/>
        </w:rPr>
        <w:t xml:space="preserve">anonymized dataset </w:t>
      </w:r>
      <w:r w:rsidR="004111B3">
        <w:rPr>
          <w:lang w:val="en-US"/>
        </w:rPr>
        <w:t xml:space="preserve">may </w:t>
      </w:r>
      <w:r w:rsidR="00F0252B">
        <w:rPr>
          <w:lang w:val="en-US"/>
        </w:rPr>
        <w:t xml:space="preserve">be shared </w:t>
      </w:r>
      <w:r w:rsidR="003E5FE8">
        <w:rPr>
          <w:lang w:val="en-US"/>
        </w:rPr>
        <w:t xml:space="preserve">with a wider </w:t>
      </w:r>
      <w:r w:rsidR="00F0252B">
        <w:rPr>
          <w:lang w:val="en-US"/>
        </w:rPr>
        <w:t>public</w:t>
      </w:r>
      <w:r w:rsidR="003E5FE8">
        <w:rPr>
          <w:lang w:val="en-US"/>
        </w:rPr>
        <w:t xml:space="preserve">, sharing of </w:t>
      </w:r>
      <w:r w:rsidR="00F0252B">
        <w:rPr>
          <w:lang w:val="en-US"/>
        </w:rPr>
        <w:t xml:space="preserve">the complete dataset </w:t>
      </w:r>
      <w:r w:rsidR="003E5FE8">
        <w:rPr>
          <w:lang w:val="en-US"/>
        </w:rPr>
        <w:t xml:space="preserve">is </w:t>
      </w:r>
      <w:r w:rsidR="004111B3">
        <w:rPr>
          <w:lang w:val="en-US"/>
        </w:rPr>
        <w:t>(often) il</w:t>
      </w:r>
      <w:r w:rsidR="003E5FE8">
        <w:rPr>
          <w:lang w:val="en-US"/>
        </w:rPr>
        <w:t xml:space="preserve">legal </w:t>
      </w:r>
      <w:r w:rsidR="00F0252B">
        <w:rPr>
          <w:lang w:val="en-US"/>
        </w:rPr>
        <w:t>with</w:t>
      </w:r>
      <w:r w:rsidR="004111B3">
        <w:rPr>
          <w:lang w:val="en-US"/>
        </w:rPr>
        <w:t>out</w:t>
      </w:r>
      <w:r w:rsidR="00F0252B">
        <w:rPr>
          <w:lang w:val="en-US"/>
        </w:rPr>
        <w:t xml:space="preserve"> </w:t>
      </w:r>
      <w:r w:rsidR="003E5FE8">
        <w:rPr>
          <w:lang w:val="en-US"/>
        </w:rPr>
        <w:t xml:space="preserve">a formal agreement </w:t>
      </w:r>
      <w:r w:rsidR="004111B3">
        <w:rPr>
          <w:lang w:val="en-US"/>
        </w:rPr>
        <w:t xml:space="preserve">that requires </w:t>
      </w:r>
      <w:r w:rsidR="003E5FE8">
        <w:rPr>
          <w:lang w:val="en-US"/>
        </w:rPr>
        <w:t xml:space="preserve">appropriate legal </w:t>
      </w:r>
      <w:r w:rsidR="004111B3">
        <w:rPr>
          <w:lang w:val="en-US"/>
        </w:rPr>
        <w:t xml:space="preserve">procedures and </w:t>
      </w:r>
      <w:r w:rsidR="003E5FE8">
        <w:rPr>
          <w:lang w:val="en-US"/>
        </w:rPr>
        <w:t xml:space="preserve">approval. Note that strict regulations apply and follow the appropriate procedures. </w:t>
      </w:r>
      <w:r w:rsidR="004111B3">
        <w:rPr>
          <w:lang w:val="en-US"/>
        </w:rPr>
        <w:t xml:space="preserve"> </w:t>
      </w:r>
    </w:p>
    <w:p w14:paraId="12675462" w14:textId="77777777" w:rsidR="00F84324" w:rsidRDefault="00F84324" w:rsidP="00F0252B">
      <w:pPr>
        <w:rPr>
          <w:lang w:val="en-US"/>
        </w:rPr>
      </w:pPr>
    </w:p>
    <w:p w14:paraId="4F8EE429" w14:textId="77777777" w:rsidR="00F0252B" w:rsidRDefault="00F0252B" w:rsidP="00F0252B">
      <w:pPr>
        <w:pStyle w:val="Heading3"/>
      </w:pPr>
      <w:bookmarkStart w:id="19" w:name="_Toc49347972"/>
      <w:r>
        <w:t>Privacy officer</w:t>
      </w:r>
      <w:bookmarkEnd w:id="19"/>
    </w:p>
    <w:p w14:paraId="37D3E58B" w14:textId="61312AFA" w:rsidR="00F0252B" w:rsidRPr="00AC619D" w:rsidRDefault="00F0252B" w:rsidP="00F0252B">
      <w:r w:rsidRPr="009A52C6">
        <w:t xml:space="preserve">Many (internationally/EU) funded research projects that involve surveys, pilots or other human participants deal with personal data. As it is quite complicated to fill in all the required deliverables and statements on data protection on time, </w:t>
      </w:r>
      <w:r w:rsidR="007A3BDD">
        <w:t>We</w:t>
      </w:r>
      <w:r w:rsidRPr="009A52C6">
        <w:t xml:space="preserve"> recommend contacting our local privacy officer</w:t>
      </w:r>
      <w:r>
        <w:rPr>
          <w:lang w:val="en-US"/>
        </w:rPr>
        <w:t>, Joan Schrijvers (</w:t>
      </w:r>
      <w:hyperlink r:id="rId14" w:history="1">
        <w:r w:rsidRPr="004C034C">
          <w:rPr>
            <w:rStyle w:val="Hyperlink"/>
            <w:lang w:val="en-US"/>
          </w:rPr>
          <w:t>joan.schrijvers@wur.nl</w:t>
        </w:r>
      </w:hyperlink>
      <w:r>
        <w:rPr>
          <w:lang w:val="en-US"/>
        </w:rPr>
        <w:t>)</w:t>
      </w:r>
      <w:r w:rsidRPr="009A52C6">
        <w:t xml:space="preserve">. </w:t>
      </w:r>
      <w:r>
        <w:rPr>
          <w:lang w:val="en-US"/>
        </w:rPr>
        <w:t>She</w:t>
      </w:r>
      <w:r w:rsidRPr="009A52C6">
        <w:t xml:space="preserve"> can guide you through the process and help with filling in the required forms and deliverables. You can also always ask </w:t>
      </w:r>
      <w:r>
        <w:rPr>
          <w:lang w:val="en-US"/>
        </w:rPr>
        <w:t>her</w:t>
      </w:r>
      <w:r w:rsidRPr="009A52C6">
        <w:t xml:space="preserve"> for help w</w:t>
      </w:r>
      <w:r>
        <w:rPr>
          <w:lang w:val="en-US"/>
        </w:rPr>
        <w:t>hen</w:t>
      </w:r>
      <w:r w:rsidRPr="009A52C6">
        <w:t xml:space="preserve"> creating consent forms for surveys, since these </w:t>
      </w:r>
      <w:r w:rsidR="00F84324">
        <w:t xml:space="preserve">can </w:t>
      </w:r>
      <w:r w:rsidRPr="009A52C6">
        <w:t>be complicated as well.</w:t>
      </w:r>
    </w:p>
    <w:p w14:paraId="627557EF" w14:textId="77777777" w:rsidR="00344359" w:rsidRDefault="00344359" w:rsidP="0025518B">
      <w:pPr>
        <w:pStyle w:val="Heading1"/>
        <w:rPr>
          <w:lang w:val="en-US"/>
        </w:rPr>
      </w:pPr>
      <w:bookmarkStart w:id="20" w:name="_Toc49347973"/>
      <w:r>
        <w:rPr>
          <w:lang w:val="en-US"/>
        </w:rPr>
        <w:t>Websites</w:t>
      </w:r>
      <w:bookmarkEnd w:id="20"/>
    </w:p>
    <w:p w14:paraId="4ABB5AF1" w14:textId="77777777" w:rsidR="00344359" w:rsidRPr="00562163" w:rsidRDefault="00344359" w:rsidP="00344359">
      <w:pPr>
        <w:rPr>
          <w:lang w:val="en-US"/>
        </w:rPr>
      </w:pPr>
    </w:p>
    <w:p w14:paraId="109CB7B4" w14:textId="77777777" w:rsidR="00344359" w:rsidRDefault="00344359" w:rsidP="00344359">
      <w:pPr>
        <w:pStyle w:val="Heading3"/>
        <w:rPr>
          <w:lang w:val="en-US"/>
        </w:rPr>
      </w:pPr>
      <w:bookmarkStart w:id="21" w:name="_Toc49347974"/>
      <w:r>
        <w:rPr>
          <w:lang w:val="en-US"/>
        </w:rPr>
        <w:t>PhD website</w:t>
      </w:r>
      <w:bookmarkEnd w:id="21"/>
    </w:p>
    <w:p w14:paraId="67403A4C" w14:textId="69796164" w:rsidR="00344359" w:rsidRDefault="00344359" w:rsidP="00344359">
      <w:pPr>
        <w:rPr>
          <w:lang w:val="en-US"/>
        </w:rPr>
      </w:pPr>
      <w:r>
        <w:rPr>
          <w:lang w:val="en-US"/>
        </w:rPr>
        <w:t xml:space="preserve">Especially for PhD students at PPS, a website was developed to store your final version of each thesis chapter, including the corresponding datasets, as well as your Data Management Plan. </w:t>
      </w:r>
      <w:r w:rsidR="007A3BDD">
        <w:rPr>
          <w:lang w:val="en-US"/>
        </w:rPr>
        <w:t>The DMP</w:t>
      </w:r>
      <w:r>
        <w:rPr>
          <w:lang w:val="en-US"/>
        </w:rPr>
        <w:t xml:space="preserve"> needs to be updated each time you use new data sets, being sets owned by yourself or from other institutes.</w:t>
      </w:r>
    </w:p>
    <w:p w14:paraId="26096182" w14:textId="77777777" w:rsidR="00344359" w:rsidRDefault="00344359" w:rsidP="00344359">
      <w:pPr>
        <w:rPr>
          <w:lang w:val="en-US"/>
        </w:rPr>
      </w:pPr>
      <w:r>
        <w:rPr>
          <w:lang w:val="en-US"/>
        </w:rPr>
        <w:t>The Data Management Plan uses a template, so it takes only a few minutes to create one.</w:t>
      </w:r>
    </w:p>
    <w:p w14:paraId="50EE8148" w14:textId="77777777" w:rsidR="00344359" w:rsidRDefault="00344359" w:rsidP="00344359">
      <w:pPr>
        <w:rPr>
          <w:lang w:val="en-US"/>
        </w:rPr>
      </w:pPr>
      <w:r>
        <w:rPr>
          <w:lang w:val="en-US"/>
        </w:rPr>
        <w:t>Before creating your own plan, please have a look at the example plan:</w:t>
      </w:r>
    </w:p>
    <w:p w14:paraId="68E284D0" w14:textId="77777777" w:rsidR="00344359" w:rsidRDefault="004E3F67" w:rsidP="00344359">
      <w:pPr>
        <w:rPr>
          <w:lang w:val="en-US"/>
        </w:rPr>
      </w:pPr>
      <w:hyperlink r:id="rId15" w:history="1">
        <w:r w:rsidR="00344359" w:rsidRPr="004C034C">
          <w:rPr>
            <w:rStyle w:val="Hyperlink"/>
            <w:lang w:val="en-US"/>
          </w:rPr>
          <w:t>https://phd.pps.wur.nl/example-management-plan-imagine-world-no-phosphorus</w:t>
        </w:r>
      </w:hyperlink>
    </w:p>
    <w:p w14:paraId="550E21B6" w14:textId="77777777" w:rsidR="00344359" w:rsidRDefault="00344359" w:rsidP="00344359">
      <w:pPr>
        <w:rPr>
          <w:lang w:val="en-US"/>
        </w:rPr>
      </w:pPr>
      <w:r>
        <w:rPr>
          <w:lang w:val="en-US"/>
        </w:rPr>
        <w:t>Also on the site, script examples and documentation for R, Python and Matlab are provided.</w:t>
      </w:r>
    </w:p>
    <w:p w14:paraId="1A303084" w14:textId="77777777" w:rsidR="00344359" w:rsidRDefault="00344359" w:rsidP="00344359">
      <w:pPr>
        <w:rPr>
          <w:lang w:val="en-US"/>
        </w:rPr>
      </w:pPr>
      <w:r>
        <w:rPr>
          <w:lang w:val="en-US"/>
        </w:rPr>
        <w:lastRenderedPageBreak/>
        <w:t xml:space="preserve">The URL for this website is: </w:t>
      </w:r>
      <w:hyperlink r:id="rId16" w:history="1">
        <w:r w:rsidRPr="004C034C">
          <w:rPr>
            <w:rStyle w:val="Hyperlink"/>
            <w:lang w:val="en-US"/>
          </w:rPr>
          <w:t>https://phd.pps.wur.nl</w:t>
        </w:r>
      </w:hyperlink>
    </w:p>
    <w:p w14:paraId="45C1F2EC" w14:textId="77777777" w:rsidR="00344359" w:rsidRDefault="00344359" w:rsidP="00344359">
      <w:pPr>
        <w:rPr>
          <w:lang w:val="en-US"/>
        </w:rPr>
      </w:pPr>
    </w:p>
    <w:p w14:paraId="3C911FB3" w14:textId="77777777" w:rsidR="00344359" w:rsidRDefault="00344359" w:rsidP="00344359">
      <w:pPr>
        <w:pStyle w:val="Heading3"/>
        <w:rPr>
          <w:lang w:val="en-US"/>
        </w:rPr>
      </w:pPr>
      <w:bookmarkStart w:id="22" w:name="_Toc49347975"/>
      <w:r>
        <w:rPr>
          <w:lang w:val="en-US"/>
        </w:rPr>
        <w:t>BSc-MSc-Internship website</w:t>
      </w:r>
      <w:bookmarkEnd w:id="22"/>
    </w:p>
    <w:p w14:paraId="24F2E667" w14:textId="6A13AA0B" w:rsidR="00344359" w:rsidRDefault="007F71B8" w:rsidP="00344359">
      <w:pPr>
        <w:rPr>
          <w:lang w:val="en-US"/>
        </w:rPr>
      </w:pPr>
      <w:r>
        <w:rPr>
          <w:lang w:val="en-US"/>
        </w:rPr>
        <w:t>F</w:t>
      </w:r>
      <w:r w:rsidR="00344359">
        <w:rPr>
          <w:lang w:val="en-US"/>
        </w:rPr>
        <w:t>inal versions of the thesis and datasets for MSc, BSc and Internship students</w:t>
      </w:r>
      <w:r>
        <w:rPr>
          <w:lang w:val="en-US"/>
        </w:rPr>
        <w:t xml:space="preserve"> are stored and made available to the public</w:t>
      </w:r>
      <w:r w:rsidR="00344359">
        <w:rPr>
          <w:lang w:val="en-US"/>
        </w:rPr>
        <w:t>.</w:t>
      </w:r>
      <w:r>
        <w:rPr>
          <w:lang w:val="en-US"/>
        </w:rPr>
        <w:t xml:space="preserve"> </w:t>
      </w:r>
      <w:r w:rsidR="00344359">
        <w:rPr>
          <w:lang w:val="en-US"/>
        </w:rPr>
        <w:t xml:space="preserve">The URL for this website is: </w:t>
      </w:r>
      <w:hyperlink r:id="rId17" w:history="1">
        <w:r w:rsidR="00344359" w:rsidRPr="004C034C">
          <w:rPr>
            <w:rStyle w:val="Hyperlink"/>
            <w:lang w:val="en-US"/>
          </w:rPr>
          <w:t>https://bscmsc.pps.wur.nl</w:t>
        </w:r>
      </w:hyperlink>
      <w:r>
        <w:rPr>
          <w:lang w:val="en-US"/>
        </w:rPr>
        <w:t xml:space="preserve">. On this website, student reports and associated data and scripts can be found. </w:t>
      </w:r>
    </w:p>
    <w:p w14:paraId="2C7AC930" w14:textId="77777777" w:rsidR="007F71B8" w:rsidRDefault="007F71B8" w:rsidP="00344359">
      <w:pPr>
        <w:rPr>
          <w:lang w:val="en-US"/>
        </w:rPr>
      </w:pPr>
    </w:p>
    <w:p w14:paraId="157DD47D" w14:textId="77777777" w:rsidR="00344359" w:rsidRDefault="00344359" w:rsidP="00344359">
      <w:pPr>
        <w:pStyle w:val="Heading3"/>
        <w:rPr>
          <w:lang w:val="en-US"/>
        </w:rPr>
      </w:pPr>
      <w:bookmarkStart w:id="23" w:name="_Toc49347976"/>
      <w:r>
        <w:rPr>
          <w:lang w:val="en-US"/>
        </w:rPr>
        <w:t>Full access websites</w:t>
      </w:r>
      <w:bookmarkEnd w:id="23"/>
    </w:p>
    <w:p w14:paraId="11AD78EE" w14:textId="0BD2267B" w:rsidR="00344359" w:rsidRPr="007A3BDD" w:rsidRDefault="00344359" w:rsidP="00344359">
      <w:pPr>
        <w:rPr>
          <w:bCs/>
          <w:lang w:val="en-US"/>
        </w:rPr>
      </w:pPr>
      <w:r>
        <w:rPr>
          <w:lang w:val="en-US"/>
        </w:rPr>
        <w:t>To access all information stored on these sites or add content yourself, you need to login first with your login credentials.</w:t>
      </w:r>
      <w:r w:rsidR="007F71B8">
        <w:rPr>
          <w:lang w:val="en-US"/>
        </w:rPr>
        <w:t xml:space="preserve"> </w:t>
      </w:r>
      <w:r>
        <w:rPr>
          <w:lang w:val="en-US"/>
        </w:rPr>
        <w:t>Please, contact Marcel Lubbers (</w:t>
      </w:r>
      <w:hyperlink r:id="rId18" w:history="1">
        <w:r w:rsidRPr="004C034C">
          <w:rPr>
            <w:rStyle w:val="Hyperlink"/>
            <w:lang w:val="en-US"/>
          </w:rPr>
          <w:t>marcel.lubbers@wur.nl</w:t>
        </w:r>
      </w:hyperlink>
      <w:r>
        <w:rPr>
          <w:lang w:val="en-US"/>
        </w:rPr>
        <w:t>) to get your login credentials.</w:t>
      </w:r>
      <w:r w:rsidR="007F71B8">
        <w:rPr>
          <w:lang w:val="en-US"/>
        </w:rPr>
        <w:t xml:space="preserve"> </w:t>
      </w:r>
      <w:r w:rsidR="007A3BDD" w:rsidRPr="007A3BDD">
        <w:rPr>
          <w:bCs/>
          <w:lang w:val="en-US"/>
        </w:rPr>
        <w:t xml:space="preserve">It is not allowed </w:t>
      </w:r>
      <w:r w:rsidRPr="007A3BDD">
        <w:rPr>
          <w:bCs/>
          <w:lang w:val="en-US"/>
        </w:rPr>
        <w:t>to publish or distribute any document or data set stored on these websites owned by other authors or institutes without their consent.</w:t>
      </w:r>
    </w:p>
    <w:p w14:paraId="7F2C52E7" w14:textId="77777777" w:rsidR="00344359" w:rsidRPr="00344359" w:rsidRDefault="00344359" w:rsidP="00344359">
      <w:pPr>
        <w:rPr>
          <w:lang w:val="en-US"/>
        </w:rPr>
      </w:pPr>
    </w:p>
    <w:p w14:paraId="288A658B" w14:textId="7DB49A3E" w:rsidR="002241FE" w:rsidRDefault="002241FE" w:rsidP="0025518B">
      <w:pPr>
        <w:pStyle w:val="Heading1"/>
        <w:rPr>
          <w:lang w:val="en-US"/>
        </w:rPr>
      </w:pPr>
      <w:bookmarkStart w:id="24" w:name="_Toc49347977"/>
      <w:r>
        <w:rPr>
          <w:lang w:val="en-US"/>
        </w:rPr>
        <w:t>Coding &amp; Scripting</w:t>
      </w:r>
      <w:bookmarkEnd w:id="24"/>
    </w:p>
    <w:p w14:paraId="6509CEAD" w14:textId="77777777" w:rsidR="002241FE" w:rsidRPr="002241FE" w:rsidRDefault="002241FE" w:rsidP="002241FE">
      <w:pPr>
        <w:rPr>
          <w:lang w:val="en-US"/>
        </w:rPr>
      </w:pPr>
    </w:p>
    <w:p w14:paraId="71CAED9A" w14:textId="77777777" w:rsidR="002241FE" w:rsidRDefault="002241FE" w:rsidP="002241FE">
      <w:pPr>
        <w:pStyle w:val="Heading3"/>
        <w:rPr>
          <w:lang w:val="en-US"/>
        </w:rPr>
      </w:pPr>
      <w:bookmarkStart w:id="25" w:name="_Toc49347978"/>
      <w:r>
        <w:rPr>
          <w:lang w:val="en-US"/>
        </w:rPr>
        <w:t>Code versioning, GitLab</w:t>
      </w:r>
      <w:bookmarkEnd w:id="25"/>
    </w:p>
    <w:p w14:paraId="110A1A7E" w14:textId="11FFE090" w:rsidR="002241FE" w:rsidRDefault="002241FE" w:rsidP="002241FE">
      <w:pPr>
        <w:rPr>
          <w:lang w:val="en-US"/>
        </w:rPr>
      </w:pPr>
      <w:r>
        <w:rPr>
          <w:lang w:val="en-US"/>
        </w:rPr>
        <w:t xml:space="preserve">Whenever coding or scripting is involved, </w:t>
      </w:r>
      <w:r w:rsidRPr="00C5667F">
        <w:t>the well-known GIT code versioning system</w:t>
      </w:r>
      <w:r>
        <w:rPr>
          <w:lang w:val="en-US"/>
        </w:rPr>
        <w:t xml:space="preserve"> </w:t>
      </w:r>
      <w:r w:rsidR="007A3BDD">
        <w:rPr>
          <w:lang w:val="en-US"/>
        </w:rPr>
        <w:t xml:space="preserve">should be used </w:t>
      </w:r>
      <w:r>
        <w:rPr>
          <w:lang w:val="en-US"/>
        </w:rPr>
        <w:t>(unless it’s agreed by your supervisor it’s not possible),</w:t>
      </w:r>
      <w:r w:rsidRPr="00C5667F">
        <w:t xml:space="preserve"> the</w:t>
      </w:r>
      <w:r>
        <w:rPr>
          <w:lang w:val="en-US"/>
        </w:rPr>
        <w:t xml:space="preserve"> GitLab of WUR.</w:t>
      </w:r>
    </w:p>
    <w:p w14:paraId="780EB41E" w14:textId="36A96AFB" w:rsidR="009814F2" w:rsidRDefault="009814F2" w:rsidP="009814F2">
      <w:r>
        <w:rPr>
          <w:lang w:val="en-US"/>
        </w:rPr>
        <w:t>Using GitLab also prevents data loss.</w:t>
      </w:r>
      <w:r w:rsidR="007A3BDD">
        <w:rPr>
          <w:lang w:val="en-US"/>
        </w:rPr>
        <w:t xml:space="preserve"> </w:t>
      </w:r>
      <w:r>
        <w:rPr>
          <w:lang w:val="en-US"/>
        </w:rPr>
        <w:t>Commit changes as soon as possible.</w:t>
      </w:r>
    </w:p>
    <w:p w14:paraId="6720E68C" w14:textId="33F7C051" w:rsidR="009814F2" w:rsidRDefault="009814F2" w:rsidP="009814F2">
      <w:pPr>
        <w:rPr>
          <w:lang w:val="en-US"/>
        </w:rPr>
      </w:pPr>
      <w:r>
        <w:rPr>
          <w:lang w:val="en-US"/>
        </w:rPr>
        <w:t>Ask Mink Zijlstra (</w:t>
      </w:r>
      <w:hyperlink r:id="rId19" w:history="1">
        <w:r w:rsidRPr="004C034C">
          <w:rPr>
            <w:rStyle w:val="Hyperlink"/>
            <w:lang w:val="en-US"/>
          </w:rPr>
          <w:t>mink.zijlstra@wur.nl</w:t>
        </w:r>
      </w:hyperlink>
      <w:r w:rsidR="007A3BDD">
        <w:rPr>
          <w:lang w:val="en-US"/>
        </w:rPr>
        <w:t xml:space="preserve"> ) to setup your GIT.</w:t>
      </w:r>
    </w:p>
    <w:p w14:paraId="7F97E09B" w14:textId="77777777" w:rsidR="002241FE" w:rsidRPr="002241FE" w:rsidRDefault="002241FE" w:rsidP="002241FE">
      <w:pPr>
        <w:rPr>
          <w:lang w:val="en-US"/>
        </w:rPr>
      </w:pPr>
    </w:p>
    <w:p w14:paraId="00A1C9DB" w14:textId="77777777" w:rsidR="002241FE" w:rsidRDefault="002241FE" w:rsidP="002241FE">
      <w:pPr>
        <w:pStyle w:val="Heading3"/>
        <w:rPr>
          <w:lang w:val="en-US"/>
        </w:rPr>
      </w:pPr>
      <w:bookmarkStart w:id="26" w:name="_Toc49347979"/>
      <w:r>
        <w:rPr>
          <w:lang w:val="en-US"/>
        </w:rPr>
        <w:t>Improving, changing existing models</w:t>
      </w:r>
      <w:bookmarkEnd w:id="26"/>
    </w:p>
    <w:p w14:paraId="59C97966" w14:textId="28AACAAC" w:rsidR="002241FE" w:rsidRDefault="002241FE" w:rsidP="002241FE">
      <w:pPr>
        <w:rPr>
          <w:lang w:val="en-US"/>
        </w:rPr>
      </w:pPr>
      <w:r>
        <w:rPr>
          <w:lang w:val="en-US"/>
        </w:rPr>
        <w:t xml:space="preserve">All changes </w:t>
      </w:r>
      <w:r w:rsidR="007A3BDD">
        <w:rPr>
          <w:lang w:val="en-US"/>
        </w:rPr>
        <w:t>need</w:t>
      </w:r>
      <w:r>
        <w:rPr>
          <w:lang w:val="en-US"/>
        </w:rPr>
        <w:t xml:space="preserve"> be </w:t>
      </w:r>
      <w:r w:rsidR="007A3BDD">
        <w:rPr>
          <w:lang w:val="en-US"/>
        </w:rPr>
        <w:t>well documented</w:t>
      </w:r>
      <w:r>
        <w:rPr>
          <w:lang w:val="en-US"/>
        </w:rPr>
        <w:t>, including links to literature used.</w:t>
      </w:r>
    </w:p>
    <w:p w14:paraId="4B7631FE" w14:textId="6B872F94" w:rsidR="00FF1EA7" w:rsidRDefault="00FF1EA7" w:rsidP="0025518B">
      <w:pPr>
        <w:pStyle w:val="Heading1"/>
      </w:pPr>
      <w:bookmarkStart w:id="27" w:name="_Toc49347980"/>
      <w:r>
        <w:t>Back</w:t>
      </w:r>
      <w:r w:rsidR="0025518B">
        <w:t xml:space="preserve">ing </w:t>
      </w:r>
      <w:r>
        <w:t>up</w:t>
      </w:r>
      <w:bookmarkEnd w:id="27"/>
      <w:r w:rsidR="0025518B">
        <w:t xml:space="preserve"> </w:t>
      </w:r>
    </w:p>
    <w:p w14:paraId="3A3EA74D" w14:textId="77777777" w:rsidR="00FF1EA7" w:rsidRDefault="00FF1EA7" w:rsidP="00FF1EA7"/>
    <w:p w14:paraId="7996617B" w14:textId="34D48694" w:rsidR="00FF1EA7" w:rsidRDefault="0025518B" w:rsidP="00FF1EA7">
      <w:pPr>
        <w:rPr>
          <w:lang w:val="en-US"/>
        </w:rPr>
      </w:pPr>
      <w:r>
        <w:rPr>
          <w:lang w:val="en-US"/>
        </w:rPr>
        <w:t>When connected to the WUR network if you work on your “M” drive, backups are made automatically and older versions of files can be restored when needed. However, when working offline or on a local drive, you need to ensure that your work is backed up. You can b</w:t>
      </w:r>
      <w:r w:rsidR="00FF1EA7">
        <w:rPr>
          <w:lang w:val="en-US"/>
        </w:rPr>
        <w:t>ack</w:t>
      </w:r>
      <w:r>
        <w:rPr>
          <w:lang w:val="en-US"/>
        </w:rPr>
        <w:t xml:space="preserve"> </w:t>
      </w:r>
      <w:r w:rsidR="00FF1EA7">
        <w:rPr>
          <w:lang w:val="en-US"/>
        </w:rPr>
        <w:t xml:space="preserve">up your work on a daily base by using </w:t>
      </w:r>
      <w:r w:rsidR="003D7F45">
        <w:rPr>
          <w:lang w:val="en-US"/>
        </w:rPr>
        <w:t xml:space="preserve">backup </w:t>
      </w:r>
      <w:r w:rsidR="00FF1EA7">
        <w:rPr>
          <w:lang w:val="en-US"/>
        </w:rPr>
        <w:t>services offered by WUR (e.g. GitLab, MS-Onedrive)</w:t>
      </w:r>
      <w:r w:rsidR="00F764BE">
        <w:rPr>
          <w:lang w:val="en-US"/>
        </w:rPr>
        <w:t xml:space="preserve">. So, if your laptop gets stolen or is broken, you </w:t>
      </w:r>
      <w:r>
        <w:rPr>
          <w:lang w:val="en-US"/>
        </w:rPr>
        <w:t>can restore your files and your work will not be lost</w:t>
      </w:r>
      <w:r w:rsidR="00F764BE">
        <w:rPr>
          <w:lang w:val="en-US"/>
        </w:rPr>
        <w:t>!</w:t>
      </w:r>
      <w:r>
        <w:rPr>
          <w:lang w:val="en-US"/>
        </w:rPr>
        <w:t xml:space="preserve"> This is especially important when working in the field with unique data from for example experiments that cannot be repeated. </w:t>
      </w:r>
    </w:p>
    <w:p w14:paraId="67055861" w14:textId="77777777" w:rsidR="00FF1EA7" w:rsidRDefault="00FF1EA7" w:rsidP="00FF1EA7">
      <w:pPr>
        <w:rPr>
          <w:lang w:val="en-US"/>
        </w:rPr>
      </w:pPr>
    </w:p>
    <w:p w14:paraId="32B857B4" w14:textId="5671588A" w:rsidR="00FF1EA7" w:rsidRDefault="00FF1EA7" w:rsidP="00FF1EA7">
      <w:pPr>
        <w:rPr>
          <w:lang w:val="en-US"/>
        </w:rPr>
      </w:pPr>
      <w:r>
        <w:rPr>
          <w:lang w:val="en-US"/>
        </w:rPr>
        <w:t xml:space="preserve">If you’re abroad and your network is functioning well, use </w:t>
      </w:r>
      <w:r w:rsidR="0025518B">
        <w:rPr>
          <w:lang w:val="en-US"/>
        </w:rPr>
        <w:t>a virtual private network (</w:t>
      </w:r>
      <w:r>
        <w:rPr>
          <w:lang w:val="en-US"/>
        </w:rPr>
        <w:t>VPN</w:t>
      </w:r>
      <w:r w:rsidR="0025518B">
        <w:rPr>
          <w:lang w:val="en-US"/>
        </w:rPr>
        <w:t>)</w:t>
      </w:r>
      <w:r>
        <w:rPr>
          <w:lang w:val="en-US"/>
        </w:rPr>
        <w:t xml:space="preserve"> </w:t>
      </w:r>
      <w:r w:rsidR="0025518B">
        <w:rPr>
          <w:lang w:val="en-US"/>
        </w:rPr>
        <w:t xml:space="preserve">connection </w:t>
      </w:r>
      <w:r>
        <w:rPr>
          <w:lang w:val="en-US"/>
        </w:rPr>
        <w:t xml:space="preserve">to </w:t>
      </w:r>
      <w:r w:rsidR="0025518B">
        <w:rPr>
          <w:lang w:val="en-US"/>
        </w:rPr>
        <w:t>the WUR net</w:t>
      </w:r>
      <w:r>
        <w:rPr>
          <w:lang w:val="en-US"/>
        </w:rPr>
        <w:t xml:space="preserve">work as if you’re stationed at WUR in Wageningen. </w:t>
      </w:r>
      <w:r w:rsidR="0025518B">
        <w:rPr>
          <w:lang w:val="en-US"/>
        </w:rPr>
        <w:t xml:space="preserve">How this can be done is detailed on the IT page of WUR. </w:t>
      </w:r>
      <w:r>
        <w:rPr>
          <w:lang w:val="en-US"/>
        </w:rPr>
        <w:t>As an alternative for some operations MyworkSpace (</w:t>
      </w:r>
      <w:hyperlink r:id="rId20" w:history="1">
        <w:r w:rsidRPr="00506D35">
          <w:rPr>
            <w:rStyle w:val="Hyperlink"/>
            <w:lang w:val="en-US"/>
          </w:rPr>
          <w:t>http://myworkspace.wur.nl</w:t>
        </w:r>
      </w:hyperlink>
      <w:r>
        <w:rPr>
          <w:lang w:val="en-US"/>
        </w:rPr>
        <w:t>) can also be used.</w:t>
      </w:r>
    </w:p>
    <w:p w14:paraId="650967EF" w14:textId="77777777" w:rsidR="00FF1EA7" w:rsidRDefault="00FF1EA7" w:rsidP="00FF1EA7">
      <w:pPr>
        <w:rPr>
          <w:lang w:val="en-US"/>
        </w:rPr>
      </w:pPr>
    </w:p>
    <w:p w14:paraId="5687E962" w14:textId="741D852E" w:rsidR="00FF1EA7" w:rsidRDefault="00FF1EA7" w:rsidP="00FF1EA7">
      <w:pPr>
        <w:rPr>
          <w:lang w:val="en-US"/>
        </w:rPr>
      </w:pPr>
      <w:r>
        <w:rPr>
          <w:lang w:val="en-US"/>
        </w:rPr>
        <w:t xml:space="preserve">If it’s </w:t>
      </w:r>
      <w:r w:rsidR="007A3BDD">
        <w:rPr>
          <w:lang w:val="en-US"/>
        </w:rPr>
        <w:t xml:space="preserve">not </w:t>
      </w:r>
      <w:r>
        <w:rPr>
          <w:lang w:val="en-US"/>
        </w:rPr>
        <w:t>possible to backup your daily work by using services offered by WUR (e.g. GitLab, MS-Onedrive),</w:t>
      </w:r>
      <w:r w:rsidR="007A3BDD">
        <w:rPr>
          <w:lang w:val="en-US"/>
        </w:rPr>
        <w:t xml:space="preserve"> you can</w:t>
      </w:r>
      <w:r>
        <w:rPr>
          <w:lang w:val="en-US"/>
        </w:rPr>
        <w:t xml:space="preserve"> use an external hard disk or memory stick. </w:t>
      </w:r>
      <w:r w:rsidR="007A3BDD">
        <w:rPr>
          <w:lang w:val="en-US"/>
        </w:rPr>
        <w:t>Just remember to keep them apart from your laptop, in case of theft or loss.</w:t>
      </w:r>
      <w:r>
        <w:rPr>
          <w:lang w:val="en-US"/>
        </w:rPr>
        <w:t xml:space="preserve"> </w:t>
      </w:r>
      <w:r w:rsidR="00F84324">
        <w:rPr>
          <w:lang w:val="en-US"/>
        </w:rPr>
        <w:t xml:space="preserve">Upon your </w:t>
      </w:r>
      <w:r>
        <w:rPr>
          <w:lang w:val="en-US"/>
        </w:rPr>
        <w:t>return to Wageningen, e</w:t>
      </w:r>
      <w:r w:rsidR="00F84324">
        <w:rPr>
          <w:lang w:val="en-US"/>
        </w:rPr>
        <w:t>ns</w:t>
      </w:r>
      <w:r>
        <w:rPr>
          <w:lang w:val="en-US"/>
        </w:rPr>
        <w:t>ure to backup all your work using GitLab or any other backup service offered by WUR.</w:t>
      </w:r>
    </w:p>
    <w:p w14:paraId="15B555DE" w14:textId="77777777" w:rsidR="00FF1EA7" w:rsidRPr="00F84324" w:rsidRDefault="00FF1EA7" w:rsidP="00FF1EA7">
      <w:pPr>
        <w:rPr>
          <w:lang w:val="en-US"/>
        </w:rPr>
      </w:pPr>
    </w:p>
    <w:p w14:paraId="24343687" w14:textId="6BE3C4B0" w:rsidR="006555F3" w:rsidRDefault="006555F3" w:rsidP="00305BA0">
      <w:pPr>
        <w:pStyle w:val="Heading2"/>
      </w:pPr>
      <w:bookmarkStart w:id="28" w:name="_Toc49347981"/>
      <w:bookmarkEnd w:id="12"/>
      <w:r>
        <w:lastRenderedPageBreak/>
        <w:t>Set-up script</w:t>
      </w:r>
      <w:bookmarkEnd w:id="13"/>
      <w:bookmarkEnd w:id="28"/>
    </w:p>
    <w:p w14:paraId="1BFD7DAA" w14:textId="77777777" w:rsidR="00305BA0" w:rsidRPr="00305BA0" w:rsidRDefault="00305BA0" w:rsidP="00305BA0"/>
    <w:p w14:paraId="021CA134" w14:textId="77777777" w:rsidR="006555F3" w:rsidRDefault="006555F3" w:rsidP="006555F3">
      <w:r>
        <w:t xml:space="preserve">A standard </w:t>
      </w:r>
      <w:r w:rsidRPr="00D35E1E">
        <w:rPr>
          <w:i/>
          <w:iCs/>
        </w:rPr>
        <w:t>R</w:t>
      </w:r>
      <w:r>
        <w:t xml:space="preserve"> script is available that when run from the main project directory (with this directory set as “home”). It can be sourced from GitHub as follows (if you haven’t done so already):</w:t>
      </w:r>
    </w:p>
    <w:p w14:paraId="1F60F84C" w14:textId="77777777" w:rsidR="006555F3" w:rsidRDefault="006555F3" w:rsidP="006555F3"/>
    <w:p w14:paraId="66223C1F" w14:textId="77777777" w:rsidR="006555F3" w:rsidRPr="000C70CA" w:rsidRDefault="006555F3" w:rsidP="006555F3">
      <w:pPr>
        <w:pStyle w:val="ListParagraph"/>
        <w:numPr>
          <w:ilvl w:val="0"/>
          <w:numId w:val="2"/>
        </w:numPr>
      </w:pPr>
      <w:r w:rsidRPr="000C70CA">
        <w:t>Make an empty folder</w:t>
      </w:r>
      <w:r w:rsidRPr="000C70CA">
        <w:br/>
      </w:r>
      <w:r w:rsidRPr="000C70CA">
        <w:br/>
        <w:t>2. Set it to working director in R</w:t>
      </w:r>
      <w:r w:rsidRPr="000C70CA">
        <w:br/>
      </w:r>
      <w:r w:rsidRPr="000C70CA">
        <w:br/>
        <w:t xml:space="preserve">3. Paste the following in the terminal: </w:t>
      </w:r>
    </w:p>
    <w:p w14:paraId="4A69712A" w14:textId="77777777" w:rsidR="006555F3" w:rsidRDefault="006555F3" w:rsidP="006555F3">
      <w:pPr>
        <w:ind w:left="360"/>
      </w:pPr>
    </w:p>
    <w:p w14:paraId="4A27346B" w14:textId="38EDF0BA" w:rsidR="006555F3" w:rsidRPr="000224CA" w:rsidRDefault="00EC20AD" w:rsidP="003F1E96">
      <w:pPr>
        <w:ind w:left="360"/>
        <w:rPr>
          <w:lang w:val="fr-FR"/>
        </w:rPr>
      </w:pPr>
      <w:r w:rsidRPr="000224CA">
        <w:rPr>
          <w:lang w:val="fr-FR"/>
        </w:rPr>
        <w:t>s</w:t>
      </w:r>
      <w:r w:rsidR="006555F3" w:rsidRPr="000224CA">
        <w:rPr>
          <w:lang w:val="fr-FR"/>
        </w:rPr>
        <w:t>ource</w:t>
      </w:r>
      <w:r w:rsidR="003F1E96" w:rsidRPr="003F1E96">
        <w:rPr>
          <w:rFonts w:ascii="Courier New" w:eastAsia="Times New Roman" w:hAnsi="Courier New" w:cs="Courier New"/>
          <w:color w:val="000000"/>
          <w:sz w:val="20"/>
          <w:szCs w:val="20"/>
          <w:lang/>
        </w:rPr>
        <w:t xml:space="preserve"> </w:t>
      </w:r>
      <w:r w:rsidR="003F1E96" w:rsidRPr="003F1E96">
        <w:rPr>
          <w:lang/>
        </w:rPr>
        <w:t>"</w:t>
      </w:r>
      <w:hyperlink r:id="rId21" w:history="1">
        <w:r w:rsidR="003F1E96" w:rsidRPr="003F1E96">
          <w:rPr>
            <w:rStyle w:val="Hyperlink"/>
            <w:lang/>
          </w:rPr>
          <w:t>https://git.wageningenur.nl/</w:t>
        </w:r>
      </w:hyperlink>
      <w:hyperlink r:id="rId22" w:history="1">
        <w:r w:rsidR="003F1E96" w:rsidRPr="000224CA">
          <w:rPr>
            <w:rStyle w:val="Hyperlink"/>
            <w:lang/>
          </w:rPr>
          <w:t>pps</w:t>
        </w:r>
      </w:hyperlink>
      <w:hyperlink r:id="rId23" w:history="1">
        <w:r w:rsidR="003F1E96" w:rsidRPr="003F1E96">
          <w:rPr>
            <w:rStyle w:val="Hyperlink"/>
            <w:lang/>
          </w:rPr>
          <w:t>/PPS_data_management/-/raw/</w:t>
        </w:r>
      </w:hyperlink>
      <w:hyperlink r:id="rId24" w:history="1">
        <w:r w:rsidR="003F1E96" w:rsidRPr="000224CA">
          <w:rPr>
            <w:rStyle w:val="Hyperlink"/>
            <w:lang/>
          </w:rPr>
          <w:t>master</w:t>
        </w:r>
      </w:hyperlink>
      <w:hyperlink r:id="rId25" w:history="1">
        <w:r w:rsidR="003F1E96" w:rsidRPr="003F1E96">
          <w:rPr>
            <w:rStyle w:val="Hyperlink"/>
            <w:lang/>
          </w:rPr>
          <w:t>/download_project.R</w:t>
        </w:r>
      </w:hyperlink>
      <w:r w:rsidR="003F1E96" w:rsidRPr="003F1E96">
        <w:rPr>
          <w:lang/>
        </w:rPr>
        <w:t>"</w:t>
      </w:r>
      <w:r w:rsidR="003F1E96" w:rsidRPr="000224CA">
        <w:rPr>
          <w:lang w:val="fr-FR"/>
        </w:rPr>
        <w:t>)</w:t>
      </w:r>
      <w:r w:rsidR="006555F3" w:rsidRPr="000224CA">
        <w:rPr>
          <w:lang w:val="fr-FR"/>
        </w:rPr>
        <w:br/>
      </w:r>
    </w:p>
    <w:p w14:paraId="5D12D6BE" w14:textId="77777777" w:rsidR="006555F3" w:rsidRPr="000224CA" w:rsidRDefault="006555F3" w:rsidP="006555F3">
      <w:pPr>
        <w:rPr>
          <w:lang w:val="fr-FR"/>
        </w:rPr>
      </w:pPr>
    </w:p>
    <w:p w14:paraId="36C52A1D" w14:textId="77777777" w:rsidR="006555F3" w:rsidRDefault="006555F3" w:rsidP="006555F3">
      <w:r>
        <w:t xml:space="preserve">This automatically downloads scripts and files that: </w:t>
      </w:r>
    </w:p>
    <w:p w14:paraId="44ED7460" w14:textId="77777777" w:rsidR="006555F3" w:rsidRDefault="006555F3" w:rsidP="006555F3"/>
    <w:p w14:paraId="6496588C" w14:textId="77777777" w:rsidR="006555F3" w:rsidRDefault="006555F3" w:rsidP="006555F3">
      <w:pPr>
        <w:pStyle w:val="ListParagraph"/>
        <w:numPr>
          <w:ilvl w:val="0"/>
          <w:numId w:val="3"/>
        </w:numPr>
        <w:ind w:left="360"/>
      </w:pPr>
      <w:r>
        <w:t xml:space="preserve">create the data management structures described above. Briefly, it creates the required directory structure, read any raw data files (.csv or .xlsx) stored in the project directory and place them in the </w:t>
      </w:r>
      <w:r w:rsidRPr="00626F56">
        <w:rPr>
          <w:i/>
          <w:iCs/>
        </w:rPr>
        <w:t>data/raw</w:t>
      </w:r>
      <w:r>
        <w:t xml:space="preserve"> directory. </w:t>
      </w:r>
    </w:p>
    <w:p w14:paraId="76CFCC3F" w14:textId="7AA049EA" w:rsidR="006555F3" w:rsidRPr="009C668F" w:rsidRDefault="006555F3" w:rsidP="006555F3">
      <w:pPr>
        <w:pStyle w:val="ListParagraph"/>
        <w:ind w:left="360"/>
      </w:pPr>
      <w:r>
        <w:t>The script also provides an example for the final processing step and processes the raw data into a corresponding processed .xslx file, containing worksheets with 1. meta-data with all required fields and 2. A list of all variables in the data with appropriate units and extra columns for variable definitions and privacy sensitivity. Please check the “</w:t>
      </w:r>
      <w:r w:rsidRPr="009C668F">
        <w:t>example_data.csv</w:t>
      </w:r>
      <w:r>
        <w:t>“ and “</w:t>
      </w:r>
      <w:r w:rsidRPr="009C668F">
        <w:t>Meststof proef WUR.csv</w:t>
      </w:r>
      <w:r>
        <w:t xml:space="preserve">” data files in the </w:t>
      </w:r>
      <w:r w:rsidRPr="00626F56">
        <w:rPr>
          <w:i/>
          <w:iCs/>
        </w:rPr>
        <w:t xml:space="preserve">data/raw </w:t>
      </w:r>
      <w:r>
        <w:t>directory and the associated “</w:t>
      </w:r>
      <w:r w:rsidRPr="00D1434E">
        <w:t>example_data_metadata.xlsx</w:t>
      </w:r>
      <w:r>
        <w:t>“ and “</w:t>
      </w:r>
      <w:r w:rsidRPr="00D1434E">
        <w:t>Meststof proef WUR_metadata.xlsx</w:t>
      </w:r>
      <w:r>
        <w:t xml:space="preserve">” files in the </w:t>
      </w:r>
      <w:r w:rsidRPr="00626F56">
        <w:rPr>
          <w:i/>
          <w:iCs/>
        </w:rPr>
        <w:t>data/processed</w:t>
      </w:r>
      <w:r>
        <w:t xml:space="preserve"> directory.</w:t>
      </w:r>
    </w:p>
    <w:p w14:paraId="1CDB817A" w14:textId="77777777" w:rsidR="006555F3" w:rsidRDefault="006555F3" w:rsidP="006555F3"/>
    <w:p w14:paraId="55176675" w14:textId="77777777" w:rsidR="003F1E96" w:rsidRPr="003F1E96" w:rsidRDefault="006555F3" w:rsidP="003F1E96">
      <w:pPr>
        <w:ind w:left="426" w:hanging="426"/>
        <w:rPr>
          <w:lang/>
        </w:rPr>
      </w:pPr>
      <w:r>
        <w:t xml:space="preserve">2 </w:t>
      </w:r>
      <w:r>
        <w:tab/>
      </w:r>
      <w:r w:rsidR="003F1E96" w:rsidRPr="003F1E96">
        <w:rPr>
          <w:lang/>
        </w:rPr>
        <w:t>It places a set of R scripts in the </w:t>
      </w:r>
      <w:r w:rsidR="003F1E96" w:rsidRPr="003F1E96">
        <w:rPr>
          <w:i/>
          <w:iCs/>
          <w:lang/>
        </w:rPr>
        <w:t>scripts </w:t>
      </w:r>
      <w:r w:rsidR="003F1E96" w:rsidRPr="003F1E96">
        <w:rPr>
          <w:lang/>
        </w:rPr>
        <w:t>directory (numbered 0-</w:t>
      </w:r>
      <w:r w:rsidR="003F1E96" w:rsidRPr="000224CA">
        <w:rPr>
          <w:lang/>
        </w:rPr>
        <w:t>3</w:t>
      </w:r>
      <w:r w:rsidR="003F1E96" w:rsidRPr="003F1E96">
        <w:rPr>
          <w:lang/>
        </w:rPr>
        <w:t>, and a functions file)</w:t>
      </w:r>
    </w:p>
    <w:p w14:paraId="7DC285D8" w14:textId="77777777" w:rsidR="003F1E96" w:rsidRPr="003F1E96" w:rsidRDefault="003F1E96" w:rsidP="003F1E96">
      <w:pPr>
        <w:ind w:left="426"/>
        <w:rPr>
          <w:lang/>
        </w:rPr>
      </w:pPr>
      <w:r w:rsidRPr="003F1E96">
        <w:rPr>
          <w:lang/>
        </w:rPr>
        <w:t>that provide examples of reading, cleaning and analysing data. They are run</w:t>
      </w:r>
    </w:p>
    <w:p w14:paraId="2A95AC87" w14:textId="77777777" w:rsidR="003F1E96" w:rsidRPr="003F1E96" w:rsidRDefault="003F1E96" w:rsidP="003F1E96">
      <w:pPr>
        <w:ind w:left="426"/>
        <w:rPr>
          <w:lang/>
        </w:rPr>
      </w:pPr>
      <w:r w:rsidRPr="003F1E96">
        <w:rPr>
          <w:lang/>
        </w:rPr>
        <w:t>automatically (by sourcing the </w:t>
      </w:r>
      <w:r w:rsidRPr="003F1E96">
        <w:rPr>
          <w:i/>
          <w:iCs/>
          <w:lang/>
        </w:rPr>
        <w:t>0_build_project.R </w:t>
      </w:r>
      <w:r w:rsidRPr="003F1E96">
        <w:rPr>
          <w:lang/>
        </w:rPr>
        <w:t>file) and output is written to the</w:t>
      </w:r>
    </w:p>
    <w:p w14:paraId="4B0870AA" w14:textId="1D2E9255" w:rsidR="003F1E96" w:rsidRPr="003F1E96" w:rsidRDefault="003F1E96" w:rsidP="003F1E96">
      <w:pPr>
        <w:ind w:left="426"/>
        <w:rPr>
          <w:b/>
          <w:bCs/>
          <w:lang/>
        </w:rPr>
      </w:pPr>
      <w:r w:rsidRPr="003F1E96">
        <w:rPr>
          <w:i/>
          <w:iCs/>
          <w:lang/>
        </w:rPr>
        <w:t>results/figures </w:t>
      </w:r>
      <w:r w:rsidRPr="003F1E96">
        <w:rPr>
          <w:lang/>
        </w:rPr>
        <w:t>and the </w:t>
      </w:r>
      <w:r w:rsidRPr="003F1E96">
        <w:rPr>
          <w:i/>
          <w:iCs/>
          <w:lang/>
        </w:rPr>
        <w:t>results/raw </w:t>
      </w:r>
      <w:r w:rsidRPr="003F1E96">
        <w:rPr>
          <w:lang/>
        </w:rPr>
        <w:t xml:space="preserve">directories. </w:t>
      </w:r>
    </w:p>
    <w:p w14:paraId="5ADD4B55" w14:textId="2E3EB854" w:rsidR="003F1E96" w:rsidRPr="000224CA" w:rsidRDefault="003F1E96" w:rsidP="003F1E96">
      <w:pPr>
        <w:ind w:left="426"/>
        <w:rPr>
          <w:lang/>
        </w:rPr>
      </w:pPr>
      <w:bookmarkStart w:id="29" w:name="_GoBack"/>
      <w:r w:rsidRPr="000224CA">
        <w:rPr>
          <w:lang/>
        </w:rPr>
        <w:t>Each script has a particular role: </w:t>
      </w:r>
    </w:p>
    <w:p w14:paraId="769FE8D2" w14:textId="77777777" w:rsidR="003F1E96" w:rsidRPr="003F1E96" w:rsidRDefault="003F1E96" w:rsidP="003F1E96">
      <w:pPr>
        <w:ind w:left="426"/>
        <w:rPr>
          <w:lang/>
        </w:rPr>
      </w:pPr>
      <w:r w:rsidRPr="000224CA">
        <w:rPr>
          <w:lang/>
        </w:rPr>
        <w:t>extracting metadata, cleaning data and run analysis.</w:t>
      </w:r>
      <w:r w:rsidRPr="003F1E96">
        <w:rPr>
          <w:b/>
          <w:bCs/>
          <w:lang/>
        </w:rPr>
        <w:t> </w:t>
      </w:r>
      <w:bookmarkEnd w:id="29"/>
      <w:r w:rsidRPr="003F1E96">
        <w:rPr>
          <w:lang/>
        </w:rPr>
        <w:t>Please</w:t>
      </w:r>
    </w:p>
    <w:p w14:paraId="07E731E2" w14:textId="72E86B83" w:rsidR="006555F3" w:rsidRPr="003F1E96" w:rsidRDefault="003F1E96" w:rsidP="003F1E96">
      <w:pPr>
        <w:ind w:left="426"/>
        <w:rPr>
          <w:lang/>
        </w:rPr>
      </w:pPr>
      <w:r w:rsidRPr="003F1E96">
        <w:rPr>
          <w:lang/>
        </w:rPr>
        <w:t>have a look at what the scripts do to get an idea of the logic behind them.</w:t>
      </w:r>
    </w:p>
    <w:p w14:paraId="53BA5B64" w14:textId="77777777" w:rsidR="006E7FA1" w:rsidRDefault="006E7FA1" w:rsidP="006E7FA1">
      <w:pPr>
        <w:ind w:left="426" w:hanging="426"/>
      </w:pPr>
    </w:p>
    <w:p w14:paraId="145F924F" w14:textId="0C498DD5" w:rsidR="004D3E5A" w:rsidRPr="004D3E5A" w:rsidRDefault="006555F3" w:rsidP="006E7FA1">
      <w:pPr>
        <w:ind w:left="426" w:hanging="426"/>
      </w:pPr>
      <w:r>
        <w:t xml:space="preserve">3. </w:t>
      </w:r>
      <w:r>
        <w:tab/>
        <w:t xml:space="preserve">It places the current Document in </w:t>
      </w:r>
      <w:r w:rsidRPr="00923F6B">
        <w:rPr>
          <w:i/>
          <w:iCs/>
        </w:rPr>
        <w:t>writing</w:t>
      </w:r>
      <w:r>
        <w:t xml:space="preserve"> directory.</w:t>
      </w:r>
    </w:p>
    <w:sectPr w:rsidR="004D3E5A" w:rsidRPr="004D3E5A" w:rsidSect="003161A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326868"/>
    <w:multiLevelType w:val="hybridMultilevel"/>
    <w:tmpl w:val="7A94EBA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 w15:restartNumberingAfterBreak="0">
    <w:nsid w:val="519D3F56"/>
    <w:multiLevelType w:val="hybridMultilevel"/>
    <w:tmpl w:val="C4544C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A906089"/>
    <w:multiLevelType w:val="hybridMultilevel"/>
    <w:tmpl w:val="979A97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1A51FF0"/>
    <w:multiLevelType w:val="hybridMultilevel"/>
    <w:tmpl w:val="86584E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06A"/>
    <w:rsid w:val="000034E0"/>
    <w:rsid w:val="000064E0"/>
    <w:rsid w:val="00006F49"/>
    <w:rsid w:val="0001238D"/>
    <w:rsid w:val="00012660"/>
    <w:rsid w:val="00015489"/>
    <w:rsid w:val="0001649C"/>
    <w:rsid w:val="00020DC6"/>
    <w:rsid w:val="000224CA"/>
    <w:rsid w:val="0004057A"/>
    <w:rsid w:val="0004276F"/>
    <w:rsid w:val="000437BC"/>
    <w:rsid w:val="00046564"/>
    <w:rsid w:val="00053476"/>
    <w:rsid w:val="000539A2"/>
    <w:rsid w:val="000542A9"/>
    <w:rsid w:val="000576D3"/>
    <w:rsid w:val="0006545E"/>
    <w:rsid w:val="00067559"/>
    <w:rsid w:val="0007389C"/>
    <w:rsid w:val="00087652"/>
    <w:rsid w:val="0009047B"/>
    <w:rsid w:val="00093B6F"/>
    <w:rsid w:val="0009539C"/>
    <w:rsid w:val="000A1FC7"/>
    <w:rsid w:val="000A29F4"/>
    <w:rsid w:val="000A44E2"/>
    <w:rsid w:val="000A6193"/>
    <w:rsid w:val="000A76E5"/>
    <w:rsid w:val="000B7197"/>
    <w:rsid w:val="000C0F5B"/>
    <w:rsid w:val="000C3C87"/>
    <w:rsid w:val="000C4ECB"/>
    <w:rsid w:val="000C70CA"/>
    <w:rsid w:val="000D5B4B"/>
    <w:rsid w:val="000D6F61"/>
    <w:rsid w:val="000E18C0"/>
    <w:rsid w:val="000F0B0E"/>
    <w:rsid w:val="000F6FC9"/>
    <w:rsid w:val="0010571F"/>
    <w:rsid w:val="00111A25"/>
    <w:rsid w:val="00114932"/>
    <w:rsid w:val="00116DC9"/>
    <w:rsid w:val="001171B7"/>
    <w:rsid w:val="001225F0"/>
    <w:rsid w:val="00125F6D"/>
    <w:rsid w:val="00130D93"/>
    <w:rsid w:val="00134598"/>
    <w:rsid w:val="00151A20"/>
    <w:rsid w:val="00154DD2"/>
    <w:rsid w:val="00156492"/>
    <w:rsid w:val="001602B0"/>
    <w:rsid w:val="001736F0"/>
    <w:rsid w:val="001860D8"/>
    <w:rsid w:val="00196DE9"/>
    <w:rsid w:val="001A01F6"/>
    <w:rsid w:val="001A55E7"/>
    <w:rsid w:val="001B1163"/>
    <w:rsid w:val="001B1F5B"/>
    <w:rsid w:val="001B44D0"/>
    <w:rsid w:val="001D20F4"/>
    <w:rsid w:val="001E67E6"/>
    <w:rsid w:val="001F5013"/>
    <w:rsid w:val="001F7F57"/>
    <w:rsid w:val="002063FE"/>
    <w:rsid w:val="00216D20"/>
    <w:rsid w:val="00223047"/>
    <w:rsid w:val="002241FE"/>
    <w:rsid w:val="00240CA2"/>
    <w:rsid w:val="0024130A"/>
    <w:rsid w:val="002464E0"/>
    <w:rsid w:val="00247E32"/>
    <w:rsid w:val="002511E1"/>
    <w:rsid w:val="002520ED"/>
    <w:rsid w:val="0025518B"/>
    <w:rsid w:val="002603F4"/>
    <w:rsid w:val="002654AB"/>
    <w:rsid w:val="00275B60"/>
    <w:rsid w:val="002777FD"/>
    <w:rsid w:val="002824B1"/>
    <w:rsid w:val="00295986"/>
    <w:rsid w:val="002A795A"/>
    <w:rsid w:val="002B7A69"/>
    <w:rsid w:val="002C04EF"/>
    <w:rsid w:val="002C278F"/>
    <w:rsid w:val="002D05AD"/>
    <w:rsid w:val="002D2A87"/>
    <w:rsid w:val="002D7877"/>
    <w:rsid w:val="002E00B6"/>
    <w:rsid w:val="003002D7"/>
    <w:rsid w:val="003045E3"/>
    <w:rsid w:val="00305BA0"/>
    <w:rsid w:val="003161A5"/>
    <w:rsid w:val="003204E4"/>
    <w:rsid w:val="00332C74"/>
    <w:rsid w:val="00337A09"/>
    <w:rsid w:val="003424FC"/>
    <w:rsid w:val="00344359"/>
    <w:rsid w:val="00344E70"/>
    <w:rsid w:val="003531BC"/>
    <w:rsid w:val="00353A70"/>
    <w:rsid w:val="00357D87"/>
    <w:rsid w:val="00367847"/>
    <w:rsid w:val="0037110D"/>
    <w:rsid w:val="00374894"/>
    <w:rsid w:val="00376F63"/>
    <w:rsid w:val="003814BA"/>
    <w:rsid w:val="00381D5E"/>
    <w:rsid w:val="00384ED3"/>
    <w:rsid w:val="00393E1E"/>
    <w:rsid w:val="00395BA8"/>
    <w:rsid w:val="003A1AEB"/>
    <w:rsid w:val="003A21FA"/>
    <w:rsid w:val="003A2CF5"/>
    <w:rsid w:val="003A33F7"/>
    <w:rsid w:val="003B0E38"/>
    <w:rsid w:val="003B104C"/>
    <w:rsid w:val="003B165B"/>
    <w:rsid w:val="003B56B8"/>
    <w:rsid w:val="003B760B"/>
    <w:rsid w:val="003B77C0"/>
    <w:rsid w:val="003C05E3"/>
    <w:rsid w:val="003C5C8F"/>
    <w:rsid w:val="003D07C8"/>
    <w:rsid w:val="003D34BC"/>
    <w:rsid w:val="003D7F45"/>
    <w:rsid w:val="003E5FE8"/>
    <w:rsid w:val="003E63BC"/>
    <w:rsid w:val="003F1E96"/>
    <w:rsid w:val="00407C43"/>
    <w:rsid w:val="004111B3"/>
    <w:rsid w:val="00417B15"/>
    <w:rsid w:val="00420D56"/>
    <w:rsid w:val="00421724"/>
    <w:rsid w:val="004241C6"/>
    <w:rsid w:val="004241F7"/>
    <w:rsid w:val="00425BC0"/>
    <w:rsid w:val="00425EE4"/>
    <w:rsid w:val="004268C8"/>
    <w:rsid w:val="0043151A"/>
    <w:rsid w:val="004332A4"/>
    <w:rsid w:val="004429A9"/>
    <w:rsid w:val="00443EE3"/>
    <w:rsid w:val="00445315"/>
    <w:rsid w:val="004461C5"/>
    <w:rsid w:val="00453B7C"/>
    <w:rsid w:val="00460170"/>
    <w:rsid w:val="00460C01"/>
    <w:rsid w:val="004610F6"/>
    <w:rsid w:val="00470312"/>
    <w:rsid w:val="004753A8"/>
    <w:rsid w:val="00483D58"/>
    <w:rsid w:val="00484139"/>
    <w:rsid w:val="004858D8"/>
    <w:rsid w:val="00485C9A"/>
    <w:rsid w:val="00491669"/>
    <w:rsid w:val="00491AC5"/>
    <w:rsid w:val="00494D8D"/>
    <w:rsid w:val="004B6A80"/>
    <w:rsid w:val="004C0D62"/>
    <w:rsid w:val="004C6345"/>
    <w:rsid w:val="004C6F9C"/>
    <w:rsid w:val="004D108F"/>
    <w:rsid w:val="004D3E5A"/>
    <w:rsid w:val="004E3F67"/>
    <w:rsid w:val="004E4416"/>
    <w:rsid w:val="004E4DD5"/>
    <w:rsid w:val="004E69BB"/>
    <w:rsid w:val="004F1777"/>
    <w:rsid w:val="004F368D"/>
    <w:rsid w:val="004F3C2C"/>
    <w:rsid w:val="004F5895"/>
    <w:rsid w:val="004F78D7"/>
    <w:rsid w:val="00507532"/>
    <w:rsid w:val="00510FB8"/>
    <w:rsid w:val="00513ABB"/>
    <w:rsid w:val="00514F4C"/>
    <w:rsid w:val="00516CB3"/>
    <w:rsid w:val="00521C23"/>
    <w:rsid w:val="00521E9F"/>
    <w:rsid w:val="00522C1F"/>
    <w:rsid w:val="00525070"/>
    <w:rsid w:val="0053405B"/>
    <w:rsid w:val="0054692D"/>
    <w:rsid w:val="00546A24"/>
    <w:rsid w:val="00551D25"/>
    <w:rsid w:val="00562163"/>
    <w:rsid w:val="00571A15"/>
    <w:rsid w:val="00574E45"/>
    <w:rsid w:val="005837A7"/>
    <w:rsid w:val="005841C8"/>
    <w:rsid w:val="00594406"/>
    <w:rsid w:val="005957F0"/>
    <w:rsid w:val="00597A2B"/>
    <w:rsid w:val="005A04A7"/>
    <w:rsid w:val="005A4001"/>
    <w:rsid w:val="005A778F"/>
    <w:rsid w:val="005C7D7C"/>
    <w:rsid w:val="005D179D"/>
    <w:rsid w:val="005D4F7D"/>
    <w:rsid w:val="005E38B3"/>
    <w:rsid w:val="005E556A"/>
    <w:rsid w:val="005F7143"/>
    <w:rsid w:val="0060137C"/>
    <w:rsid w:val="00603F46"/>
    <w:rsid w:val="00605F60"/>
    <w:rsid w:val="0060710E"/>
    <w:rsid w:val="00611394"/>
    <w:rsid w:val="00612754"/>
    <w:rsid w:val="006127AA"/>
    <w:rsid w:val="006133F1"/>
    <w:rsid w:val="006141E4"/>
    <w:rsid w:val="00622044"/>
    <w:rsid w:val="00625021"/>
    <w:rsid w:val="0062552B"/>
    <w:rsid w:val="006334D4"/>
    <w:rsid w:val="0063673B"/>
    <w:rsid w:val="00644064"/>
    <w:rsid w:val="006527B3"/>
    <w:rsid w:val="006555F3"/>
    <w:rsid w:val="00656C30"/>
    <w:rsid w:val="00657078"/>
    <w:rsid w:val="00665FBB"/>
    <w:rsid w:val="00666173"/>
    <w:rsid w:val="00673B05"/>
    <w:rsid w:val="00676252"/>
    <w:rsid w:val="006767E1"/>
    <w:rsid w:val="0068366D"/>
    <w:rsid w:val="006A1235"/>
    <w:rsid w:val="006A6AE9"/>
    <w:rsid w:val="006B0D0E"/>
    <w:rsid w:val="006B506A"/>
    <w:rsid w:val="006B5503"/>
    <w:rsid w:val="006C003E"/>
    <w:rsid w:val="006D0D99"/>
    <w:rsid w:val="006D23D0"/>
    <w:rsid w:val="006D356A"/>
    <w:rsid w:val="006E1165"/>
    <w:rsid w:val="006E3166"/>
    <w:rsid w:val="006E7FA1"/>
    <w:rsid w:val="006F087D"/>
    <w:rsid w:val="0070207C"/>
    <w:rsid w:val="007056B9"/>
    <w:rsid w:val="00714361"/>
    <w:rsid w:val="007162B6"/>
    <w:rsid w:val="00717058"/>
    <w:rsid w:val="0072269B"/>
    <w:rsid w:val="0072331B"/>
    <w:rsid w:val="00724C6B"/>
    <w:rsid w:val="007318E4"/>
    <w:rsid w:val="00731BE7"/>
    <w:rsid w:val="00733AC8"/>
    <w:rsid w:val="00734B9A"/>
    <w:rsid w:val="007419F6"/>
    <w:rsid w:val="00750A59"/>
    <w:rsid w:val="00751CF3"/>
    <w:rsid w:val="00752CFA"/>
    <w:rsid w:val="007539C5"/>
    <w:rsid w:val="00756113"/>
    <w:rsid w:val="00757D2C"/>
    <w:rsid w:val="007673C7"/>
    <w:rsid w:val="00770E16"/>
    <w:rsid w:val="007730BE"/>
    <w:rsid w:val="00773F50"/>
    <w:rsid w:val="00780854"/>
    <w:rsid w:val="0078123A"/>
    <w:rsid w:val="00781F80"/>
    <w:rsid w:val="00785677"/>
    <w:rsid w:val="007861FF"/>
    <w:rsid w:val="00796253"/>
    <w:rsid w:val="007A3BDD"/>
    <w:rsid w:val="007A6082"/>
    <w:rsid w:val="007B014B"/>
    <w:rsid w:val="007B2635"/>
    <w:rsid w:val="007B3C9A"/>
    <w:rsid w:val="007B40FC"/>
    <w:rsid w:val="007B5108"/>
    <w:rsid w:val="007C3B7C"/>
    <w:rsid w:val="007C5598"/>
    <w:rsid w:val="007D0A0C"/>
    <w:rsid w:val="007D200C"/>
    <w:rsid w:val="007D2B14"/>
    <w:rsid w:val="007D2C3F"/>
    <w:rsid w:val="007D4403"/>
    <w:rsid w:val="007D7FA1"/>
    <w:rsid w:val="007E5AF8"/>
    <w:rsid w:val="007E7E18"/>
    <w:rsid w:val="007F1397"/>
    <w:rsid w:val="007F1D71"/>
    <w:rsid w:val="007F421B"/>
    <w:rsid w:val="007F71B8"/>
    <w:rsid w:val="00807FA7"/>
    <w:rsid w:val="00817564"/>
    <w:rsid w:val="00821B99"/>
    <w:rsid w:val="00824CFD"/>
    <w:rsid w:val="0082503F"/>
    <w:rsid w:val="00827A21"/>
    <w:rsid w:val="00827F15"/>
    <w:rsid w:val="00835C63"/>
    <w:rsid w:val="00842B9E"/>
    <w:rsid w:val="008510BA"/>
    <w:rsid w:val="00852648"/>
    <w:rsid w:val="00856CF0"/>
    <w:rsid w:val="0085730F"/>
    <w:rsid w:val="0086041A"/>
    <w:rsid w:val="00870179"/>
    <w:rsid w:val="00875943"/>
    <w:rsid w:val="00876F5E"/>
    <w:rsid w:val="00891A3B"/>
    <w:rsid w:val="008A03F8"/>
    <w:rsid w:val="008A1697"/>
    <w:rsid w:val="008A2186"/>
    <w:rsid w:val="008A4DAB"/>
    <w:rsid w:val="008A5779"/>
    <w:rsid w:val="008B0AF7"/>
    <w:rsid w:val="008B122E"/>
    <w:rsid w:val="008B681D"/>
    <w:rsid w:val="008B753B"/>
    <w:rsid w:val="008D29A0"/>
    <w:rsid w:val="008D4858"/>
    <w:rsid w:val="008E3817"/>
    <w:rsid w:val="008E4CE0"/>
    <w:rsid w:val="008E7644"/>
    <w:rsid w:val="00904764"/>
    <w:rsid w:val="0090495C"/>
    <w:rsid w:val="00920E89"/>
    <w:rsid w:val="00922296"/>
    <w:rsid w:val="00923F6B"/>
    <w:rsid w:val="00925B17"/>
    <w:rsid w:val="00934836"/>
    <w:rsid w:val="009466BF"/>
    <w:rsid w:val="00947E80"/>
    <w:rsid w:val="00951461"/>
    <w:rsid w:val="0095490C"/>
    <w:rsid w:val="00963EC5"/>
    <w:rsid w:val="00974B0A"/>
    <w:rsid w:val="009814F2"/>
    <w:rsid w:val="00985811"/>
    <w:rsid w:val="00994341"/>
    <w:rsid w:val="00997DC6"/>
    <w:rsid w:val="009A595F"/>
    <w:rsid w:val="009A60F3"/>
    <w:rsid w:val="009A7CC6"/>
    <w:rsid w:val="009B091B"/>
    <w:rsid w:val="009B140C"/>
    <w:rsid w:val="009B64C8"/>
    <w:rsid w:val="009C2714"/>
    <w:rsid w:val="009C668F"/>
    <w:rsid w:val="009D5D96"/>
    <w:rsid w:val="009D756C"/>
    <w:rsid w:val="009E0C54"/>
    <w:rsid w:val="009E21AB"/>
    <w:rsid w:val="009E2407"/>
    <w:rsid w:val="009F0667"/>
    <w:rsid w:val="009F16AB"/>
    <w:rsid w:val="009F48BD"/>
    <w:rsid w:val="009F4B7C"/>
    <w:rsid w:val="00A00FC0"/>
    <w:rsid w:val="00A11C6A"/>
    <w:rsid w:val="00A12C49"/>
    <w:rsid w:val="00A12D1F"/>
    <w:rsid w:val="00A22CA2"/>
    <w:rsid w:val="00A248EC"/>
    <w:rsid w:val="00A26CA7"/>
    <w:rsid w:val="00A26DA0"/>
    <w:rsid w:val="00A301ED"/>
    <w:rsid w:val="00A375CB"/>
    <w:rsid w:val="00A37AC1"/>
    <w:rsid w:val="00A401C6"/>
    <w:rsid w:val="00A44B95"/>
    <w:rsid w:val="00A46A09"/>
    <w:rsid w:val="00A51117"/>
    <w:rsid w:val="00A61412"/>
    <w:rsid w:val="00A659B1"/>
    <w:rsid w:val="00A671E0"/>
    <w:rsid w:val="00A671F7"/>
    <w:rsid w:val="00A70B48"/>
    <w:rsid w:val="00A71185"/>
    <w:rsid w:val="00A82746"/>
    <w:rsid w:val="00A82C6F"/>
    <w:rsid w:val="00A82F1A"/>
    <w:rsid w:val="00A92F25"/>
    <w:rsid w:val="00A9447A"/>
    <w:rsid w:val="00AA0333"/>
    <w:rsid w:val="00AA1AFC"/>
    <w:rsid w:val="00AA765D"/>
    <w:rsid w:val="00AB5967"/>
    <w:rsid w:val="00AB613C"/>
    <w:rsid w:val="00AB7F71"/>
    <w:rsid w:val="00AC1921"/>
    <w:rsid w:val="00AC3471"/>
    <w:rsid w:val="00AC52F5"/>
    <w:rsid w:val="00AC619D"/>
    <w:rsid w:val="00AD08CF"/>
    <w:rsid w:val="00AD1AD3"/>
    <w:rsid w:val="00AD2EDC"/>
    <w:rsid w:val="00AD50CC"/>
    <w:rsid w:val="00AD7D5C"/>
    <w:rsid w:val="00AE7581"/>
    <w:rsid w:val="00AE763B"/>
    <w:rsid w:val="00AF6229"/>
    <w:rsid w:val="00B003ED"/>
    <w:rsid w:val="00B0351B"/>
    <w:rsid w:val="00B04DD7"/>
    <w:rsid w:val="00B12050"/>
    <w:rsid w:val="00B1492F"/>
    <w:rsid w:val="00B21FA2"/>
    <w:rsid w:val="00B3238E"/>
    <w:rsid w:val="00B34A3D"/>
    <w:rsid w:val="00B40CC0"/>
    <w:rsid w:val="00B54354"/>
    <w:rsid w:val="00B65E01"/>
    <w:rsid w:val="00B665D1"/>
    <w:rsid w:val="00B72E67"/>
    <w:rsid w:val="00B76C0D"/>
    <w:rsid w:val="00B813CE"/>
    <w:rsid w:val="00B9091D"/>
    <w:rsid w:val="00B953FB"/>
    <w:rsid w:val="00BA01E1"/>
    <w:rsid w:val="00BA366E"/>
    <w:rsid w:val="00BA6A13"/>
    <w:rsid w:val="00BB2479"/>
    <w:rsid w:val="00BC18A4"/>
    <w:rsid w:val="00BC3FB8"/>
    <w:rsid w:val="00BD4364"/>
    <w:rsid w:val="00BE1996"/>
    <w:rsid w:val="00BE6183"/>
    <w:rsid w:val="00BE67E4"/>
    <w:rsid w:val="00BE78FE"/>
    <w:rsid w:val="00BF1ABA"/>
    <w:rsid w:val="00BF5418"/>
    <w:rsid w:val="00C00918"/>
    <w:rsid w:val="00C03308"/>
    <w:rsid w:val="00C054D4"/>
    <w:rsid w:val="00C05C3B"/>
    <w:rsid w:val="00C10448"/>
    <w:rsid w:val="00C27900"/>
    <w:rsid w:val="00C3655E"/>
    <w:rsid w:val="00C3691F"/>
    <w:rsid w:val="00C36BBD"/>
    <w:rsid w:val="00C73C1C"/>
    <w:rsid w:val="00C85E03"/>
    <w:rsid w:val="00CA3803"/>
    <w:rsid w:val="00CB2362"/>
    <w:rsid w:val="00CB4349"/>
    <w:rsid w:val="00CB715D"/>
    <w:rsid w:val="00CC15E5"/>
    <w:rsid w:val="00CC1FF9"/>
    <w:rsid w:val="00CE14B3"/>
    <w:rsid w:val="00CF0624"/>
    <w:rsid w:val="00CF5B27"/>
    <w:rsid w:val="00CF7FDC"/>
    <w:rsid w:val="00D01E32"/>
    <w:rsid w:val="00D05812"/>
    <w:rsid w:val="00D10AC1"/>
    <w:rsid w:val="00D1434E"/>
    <w:rsid w:val="00D2235D"/>
    <w:rsid w:val="00D24BB5"/>
    <w:rsid w:val="00D27CDA"/>
    <w:rsid w:val="00D35E1E"/>
    <w:rsid w:val="00D440F6"/>
    <w:rsid w:val="00D46DF6"/>
    <w:rsid w:val="00D46EDB"/>
    <w:rsid w:val="00D5766E"/>
    <w:rsid w:val="00D60FBE"/>
    <w:rsid w:val="00D647D0"/>
    <w:rsid w:val="00D75A7C"/>
    <w:rsid w:val="00D77F10"/>
    <w:rsid w:val="00D84F32"/>
    <w:rsid w:val="00D86E3B"/>
    <w:rsid w:val="00D92FEC"/>
    <w:rsid w:val="00D972A9"/>
    <w:rsid w:val="00DA2F11"/>
    <w:rsid w:val="00DB67F4"/>
    <w:rsid w:val="00DD038D"/>
    <w:rsid w:val="00DD25F4"/>
    <w:rsid w:val="00DD3CCA"/>
    <w:rsid w:val="00DD66F1"/>
    <w:rsid w:val="00DE10FC"/>
    <w:rsid w:val="00DE1C5C"/>
    <w:rsid w:val="00E025B2"/>
    <w:rsid w:val="00E06535"/>
    <w:rsid w:val="00E310BC"/>
    <w:rsid w:val="00E32735"/>
    <w:rsid w:val="00E449A8"/>
    <w:rsid w:val="00E47209"/>
    <w:rsid w:val="00E5545E"/>
    <w:rsid w:val="00E76CC2"/>
    <w:rsid w:val="00E925E8"/>
    <w:rsid w:val="00EA5AC2"/>
    <w:rsid w:val="00EB2D24"/>
    <w:rsid w:val="00EB6CCA"/>
    <w:rsid w:val="00EC20AD"/>
    <w:rsid w:val="00EC350C"/>
    <w:rsid w:val="00ED5F80"/>
    <w:rsid w:val="00ED7234"/>
    <w:rsid w:val="00ED79AA"/>
    <w:rsid w:val="00EE121A"/>
    <w:rsid w:val="00F0252B"/>
    <w:rsid w:val="00F050F2"/>
    <w:rsid w:val="00F05966"/>
    <w:rsid w:val="00F141A4"/>
    <w:rsid w:val="00F1534D"/>
    <w:rsid w:val="00F1737E"/>
    <w:rsid w:val="00F2254B"/>
    <w:rsid w:val="00F32209"/>
    <w:rsid w:val="00F45064"/>
    <w:rsid w:val="00F50F52"/>
    <w:rsid w:val="00F60BB5"/>
    <w:rsid w:val="00F64952"/>
    <w:rsid w:val="00F674CD"/>
    <w:rsid w:val="00F70E43"/>
    <w:rsid w:val="00F713B3"/>
    <w:rsid w:val="00F764BE"/>
    <w:rsid w:val="00F84324"/>
    <w:rsid w:val="00FA2093"/>
    <w:rsid w:val="00FA2F9F"/>
    <w:rsid w:val="00FA4334"/>
    <w:rsid w:val="00FC0588"/>
    <w:rsid w:val="00FC05EA"/>
    <w:rsid w:val="00FC08D0"/>
    <w:rsid w:val="00FD0D79"/>
    <w:rsid w:val="00FD3C7D"/>
    <w:rsid w:val="00FD6A9F"/>
    <w:rsid w:val="00FE52D6"/>
    <w:rsid w:val="00FE5313"/>
    <w:rsid w:val="00FF103C"/>
    <w:rsid w:val="00FF1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8AFDC"/>
  <w15:chartTrackingRefBased/>
  <w15:docId w15:val="{5EC132C0-2E78-DF45-A125-BFABD1640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27F1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814BA"/>
    <w:pPr>
      <w:keepNext/>
      <w:keepLines/>
      <w:spacing w:before="2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C278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7F15"/>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3814BA"/>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2C278F"/>
    <w:rPr>
      <w:rFonts w:asciiTheme="majorHAnsi" w:eastAsiaTheme="majorEastAsia" w:hAnsiTheme="majorHAnsi" w:cstheme="majorBidi"/>
      <w:color w:val="1F3763" w:themeColor="accent1" w:themeShade="7F"/>
      <w:lang w:val="en-GB"/>
    </w:rPr>
  </w:style>
  <w:style w:type="paragraph" w:styleId="ListParagraph">
    <w:name w:val="List Paragraph"/>
    <w:basedOn w:val="Normal"/>
    <w:uiPriority w:val="34"/>
    <w:qFormat/>
    <w:rsid w:val="0010571F"/>
    <w:pPr>
      <w:ind w:left="720"/>
      <w:contextualSpacing/>
    </w:pPr>
  </w:style>
  <w:style w:type="paragraph" w:styleId="Caption">
    <w:name w:val="caption"/>
    <w:basedOn w:val="Normal"/>
    <w:next w:val="Normal"/>
    <w:uiPriority w:val="35"/>
    <w:unhideWhenUsed/>
    <w:qFormat/>
    <w:rsid w:val="00B9091D"/>
    <w:pPr>
      <w:spacing w:after="200"/>
    </w:pPr>
    <w:rPr>
      <w:i/>
      <w:iCs/>
      <w:color w:val="44546A" w:themeColor="text2"/>
      <w:sz w:val="18"/>
      <w:szCs w:val="18"/>
    </w:rPr>
  </w:style>
  <w:style w:type="character" w:styleId="CommentReference">
    <w:name w:val="annotation reference"/>
    <w:basedOn w:val="DefaultParagraphFont"/>
    <w:uiPriority w:val="99"/>
    <w:semiHidden/>
    <w:unhideWhenUsed/>
    <w:rsid w:val="004461C5"/>
    <w:rPr>
      <w:sz w:val="16"/>
      <w:szCs w:val="16"/>
    </w:rPr>
  </w:style>
  <w:style w:type="paragraph" w:styleId="CommentText">
    <w:name w:val="annotation text"/>
    <w:basedOn w:val="Normal"/>
    <w:link w:val="CommentTextChar"/>
    <w:uiPriority w:val="99"/>
    <w:semiHidden/>
    <w:unhideWhenUsed/>
    <w:rsid w:val="004461C5"/>
    <w:rPr>
      <w:sz w:val="20"/>
      <w:szCs w:val="20"/>
    </w:rPr>
  </w:style>
  <w:style w:type="character" w:customStyle="1" w:styleId="CommentTextChar">
    <w:name w:val="Comment Text Char"/>
    <w:basedOn w:val="DefaultParagraphFont"/>
    <w:link w:val="CommentText"/>
    <w:uiPriority w:val="99"/>
    <w:semiHidden/>
    <w:rsid w:val="004461C5"/>
    <w:rPr>
      <w:sz w:val="20"/>
      <w:szCs w:val="20"/>
      <w:lang w:val="en-GB"/>
    </w:rPr>
  </w:style>
  <w:style w:type="paragraph" w:styleId="CommentSubject">
    <w:name w:val="annotation subject"/>
    <w:basedOn w:val="CommentText"/>
    <w:next w:val="CommentText"/>
    <w:link w:val="CommentSubjectChar"/>
    <w:uiPriority w:val="99"/>
    <w:semiHidden/>
    <w:unhideWhenUsed/>
    <w:rsid w:val="004461C5"/>
    <w:rPr>
      <w:b/>
      <w:bCs/>
    </w:rPr>
  </w:style>
  <w:style w:type="character" w:customStyle="1" w:styleId="CommentSubjectChar">
    <w:name w:val="Comment Subject Char"/>
    <w:basedOn w:val="CommentTextChar"/>
    <w:link w:val="CommentSubject"/>
    <w:uiPriority w:val="99"/>
    <w:semiHidden/>
    <w:rsid w:val="004461C5"/>
    <w:rPr>
      <w:b/>
      <w:bCs/>
      <w:sz w:val="20"/>
      <w:szCs w:val="20"/>
      <w:lang w:val="en-GB"/>
    </w:rPr>
  </w:style>
  <w:style w:type="paragraph" w:styleId="BalloonText">
    <w:name w:val="Balloon Text"/>
    <w:basedOn w:val="Normal"/>
    <w:link w:val="BalloonTextChar"/>
    <w:uiPriority w:val="99"/>
    <w:semiHidden/>
    <w:unhideWhenUsed/>
    <w:rsid w:val="004461C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461C5"/>
    <w:rPr>
      <w:rFonts w:ascii="Times New Roman" w:hAnsi="Times New Roman" w:cs="Times New Roman"/>
      <w:sz w:val="18"/>
      <w:szCs w:val="18"/>
      <w:lang w:val="en-GB"/>
    </w:rPr>
  </w:style>
  <w:style w:type="paragraph" w:styleId="TOC1">
    <w:name w:val="toc 1"/>
    <w:basedOn w:val="Normal"/>
    <w:next w:val="Normal"/>
    <w:autoRedefine/>
    <w:uiPriority w:val="39"/>
    <w:unhideWhenUsed/>
    <w:rsid w:val="0001649C"/>
    <w:pPr>
      <w:spacing w:before="120"/>
    </w:pPr>
    <w:rPr>
      <w:b/>
      <w:bCs/>
      <w:i/>
      <w:iCs/>
    </w:rPr>
  </w:style>
  <w:style w:type="paragraph" w:styleId="TOC2">
    <w:name w:val="toc 2"/>
    <w:basedOn w:val="Normal"/>
    <w:next w:val="Normal"/>
    <w:autoRedefine/>
    <w:uiPriority w:val="39"/>
    <w:unhideWhenUsed/>
    <w:rsid w:val="0001649C"/>
    <w:pPr>
      <w:spacing w:before="120"/>
      <w:ind w:left="240"/>
    </w:pPr>
    <w:rPr>
      <w:b/>
      <w:bCs/>
      <w:sz w:val="22"/>
      <w:szCs w:val="22"/>
    </w:rPr>
  </w:style>
  <w:style w:type="character" w:styleId="Hyperlink">
    <w:name w:val="Hyperlink"/>
    <w:basedOn w:val="DefaultParagraphFont"/>
    <w:uiPriority w:val="99"/>
    <w:unhideWhenUsed/>
    <w:rsid w:val="0001649C"/>
    <w:rPr>
      <w:color w:val="0563C1" w:themeColor="hyperlink"/>
      <w:u w:val="single"/>
    </w:rPr>
  </w:style>
  <w:style w:type="character" w:styleId="UnresolvedMention">
    <w:name w:val="Unresolved Mention"/>
    <w:basedOn w:val="DefaultParagraphFont"/>
    <w:uiPriority w:val="99"/>
    <w:semiHidden/>
    <w:unhideWhenUsed/>
    <w:rsid w:val="000C70CA"/>
    <w:rPr>
      <w:color w:val="605E5C"/>
      <w:shd w:val="clear" w:color="auto" w:fill="E1DFDD"/>
    </w:rPr>
  </w:style>
  <w:style w:type="paragraph" w:styleId="TOC3">
    <w:name w:val="toc 3"/>
    <w:basedOn w:val="Normal"/>
    <w:next w:val="Normal"/>
    <w:autoRedefine/>
    <w:uiPriority w:val="39"/>
    <w:unhideWhenUsed/>
    <w:rsid w:val="00AC619D"/>
    <w:pPr>
      <w:ind w:left="480"/>
    </w:pPr>
    <w:rPr>
      <w:sz w:val="20"/>
      <w:szCs w:val="20"/>
    </w:rPr>
  </w:style>
  <w:style w:type="paragraph" w:styleId="TOCHeading">
    <w:name w:val="TOC Heading"/>
    <w:basedOn w:val="Heading1"/>
    <w:next w:val="Normal"/>
    <w:uiPriority w:val="39"/>
    <w:unhideWhenUsed/>
    <w:qFormat/>
    <w:rsid w:val="003D34BC"/>
    <w:pPr>
      <w:spacing w:before="480" w:line="276" w:lineRule="auto"/>
      <w:outlineLvl w:val="9"/>
    </w:pPr>
    <w:rPr>
      <w:b/>
      <w:bCs/>
      <w:sz w:val="28"/>
      <w:szCs w:val="28"/>
      <w:lang w:val="en-US"/>
    </w:rPr>
  </w:style>
  <w:style w:type="paragraph" w:styleId="TOC4">
    <w:name w:val="toc 4"/>
    <w:basedOn w:val="Normal"/>
    <w:next w:val="Normal"/>
    <w:autoRedefine/>
    <w:uiPriority w:val="39"/>
    <w:semiHidden/>
    <w:unhideWhenUsed/>
    <w:rsid w:val="003D34BC"/>
    <w:pPr>
      <w:ind w:left="720"/>
    </w:pPr>
    <w:rPr>
      <w:sz w:val="20"/>
      <w:szCs w:val="20"/>
    </w:rPr>
  </w:style>
  <w:style w:type="paragraph" w:styleId="TOC5">
    <w:name w:val="toc 5"/>
    <w:basedOn w:val="Normal"/>
    <w:next w:val="Normal"/>
    <w:autoRedefine/>
    <w:uiPriority w:val="39"/>
    <w:semiHidden/>
    <w:unhideWhenUsed/>
    <w:rsid w:val="003D34BC"/>
    <w:pPr>
      <w:ind w:left="960"/>
    </w:pPr>
    <w:rPr>
      <w:sz w:val="20"/>
      <w:szCs w:val="20"/>
    </w:rPr>
  </w:style>
  <w:style w:type="paragraph" w:styleId="TOC6">
    <w:name w:val="toc 6"/>
    <w:basedOn w:val="Normal"/>
    <w:next w:val="Normal"/>
    <w:autoRedefine/>
    <w:uiPriority w:val="39"/>
    <w:semiHidden/>
    <w:unhideWhenUsed/>
    <w:rsid w:val="003D34BC"/>
    <w:pPr>
      <w:ind w:left="1200"/>
    </w:pPr>
    <w:rPr>
      <w:sz w:val="20"/>
      <w:szCs w:val="20"/>
    </w:rPr>
  </w:style>
  <w:style w:type="paragraph" w:styleId="TOC7">
    <w:name w:val="toc 7"/>
    <w:basedOn w:val="Normal"/>
    <w:next w:val="Normal"/>
    <w:autoRedefine/>
    <w:uiPriority w:val="39"/>
    <w:semiHidden/>
    <w:unhideWhenUsed/>
    <w:rsid w:val="003D34BC"/>
    <w:pPr>
      <w:ind w:left="1440"/>
    </w:pPr>
    <w:rPr>
      <w:sz w:val="20"/>
      <w:szCs w:val="20"/>
    </w:rPr>
  </w:style>
  <w:style w:type="paragraph" w:styleId="TOC8">
    <w:name w:val="toc 8"/>
    <w:basedOn w:val="Normal"/>
    <w:next w:val="Normal"/>
    <w:autoRedefine/>
    <w:uiPriority w:val="39"/>
    <w:semiHidden/>
    <w:unhideWhenUsed/>
    <w:rsid w:val="003D34BC"/>
    <w:pPr>
      <w:ind w:left="1680"/>
    </w:pPr>
    <w:rPr>
      <w:sz w:val="20"/>
      <w:szCs w:val="20"/>
    </w:rPr>
  </w:style>
  <w:style w:type="paragraph" w:styleId="TOC9">
    <w:name w:val="toc 9"/>
    <w:basedOn w:val="Normal"/>
    <w:next w:val="Normal"/>
    <w:autoRedefine/>
    <w:uiPriority w:val="39"/>
    <w:semiHidden/>
    <w:unhideWhenUsed/>
    <w:rsid w:val="003D34BC"/>
    <w:pPr>
      <w:ind w:left="1920"/>
    </w:pPr>
    <w:rPr>
      <w:sz w:val="20"/>
      <w:szCs w:val="20"/>
    </w:rPr>
  </w:style>
  <w:style w:type="paragraph" w:styleId="NormalWeb">
    <w:name w:val="Normal (Web)"/>
    <w:basedOn w:val="Normal"/>
    <w:uiPriority w:val="99"/>
    <w:semiHidden/>
    <w:unhideWhenUsed/>
    <w:rsid w:val="00FC08D0"/>
    <w:rPr>
      <w:rFonts w:ascii="Times New Roman" w:hAnsi="Times New Roman" w:cs="Times New Roman"/>
    </w:rPr>
  </w:style>
  <w:style w:type="character" w:styleId="FollowedHyperlink">
    <w:name w:val="FollowedHyperlink"/>
    <w:basedOn w:val="DefaultParagraphFont"/>
    <w:uiPriority w:val="99"/>
    <w:semiHidden/>
    <w:unhideWhenUsed/>
    <w:rsid w:val="00344E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113430">
      <w:bodyDiv w:val="1"/>
      <w:marLeft w:val="0"/>
      <w:marRight w:val="0"/>
      <w:marTop w:val="0"/>
      <w:marBottom w:val="0"/>
      <w:divBdr>
        <w:top w:val="none" w:sz="0" w:space="0" w:color="auto"/>
        <w:left w:val="none" w:sz="0" w:space="0" w:color="auto"/>
        <w:bottom w:val="none" w:sz="0" w:space="0" w:color="auto"/>
        <w:right w:val="none" w:sz="0" w:space="0" w:color="auto"/>
      </w:divBdr>
      <w:divsChild>
        <w:div w:id="923801739">
          <w:marLeft w:val="0"/>
          <w:marRight w:val="0"/>
          <w:marTop w:val="0"/>
          <w:marBottom w:val="0"/>
          <w:divBdr>
            <w:top w:val="none" w:sz="0" w:space="0" w:color="auto"/>
            <w:left w:val="none" w:sz="0" w:space="0" w:color="auto"/>
            <w:bottom w:val="none" w:sz="0" w:space="0" w:color="auto"/>
            <w:right w:val="none" w:sz="0" w:space="0" w:color="auto"/>
          </w:divBdr>
          <w:divsChild>
            <w:div w:id="79447650">
              <w:marLeft w:val="0"/>
              <w:marRight w:val="0"/>
              <w:marTop w:val="0"/>
              <w:marBottom w:val="0"/>
              <w:divBdr>
                <w:top w:val="none" w:sz="0" w:space="0" w:color="auto"/>
                <w:left w:val="none" w:sz="0" w:space="0" w:color="auto"/>
                <w:bottom w:val="none" w:sz="0" w:space="0" w:color="auto"/>
                <w:right w:val="none" w:sz="0" w:space="0" w:color="auto"/>
              </w:divBdr>
              <w:divsChild>
                <w:div w:id="1766345216">
                  <w:marLeft w:val="0"/>
                  <w:marRight w:val="0"/>
                  <w:marTop w:val="0"/>
                  <w:marBottom w:val="0"/>
                  <w:divBdr>
                    <w:top w:val="none" w:sz="0" w:space="0" w:color="auto"/>
                    <w:left w:val="none" w:sz="0" w:space="0" w:color="auto"/>
                    <w:bottom w:val="none" w:sz="0" w:space="0" w:color="auto"/>
                    <w:right w:val="none" w:sz="0" w:space="0" w:color="auto"/>
                  </w:divBdr>
                  <w:divsChild>
                    <w:div w:id="156140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690416">
      <w:bodyDiv w:val="1"/>
      <w:marLeft w:val="0"/>
      <w:marRight w:val="0"/>
      <w:marTop w:val="0"/>
      <w:marBottom w:val="0"/>
      <w:divBdr>
        <w:top w:val="none" w:sz="0" w:space="0" w:color="auto"/>
        <w:left w:val="none" w:sz="0" w:space="0" w:color="auto"/>
        <w:bottom w:val="none" w:sz="0" w:space="0" w:color="auto"/>
        <w:right w:val="none" w:sz="0" w:space="0" w:color="auto"/>
      </w:divBdr>
    </w:div>
    <w:div w:id="653069863">
      <w:bodyDiv w:val="1"/>
      <w:marLeft w:val="0"/>
      <w:marRight w:val="0"/>
      <w:marTop w:val="0"/>
      <w:marBottom w:val="0"/>
      <w:divBdr>
        <w:top w:val="none" w:sz="0" w:space="0" w:color="auto"/>
        <w:left w:val="none" w:sz="0" w:space="0" w:color="auto"/>
        <w:bottom w:val="none" w:sz="0" w:space="0" w:color="auto"/>
        <w:right w:val="none" w:sz="0" w:space="0" w:color="auto"/>
      </w:divBdr>
    </w:div>
    <w:div w:id="727147891">
      <w:bodyDiv w:val="1"/>
      <w:marLeft w:val="0"/>
      <w:marRight w:val="0"/>
      <w:marTop w:val="0"/>
      <w:marBottom w:val="0"/>
      <w:divBdr>
        <w:top w:val="none" w:sz="0" w:space="0" w:color="auto"/>
        <w:left w:val="none" w:sz="0" w:space="0" w:color="auto"/>
        <w:bottom w:val="none" w:sz="0" w:space="0" w:color="auto"/>
        <w:right w:val="none" w:sz="0" w:space="0" w:color="auto"/>
      </w:divBdr>
    </w:div>
    <w:div w:id="771167177">
      <w:bodyDiv w:val="1"/>
      <w:marLeft w:val="0"/>
      <w:marRight w:val="0"/>
      <w:marTop w:val="0"/>
      <w:marBottom w:val="0"/>
      <w:divBdr>
        <w:top w:val="none" w:sz="0" w:space="0" w:color="auto"/>
        <w:left w:val="none" w:sz="0" w:space="0" w:color="auto"/>
        <w:bottom w:val="none" w:sz="0" w:space="0" w:color="auto"/>
        <w:right w:val="none" w:sz="0" w:space="0" w:color="auto"/>
      </w:divBdr>
    </w:div>
    <w:div w:id="974407351">
      <w:bodyDiv w:val="1"/>
      <w:marLeft w:val="0"/>
      <w:marRight w:val="0"/>
      <w:marTop w:val="0"/>
      <w:marBottom w:val="0"/>
      <w:divBdr>
        <w:top w:val="none" w:sz="0" w:space="0" w:color="auto"/>
        <w:left w:val="none" w:sz="0" w:space="0" w:color="auto"/>
        <w:bottom w:val="none" w:sz="0" w:space="0" w:color="auto"/>
        <w:right w:val="none" w:sz="0" w:space="0" w:color="auto"/>
      </w:divBdr>
      <w:divsChild>
        <w:div w:id="839275377">
          <w:marLeft w:val="0"/>
          <w:marRight w:val="0"/>
          <w:marTop w:val="0"/>
          <w:marBottom w:val="0"/>
          <w:divBdr>
            <w:top w:val="none" w:sz="0" w:space="0" w:color="auto"/>
            <w:left w:val="none" w:sz="0" w:space="0" w:color="auto"/>
            <w:bottom w:val="none" w:sz="0" w:space="0" w:color="auto"/>
            <w:right w:val="none" w:sz="0" w:space="0" w:color="auto"/>
          </w:divBdr>
          <w:divsChild>
            <w:div w:id="1584685491">
              <w:marLeft w:val="0"/>
              <w:marRight w:val="0"/>
              <w:marTop w:val="0"/>
              <w:marBottom w:val="0"/>
              <w:divBdr>
                <w:top w:val="none" w:sz="0" w:space="0" w:color="auto"/>
                <w:left w:val="none" w:sz="0" w:space="0" w:color="auto"/>
                <w:bottom w:val="none" w:sz="0" w:space="0" w:color="auto"/>
                <w:right w:val="none" w:sz="0" w:space="0" w:color="auto"/>
              </w:divBdr>
              <w:divsChild>
                <w:div w:id="1265113442">
                  <w:marLeft w:val="0"/>
                  <w:marRight w:val="0"/>
                  <w:marTop w:val="0"/>
                  <w:marBottom w:val="0"/>
                  <w:divBdr>
                    <w:top w:val="none" w:sz="0" w:space="0" w:color="auto"/>
                    <w:left w:val="none" w:sz="0" w:space="0" w:color="auto"/>
                    <w:bottom w:val="none" w:sz="0" w:space="0" w:color="auto"/>
                    <w:right w:val="none" w:sz="0" w:space="0" w:color="auto"/>
                  </w:divBdr>
                  <w:divsChild>
                    <w:div w:id="54383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720836">
      <w:bodyDiv w:val="1"/>
      <w:marLeft w:val="0"/>
      <w:marRight w:val="0"/>
      <w:marTop w:val="0"/>
      <w:marBottom w:val="0"/>
      <w:divBdr>
        <w:top w:val="none" w:sz="0" w:space="0" w:color="auto"/>
        <w:left w:val="none" w:sz="0" w:space="0" w:color="auto"/>
        <w:bottom w:val="none" w:sz="0" w:space="0" w:color="auto"/>
        <w:right w:val="none" w:sz="0" w:space="0" w:color="auto"/>
      </w:divBdr>
      <w:divsChild>
        <w:div w:id="1908998502">
          <w:marLeft w:val="0"/>
          <w:marRight w:val="0"/>
          <w:marTop w:val="0"/>
          <w:marBottom w:val="0"/>
          <w:divBdr>
            <w:top w:val="none" w:sz="0" w:space="0" w:color="auto"/>
            <w:left w:val="none" w:sz="0" w:space="0" w:color="auto"/>
            <w:bottom w:val="none" w:sz="0" w:space="0" w:color="auto"/>
            <w:right w:val="none" w:sz="0" w:space="0" w:color="auto"/>
          </w:divBdr>
          <w:divsChild>
            <w:div w:id="383259088">
              <w:marLeft w:val="0"/>
              <w:marRight w:val="0"/>
              <w:marTop w:val="0"/>
              <w:marBottom w:val="0"/>
              <w:divBdr>
                <w:top w:val="none" w:sz="0" w:space="0" w:color="auto"/>
                <w:left w:val="none" w:sz="0" w:space="0" w:color="auto"/>
                <w:bottom w:val="none" w:sz="0" w:space="0" w:color="auto"/>
                <w:right w:val="none" w:sz="0" w:space="0" w:color="auto"/>
              </w:divBdr>
              <w:divsChild>
                <w:div w:id="1031152880">
                  <w:marLeft w:val="0"/>
                  <w:marRight w:val="0"/>
                  <w:marTop w:val="0"/>
                  <w:marBottom w:val="0"/>
                  <w:divBdr>
                    <w:top w:val="none" w:sz="0" w:space="0" w:color="auto"/>
                    <w:left w:val="none" w:sz="0" w:space="0" w:color="auto"/>
                    <w:bottom w:val="none" w:sz="0" w:space="0" w:color="auto"/>
                    <w:right w:val="none" w:sz="0" w:space="0" w:color="auto"/>
                  </w:divBdr>
                  <w:divsChild>
                    <w:div w:id="169530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hyperlink" Target="https://intranet.wur.nl/umbraco/en/about-wur/policy-regulations/privacy-personal-data-gdpr/" TargetMode="External"/><Relationship Id="rId18" Type="http://schemas.openxmlformats.org/officeDocument/2006/relationships/hyperlink" Target="mailto:marcel.lubbers@wur.n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it.wageningenur.nl/pps/PPS_data_management/-/raw/master/download_project.R" TargetMode="External"/><Relationship Id="rId7" Type="http://schemas.openxmlformats.org/officeDocument/2006/relationships/diagramLayout" Target="diagrams/layout1.xml"/><Relationship Id="rId12" Type="http://schemas.openxmlformats.org/officeDocument/2006/relationships/hyperlink" Target="mailto:joost.vanheerwaarden@wur.nl" TargetMode="External"/><Relationship Id="rId17" Type="http://schemas.openxmlformats.org/officeDocument/2006/relationships/hyperlink" Target="https://bscmsc.pps.wur.nl" TargetMode="External"/><Relationship Id="rId25" Type="http://schemas.openxmlformats.org/officeDocument/2006/relationships/hyperlink" Target="https://git.wageningenur.nl/pps/PPS_data_management/-/raw/master/download_project.R" TargetMode="External"/><Relationship Id="rId2" Type="http://schemas.openxmlformats.org/officeDocument/2006/relationships/numbering" Target="numbering.xml"/><Relationship Id="rId16" Type="http://schemas.openxmlformats.org/officeDocument/2006/relationships/hyperlink" Target="https://phd.pps.wur.nl" TargetMode="External"/><Relationship Id="rId20" Type="http://schemas.openxmlformats.org/officeDocument/2006/relationships/hyperlink" Target="http://myworkspace.wur.nl" TargetMode="Externa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hyperlink" Target="mailto:marcel.lubbers@wur.nl" TargetMode="External"/><Relationship Id="rId24" Type="http://schemas.openxmlformats.org/officeDocument/2006/relationships/hyperlink" Target="https://git.wageningenur.nl/pps/PPS_data_management/-/raw/master/download_project.R" TargetMode="External"/><Relationship Id="rId5" Type="http://schemas.openxmlformats.org/officeDocument/2006/relationships/webSettings" Target="webSettings.xml"/><Relationship Id="rId15" Type="http://schemas.openxmlformats.org/officeDocument/2006/relationships/hyperlink" Target="https://phd.pps.wur.nl/example-management-plan-imagine-world-no-phosphorus" TargetMode="External"/><Relationship Id="rId23" Type="http://schemas.openxmlformats.org/officeDocument/2006/relationships/hyperlink" Target="https://git.wageningenur.nl/pps/PPS_data_management/-/raw/master/download_project.R" TargetMode="External"/><Relationship Id="rId10" Type="http://schemas.microsoft.com/office/2007/relationships/diagramDrawing" Target="diagrams/drawing1.xml"/><Relationship Id="rId19" Type="http://schemas.openxmlformats.org/officeDocument/2006/relationships/hyperlink" Target="mailto:mink.zijlstra@wur.nl" TargetMode="Externa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hyperlink" Target="mailto:joan.schrijvers@wur.nl" TargetMode="External"/><Relationship Id="rId22" Type="http://schemas.openxmlformats.org/officeDocument/2006/relationships/hyperlink" Target="https://git.wageningenur.nl/pps/PPS_data_management/-/raw/master/download_project.R" TargetMode="Externa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2383F4-90E6-EF45-849B-3162F5602842}" type="doc">
      <dgm:prSet loTypeId="urn:microsoft.com/office/officeart/2005/8/layout/hierarchy2" loCatId="" qsTypeId="urn:microsoft.com/office/officeart/2005/8/quickstyle/simple1" qsCatId="simple" csTypeId="urn:microsoft.com/office/officeart/2005/8/colors/accent1_2" csCatId="accent1" phldr="1"/>
      <dgm:spPr/>
      <dgm:t>
        <a:bodyPr/>
        <a:lstStyle/>
        <a:p>
          <a:endParaRPr lang="en-GB"/>
        </a:p>
      </dgm:t>
    </dgm:pt>
    <dgm:pt modelId="{976929D6-4A12-3741-8B30-798C02F837C9}">
      <dgm:prSet phldrT="[Text]" custT="1"/>
      <dgm:spPr/>
      <dgm:t>
        <a:bodyPr/>
        <a:lstStyle/>
        <a:p>
          <a:r>
            <a:rPr lang="en-GB" sz="1200"/>
            <a:t>project</a:t>
          </a:r>
        </a:p>
      </dgm:t>
    </dgm:pt>
    <dgm:pt modelId="{62EFCF49-385E-D445-9BFB-9A8867BEC2D6}" type="parTrans" cxnId="{743E4103-6742-9D45-B84C-93A55C640195}">
      <dgm:prSet/>
      <dgm:spPr/>
      <dgm:t>
        <a:bodyPr/>
        <a:lstStyle/>
        <a:p>
          <a:endParaRPr lang="en-GB"/>
        </a:p>
      </dgm:t>
    </dgm:pt>
    <dgm:pt modelId="{78A79F82-5370-A04F-915C-1C204BC2E2C2}" type="sibTrans" cxnId="{743E4103-6742-9D45-B84C-93A55C640195}">
      <dgm:prSet/>
      <dgm:spPr/>
      <dgm:t>
        <a:bodyPr/>
        <a:lstStyle/>
        <a:p>
          <a:endParaRPr lang="en-GB"/>
        </a:p>
      </dgm:t>
    </dgm:pt>
    <dgm:pt modelId="{9CC5A877-7DEF-814A-884A-C49CCD9C5C78}">
      <dgm:prSet phldrT="[Text]" custT="1"/>
      <dgm:spPr/>
      <dgm:t>
        <a:bodyPr/>
        <a:lstStyle/>
        <a:p>
          <a:r>
            <a:rPr lang="en-GB" sz="1200"/>
            <a:t>data</a:t>
          </a:r>
        </a:p>
      </dgm:t>
    </dgm:pt>
    <dgm:pt modelId="{232C1102-4FC8-874C-AF3D-432B5A0FB11C}" type="parTrans" cxnId="{221040CB-BF6C-3F40-8A30-26D22C9E46AD}">
      <dgm:prSet/>
      <dgm:spPr/>
      <dgm:t>
        <a:bodyPr/>
        <a:lstStyle/>
        <a:p>
          <a:endParaRPr lang="en-GB"/>
        </a:p>
      </dgm:t>
    </dgm:pt>
    <dgm:pt modelId="{FD9132FF-CC63-3042-A267-4B6499A94B10}" type="sibTrans" cxnId="{221040CB-BF6C-3F40-8A30-26D22C9E46AD}">
      <dgm:prSet/>
      <dgm:spPr/>
      <dgm:t>
        <a:bodyPr/>
        <a:lstStyle/>
        <a:p>
          <a:endParaRPr lang="en-GB"/>
        </a:p>
      </dgm:t>
    </dgm:pt>
    <dgm:pt modelId="{37E597B9-292B-9149-9924-FFC2274AD840}">
      <dgm:prSet phldrT="[Text]" custT="1"/>
      <dgm:spPr/>
      <dgm:t>
        <a:bodyPr/>
        <a:lstStyle/>
        <a:p>
          <a:r>
            <a:rPr lang="en-GB" sz="1200"/>
            <a:t>definitions_protocols</a:t>
          </a:r>
        </a:p>
      </dgm:t>
    </dgm:pt>
    <dgm:pt modelId="{799B44FE-1368-5A4B-BCDF-16120B1AF0F0}" type="parTrans" cxnId="{978480C4-AD93-E94D-BA16-F5CD42E2A63B}">
      <dgm:prSet/>
      <dgm:spPr/>
      <dgm:t>
        <a:bodyPr/>
        <a:lstStyle/>
        <a:p>
          <a:endParaRPr lang="en-GB"/>
        </a:p>
      </dgm:t>
    </dgm:pt>
    <dgm:pt modelId="{BD9CABA7-BC36-6C4E-81DE-B64DB77BF46C}" type="sibTrans" cxnId="{978480C4-AD93-E94D-BA16-F5CD42E2A63B}">
      <dgm:prSet/>
      <dgm:spPr/>
      <dgm:t>
        <a:bodyPr/>
        <a:lstStyle/>
        <a:p>
          <a:endParaRPr lang="en-GB"/>
        </a:p>
      </dgm:t>
    </dgm:pt>
    <dgm:pt modelId="{3C1D93E2-DC7F-6642-ABAA-0D86FE533491}">
      <dgm:prSet phldrT="[Text]" custT="1"/>
      <dgm:spPr/>
      <dgm:t>
        <a:bodyPr/>
        <a:lstStyle/>
        <a:p>
          <a:r>
            <a:rPr lang="en-GB" sz="1200"/>
            <a:t>processed</a:t>
          </a:r>
        </a:p>
      </dgm:t>
    </dgm:pt>
    <dgm:pt modelId="{73941CFE-B378-A541-95A9-E743CFE1128C}" type="parTrans" cxnId="{554F9CC9-143D-054E-9587-EF854FB71BF9}">
      <dgm:prSet/>
      <dgm:spPr/>
      <dgm:t>
        <a:bodyPr/>
        <a:lstStyle/>
        <a:p>
          <a:endParaRPr lang="en-GB"/>
        </a:p>
      </dgm:t>
    </dgm:pt>
    <dgm:pt modelId="{D307147A-8562-374B-871D-582C02331765}" type="sibTrans" cxnId="{554F9CC9-143D-054E-9587-EF854FB71BF9}">
      <dgm:prSet/>
      <dgm:spPr/>
      <dgm:t>
        <a:bodyPr/>
        <a:lstStyle/>
        <a:p>
          <a:endParaRPr lang="en-GB"/>
        </a:p>
      </dgm:t>
    </dgm:pt>
    <dgm:pt modelId="{8724F4B1-44F9-EF4E-918E-EFA883F1BBCE}">
      <dgm:prSet phldrT="[Text]" custT="1"/>
      <dgm:spPr/>
      <dgm:t>
        <a:bodyPr/>
        <a:lstStyle/>
        <a:p>
          <a:r>
            <a:rPr lang="en-GB" sz="1200"/>
            <a:t>results</a:t>
          </a:r>
        </a:p>
      </dgm:t>
    </dgm:pt>
    <dgm:pt modelId="{5240C30B-EA84-D74E-A05B-60A85B71731F}" type="parTrans" cxnId="{200B586D-5A44-9D47-9E25-5AB39C300FD1}">
      <dgm:prSet/>
      <dgm:spPr/>
      <dgm:t>
        <a:bodyPr/>
        <a:lstStyle/>
        <a:p>
          <a:endParaRPr lang="en-GB"/>
        </a:p>
      </dgm:t>
    </dgm:pt>
    <dgm:pt modelId="{30480D11-2380-1A45-8BC6-66F6C9959177}" type="sibTrans" cxnId="{200B586D-5A44-9D47-9E25-5AB39C300FD1}">
      <dgm:prSet/>
      <dgm:spPr/>
      <dgm:t>
        <a:bodyPr/>
        <a:lstStyle/>
        <a:p>
          <a:endParaRPr lang="en-GB"/>
        </a:p>
      </dgm:t>
    </dgm:pt>
    <dgm:pt modelId="{5F1CEDE5-1A7B-414A-852D-FC649EFA0F86}">
      <dgm:prSet phldrT="[Text]" custT="1"/>
      <dgm:spPr/>
      <dgm:t>
        <a:bodyPr/>
        <a:lstStyle/>
        <a:p>
          <a:r>
            <a:rPr lang="en-GB" sz="1200"/>
            <a:t>scripts</a:t>
          </a:r>
        </a:p>
      </dgm:t>
    </dgm:pt>
    <dgm:pt modelId="{A20C70A1-1A09-2045-81B2-0153D51109B7}" type="parTrans" cxnId="{DCB29E66-D450-6849-AE0E-2974B0C27AD7}">
      <dgm:prSet/>
      <dgm:spPr/>
      <dgm:t>
        <a:bodyPr/>
        <a:lstStyle/>
        <a:p>
          <a:endParaRPr lang="en-GB"/>
        </a:p>
      </dgm:t>
    </dgm:pt>
    <dgm:pt modelId="{C6B9AACA-0F31-CE4A-8EA3-5895BA6AB2E3}" type="sibTrans" cxnId="{DCB29E66-D450-6849-AE0E-2974B0C27AD7}">
      <dgm:prSet/>
      <dgm:spPr/>
      <dgm:t>
        <a:bodyPr/>
        <a:lstStyle/>
        <a:p>
          <a:endParaRPr lang="en-GB"/>
        </a:p>
      </dgm:t>
    </dgm:pt>
    <dgm:pt modelId="{1D8D99AA-9800-9D4D-92DD-87B36A0A8435}">
      <dgm:prSet phldrT="[Text]" custT="1"/>
      <dgm:spPr/>
      <dgm:t>
        <a:bodyPr/>
        <a:lstStyle/>
        <a:p>
          <a:r>
            <a:rPr lang="en-GB" sz="1200"/>
            <a:t>writing</a:t>
          </a:r>
        </a:p>
      </dgm:t>
    </dgm:pt>
    <dgm:pt modelId="{92BAD59F-F2A7-D346-85FA-BC6224D84F3E}" type="parTrans" cxnId="{2067B9F7-B76B-F14C-86B7-421C7BFBCEBC}">
      <dgm:prSet/>
      <dgm:spPr/>
      <dgm:t>
        <a:bodyPr/>
        <a:lstStyle/>
        <a:p>
          <a:endParaRPr lang="en-GB"/>
        </a:p>
      </dgm:t>
    </dgm:pt>
    <dgm:pt modelId="{F40F0E55-FC52-224E-B1BC-4E38C3502A15}" type="sibTrans" cxnId="{2067B9F7-B76B-F14C-86B7-421C7BFBCEBC}">
      <dgm:prSet/>
      <dgm:spPr/>
      <dgm:t>
        <a:bodyPr/>
        <a:lstStyle/>
        <a:p>
          <a:endParaRPr lang="en-GB"/>
        </a:p>
      </dgm:t>
    </dgm:pt>
    <dgm:pt modelId="{15B095DF-225E-8141-BDE1-F82927B733D7}">
      <dgm:prSet phldrT="[Text]" custT="1"/>
      <dgm:spPr/>
      <dgm:t>
        <a:bodyPr/>
        <a:lstStyle/>
        <a:p>
          <a:r>
            <a:rPr lang="en-GB" sz="1200"/>
            <a:t>raw</a:t>
          </a:r>
        </a:p>
      </dgm:t>
    </dgm:pt>
    <dgm:pt modelId="{9A0EFE93-15B7-E548-A7D2-68052DDC966E}" type="parTrans" cxnId="{5710281C-467C-5A42-81EE-DFD36653FAB6}">
      <dgm:prSet/>
      <dgm:spPr/>
      <dgm:t>
        <a:bodyPr/>
        <a:lstStyle/>
        <a:p>
          <a:endParaRPr lang="en-GB"/>
        </a:p>
      </dgm:t>
    </dgm:pt>
    <dgm:pt modelId="{FAD9FF50-6472-7447-A552-886164C6F4DB}" type="sibTrans" cxnId="{5710281C-467C-5A42-81EE-DFD36653FAB6}">
      <dgm:prSet/>
      <dgm:spPr/>
      <dgm:t>
        <a:bodyPr/>
        <a:lstStyle/>
        <a:p>
          <a:endParaRPr lang="en-GB"/>
        </a:p>
      </dgm:t>
    </dgm:pt>
    <dgm:pt modelId="{CE8BE65D-F138-6F4F-B4F3-56C344DDF613}">
      <dgm:prSet custT="1"/>
      <dgm:spPr/>
      <dgm:t>
        <a:bodyPr/>
        <a:lstStyle/>
        <a:p>
          <a:r>
            <a:rPr lang="en-GB" sz="1200"/>
            <a:t>figures</a:t>
          </a:r>
        </a:p>
      </dgm:t>
    </dgm:pt>
    <dgm:pt modelId="{0AC9683E-5AF4-E641-9153-97DFDB36D494}" type="parTrans" cxnId="{1C0FE208-CF88-774B-8F15-FB5C121FAEAE}">
      <dgm:prSet/>
      <dgm:spPr/>
      <dgm:t>
        <a:bodyPr/>
        <a:lstStyle/>
        <a:p>
          <a:endParaRPr lang="en-GB"/>
        </a:p>
      </dgm:t>
    </dgm:pt>
    <dgm:pt modelId="{16BF05F1-84F7-8648-B139-4442D8E710A2}" type="sibTrans" cxnId="{1C0FE208-CF88-774B-8F15-FB5C121FAEAE}">
      <dgm:prSet/>
      <dgm:spPr/>
      <dgm:t>
        <a:bodyPr/>
        <a:lstStyle/>
        <a:p>
          <a:endParaRPr lang="en-GB"/>
        </a:p>
      </dgm:t>
    </dgm:pt>
    <dgm:pt modelId="{C3C44ABA-BF43-644F-8B39-DD235C2EEFF8}">
      <dgm:prSet custT="1"/>
      <dgm:spPr/>
      <dgm:t>
        <a:bodyPr/>
        <a:lstStyle/>
        <a:p>
          <a:r>
            <a:rPr lang="en-GB" sz="1200"/>
            <a:t>tables</a:t>
          </a:r>
        </a:p>
      </dgm:t>
    </dgm:pt>
    <dgm:pt modelId="{A59F8A30-2242-374B-BEDC-2DF1E4A89B39}" type="parTrans" cxnId="{CC41FA67-8528-7E44-AFB9-4D687EF8AE29}">
      <dgm:prSet/>
      <dgm:spPr/>
      <dgm:t>
        <a:bodyPr/>
        <a:lstStyle/>
        <a:p>
          <a:endParaRPr lang="en-GB"/>
        </a:p>
      </dgm:t>
    </dgm:pt>
    <dgm:pt modelId="{BCC5A858-934E-E14B-8FDB-6B7E1A762F65}" type="sibTrans" cxnId="{CC41FA67-8528-7E44-AFB9-4D687EF8AE29}">
      <dgm:prSet/>
      <dgm:spPr/>
      <dgm:t>
        <a:bodyPr/>
        <a:lstStyle/>
        <a:p>
          <a:endParaRPr lang="en-GB"/>
        </a:p>
      </dgm:t>
    </dgm:pt>
    <dgm:pt modelId="{C12C32D3-1DD9-824A-B239-ED309ACE723C}">
      <dgm:prSet custT="1"/>
      <dgm:spPr/>
      <dgm:t>
        <a:bodyPr/>
        <a:lstStyle/>
        <a:p>
          <a:r>
            <a:rPr lang="en-GB" sz="1200"/>
            <a:t>raw</a:t>
          </a:r>
        </a:p>
      </dgm:t>
    </dgm:pt>
    <dgm:pt modelId="{2B5483E6-F3AB-B043-96A2-954EE1217217}" type="parTrans" cxnId="{74416482-DC08-6C42-9FDA-C1E4286496CC}">
      <dgm:prSet/>
      <dgm:spPr/>
      <dgm:t>
        <a:bodyPr/>
        <a:lstStyle/>
        <a:p>
          <a:endParaRPr lang="en-GB"/>
        </a:p>
      </dgm:t>
    </dgm:pt>
    <dgm:pt modelId="{110ECE99-EC0B-454B-BBBB-41ECC6DFCED8}" type="sibTrans" cxnId="{74416482-DC08-6C42-9FDA-C1E4286496CC}">
      <dgm:prSet/>
      <dgm:spPr/>
      <dgm:t>
        <a:bodyPr/>
        <a:lstStyle/>
        <a:p>
          <a:endParaRPr lang="en-GB"/>
        </a:p>
      </dgm:t>
    </dgm:pt>
    <dgm:pt modelId="{E6DA9C4D-785E-0849-B721-71BD6476C2FC}">
      <dgm:prSet custT="1"/>
      <dgm:spPr/>
      <dgm:t>
        <a:bodyPr/>
        <a:lstStyle/>
        <a:p>
          <a:r>
            <a:rPr lang="en-GB" sz="1200"/>
            <a:t>reports</a:t>
          </a:r>
        </a:p>
      </dgm:t>
    </dgm:pt>
    <dgm:pt modelId="{3A7B78E1-6EDE-0E4C-932D-995F6D674311}" type="parTrans" cxnId="{CFE3CE97-767D-F248-895A-9C61DB1FEC3F}">
      <dgm:prSet/>
      <dgm:spPr/>
      <dgm:t>
        <a:bodyPr/>
        <a:lstStyle/>
        <a:p>
          <a:endParaRPr lang="en-GB"/>
        </a:p>
      </dgm:t>
    </dgm:pt>
    <dgm:pt modelId="{B7106B4D-D452-6941-A15E-48C22B027B90}" type="sibTrans" cxnId="{CFE3CE97-767D-F248-895A-9C61DB1FEC3F}">
      <dgm:prSet/>
      <dgm:spPr/>
      <dgm:t>
        <a:bodyPr/>
        <a:lstStyle/>
        <a:p>
          <a:endParaRPr lang="en-GB"/>
        </a:p>
      </dgm:t>
    </dgm:pt>
    <dgm:pt modelId="{88F53EB2-3EE2-2740-82A6-B5C08C93E34D}" type="pres">
      <dgm:prSet presAssocID="{D62383F4-90E6-EF45-849B-3162F5602842}" presName="diagram" presStyleCnt="0">
        <dgm:presLayoutVars>
          <dgm:chPref val="1"/>
          <dgm:dir/>
          <dgm:animOne val="branch"/>
          <dgm:animLvl val="lvl"/>
          <dgm:resizeHandles val="exact"/>
        </dgm:presLayoutVars>
      </dgm:prSet>
      <dgm:spPr/>
    </dgm:pt>
    <dgm:pt modelId="{3BBE58E3-AC3F-4A4C-BAFA-DFAF0B7D801C}" type="pres">
      <dgm:prSet presAssocID="{976929D6-4A12-3741-8B30-798C02F837C9}" presName="root1" presStyleCnt="0"/>
      <dgm:spPr/>
    </dgm:pt>
    <dgm:pt modelId="{B8F91F4F-126A-ED4F-81CA-A28F1389964F}" type="pres">
      <dgm:prSet presAssocID="{976929D6-4A12-3741-8B30-798C02F837C9}" presName="LevelOneTextNode" presStyleLbl="node0" presStyleIdx="0" presStyleCnt="1">
        <dgm:presLayoutVars>
          <dgm:chPref val="3"/>
        </dgm:presLayoutVars>
      </dgm:prSet>
      <dgm:spPr/>
    </dgm:pt>
    <dgm:pt modelId="{3314986C-B672-1F4E-9AD2-A116AE83B800}" type="pres">
      <dgm:prSet presAssocID="{976929D6-4A12-3741-8B30-798C02F837C9}" presName="level2hierChild" presStyleCnt="0"/>
      <dgm:spPr/>
    </dgm:pt>
    <dgm:pt modelId="{AFB3A723-E4FD-6E4B-986A-1E1C3EE65D3A}" type="pres">
      <dgm:prSet presAssocID="{232C1102-4FC8-874C-AF3D-432B5A0FB11C}" presName="conn2-1" presStyleLbl="parChTrans1D2" presStyleIdx="0" presStyleCnt="4"/>
      <dgm:spPr/>
    </dgm:pt>
    <dgm:pt modelId="{D5F7D6DB-8BB1-A247-A00F-9D9B85A745ED}" type="pres">
      <dgm:prSet presAssocID="{232C1102-4FC8-874C-AF3D-432B5A0FB11C}" presName="connTx" presStyleLbl="parChTrans1D2" presStyleIdx="0" presStyleCnt="4"/>
      <dgm:spPr/>
    </dgm:pt>
    <dgm:pt modelId="{28FFF2A9-AF22-934C-9A6E-8D14327EF0A4}" type="pres">
      <dgm:prSet presAssocID="{9CC5A877-7DEF-814A-884A-C49CCD9C5C78}" presName="root2" presStyleCnt="0"/>
      <dgm:spPr/>
    </dgm:pt>
    <dgm:pt modelId="{4AEF8FF6-8473-BE4D-9A7F-A2FBF9658EA4}" type="pres">
      <dgm:prSet presAssocID="{9CC5A877-7DEF-814A-884A-C49CCD9C5C78}" presName="LevelTwoTextNode" presStyleLbl="node2" presStyleIdx="0" presStyleCnt="4">
        <dgm:presLayoutVars>
          <dgm:chPref val="3"/>
        </dgm:presLayoutVars>
      </dgm:prSet>
      <dgm:spPr/>
    </dgm:pt>
    <dgm:pt modelId="{EB1343D7-E0C4-4E4E-87C7-714152BE14DD}" type="pres">
      <dgm:prSet presAssocID="{9CC5A877-7DEF-814A-884A-C49CCD9C5C78}" presName="level3hierChild" presStyleCnt="0"/>
      <dgm:spPr/>
    </dgm:pt>
    <dgm:pt modelId="{EBA554AE-FDAB-4342-B32A-D46E22D12E40}" type="pres">
      <dgm:prSet presAssocID="{799B44FE-1368-5A4B-BCDF-16120B1AF0F0}" presName="conn2-1" presStyleLbl="parChTrans1D3" presStyleIdx="0" presStyleCnt="7"/>
      <dgm:spPr/>
    </dgm:pt>
    <dgm:pt modelId="{F39737E8-FEEE-6D4A-BED6-69FC3D6209BE}" type="pres">
      <dgm:prSet presAssocID="{799B44FE-1368-5A4B-BCDF-16120B1AF0F0}" presName="connTx" presStyleLbl="parChTrans1D3" presStyleIdx="0" presStyleCnt="7"/>
      <dgm:spPr/>
    </dgm:pt>
    <dgm:pt modelId="{EC65125B-B620-7E4C-BFEA-3839467D2DEB}" type="pres">
      <dgm:prSet presAssocID="{37E597B9-292B-9149-9924-FFC2274AD840}" presName="root2" presStyleCnt="0"/>
      <dgm:spPr/>
    </dgm:pt>
    <dgm:pt modelId="{607FAD57-E6B0-8846-A50E-87D0F3CF2601}" type="pres">
      <dgm:prSet presAssocID="{37E597B9-292B-9149-9924-FFC2274AD840}" presName="LevelTwoTextNode" presStyleLbl="node3" presStyleIdx="0" presStyleCnt="7" custScaleX="186760">
        <dgm:presLayoutVars>
          <dgm:chPref val="3"/>
        </dgm:presLayoutVars>
      </dgm:prSet>
      <dgm:spPr/>
    </dgm:pt>
    <dgm:pt modelId="{7CC4F38F-B8D3-BE40-B64C-F223DE841F3B}" type="pres">
      <dgm:prSet presAssocID="{37E597B9-292B-9149-9924-FFC2274AD840}" presName="level3hierChild" presStyleCnt="0"/>
      <dgm:spPr/>
    </dgm:pt>
    <dgm:pt modelId="{4F39D64B-6604-CE42-A0A8-6CEE5F6A1B35}" type="pres">
      <dgm:prSet presAssocID="{73941CFE-B378-A541-95A9-E743CFE1128C}" presName="conn2-1" presStyleLbl="parChTrans1D3" presStyleIdx="1" presStyleCnt="7"/>
      <dgm:spPr/>
    </dgm:pt>
    <dgm:pt modelId="{C3A64A5E-3103-344E-8150-621E345E3B92}" type="pres">
      <dgm:prSet presAssocID="{73941CFE-B378-A541-95A9-E743CFE1128C}" presName="connTx" presStyleLbl="parChTrans1D3" presStyleIdx="1" presStyleCnt="7"/>
      <dgm:spPr/>
    </dgm:pt>
    <dgm:pt modelId="{00AD0D62-801C-AB4B-95E3-5B02459DC58D}" type="pres">
      <dgm:prSet presAssocID="{3C1D93E2-DC7F-6642-ABAA-0D86FE533491}" presName="root2" presStyleCnt="0"/>
      <dgm:spPr/>
    </dgm:pt>
    <dgm:pt modelId="{6F1A8715-3B6E-914D-A67A-B875B8B07465}" type="pres">
      <dgm:prSet presAssocID="{3C1D93E2-DC7F-6642-ABAA-0D86FE533491}" presName="LevelTwoTextNode" presStyleLbl="node3" presStyleIdx="1" presStyleCnt="7" custScaleX="172290">
        <dgm:presLayoutVars>
          <dgm:chPref val="3"/>
        </dgm:presLayoutVars>
      </dgm:prSet>
      <dgm:spPr/>
    </dgm:pt>
    <dgm:pt modelId="{441AA9E8-3EBE-B54C-B42B-5D687834200B}" type="pres">
      <dgm:prSet presAssocID="{3C1D93E2-DC7F-6642-ABAA-0D86FE533491}" presName="level3hierChild" presStyleCnt="0"/>
      <dgm:spPr/>
    </dgm:pt>
    <dgm:pt modelId="{303F3076-B42F-B946-B3F4-A017E8780ED0}" type="pres">
      <dgm:prSet presAssocID="{9A0EFE93-15B7-E548-A7D2-68052DDC966E}" presName="conn2-1" presStyleLbl="parChTrans1D3" presStyleIdx="2" presStyleCnt="7"/>
      <dgm:spPr/>
    </dgm:pt>
    <dgm:pt modelId="{82251DA4-3D69-D14F-92BB-06B4CC64DCCE}" type="pres">
      <dgm:prSet presAssocID="{9A0EFE93-15B7-E548-A7D2-68052DDC966E}" presName="connTx" presStyleLbl="parChTrans1D3" presStyleIdx="2" presStyleCnt="7"/>
      <dgm:spPr/>
    </dgm:pt>
    <dgm:pt modelId="{D533B9D4-DEE2-D741-BC76-A6C1A9E9716A}" type="pres">
      <dgm:prSet presAssocID="{15B095DF-225E-8141-BDE1-F82927B733D7}" presName="root2" presStyleCnt="0"/>
      <dgm:spPr/>
    </dgm:pt>
    <dgm:pt modelId="{2A7B9247-1284-CD45-AA39-E1D2FFE1693D}" type="pres">
      <dgm:prSet presAssocID="{15B095DF-225E-8141-BDE1-F82927B733D7}" presName="LevelTwoTextNode" presStyleLbl="node3" presStyleIdx="2" presStyleCnt="7" custScaleX="166232">
        <dgm:presLayoutVars>
          <dgm:chPref val="3"/>
        </dgm:presLayoutVars>
      </dgm:prSet>
      <dgm:spPr/>
    </dgm:pt>
    <dgm:pt modelId="{4D478208-4FF5-3B45-B373-9EF914B446CC}" type="pres">
      <dgm:prSet presAssocID="{15B095DF-225E-8141-BDE1-F82927B733D7}" presName="level3hierChild" presStyleCnt="0"/>
      <dgm:spPr/>
    </dgm:pt>
    <dgm:pt modelId="{A4383E1C-484D-6A4D-8255-5A269F0D72C8}" type="pres">
      <dgm:prSet presAssocID="{5240C30B-EA84-D74E-A05B-60A85B71731F}" presName="conn2-1" presStyleLbl="parChTrans1D2" presStyleIdx="1" presStyleCnt="4"/>
      <dgm:spPr/>
    </dgm:pt>
    <dgm:pt modelId="{DE3162F6-8747-4E4A-811C-729B04955C53}" type="pres">
      <dgm:prSet presAssocID="{5240C30B-EA84-D74E-A05B-60A85B71731F}" presName="connTx" presStyleLbl="parChTrans1D2" presStyleIdx="1" presStyleCnt="4"/>
      <dgm:spPr/>
    </dgm:pt>
    <dgm:pt modelId="{4BA09D63-7430-6A45-8741-BB73E2E80095}" type="pres">
      <dgm:prSet presAssocID="{8724F4B1-44F9-EF4E-918E-EFA883F1BBCE}" presName="root2" presStyleCnt="0"/>
      <dgm:spPr/>
    </dgm:pt>
    <dgm:pt modelId="{93ABA755-82F7-C645-8CE7-86A7B28CDC68}" type="pres">
      <dgm:prSet presAssocID="{8724F4B1-44F9-EF4E-918E-EFA883F1BBCE}" presName="LevelTwoTextNode" presStyleLbl="node2" presStyleIdx="1" presStyleCnt="4">
        <dgm:presLayoutVars>
          <dgm:chPref val="3"/>
        </dgm:presLayoutVars>
      </dgm:prSet>
      <dgm:spPr/>
    </dgm:pt>
    <dgm:pt modelId="{7461E84C-49B8-484B-82C5-D4C5974865CA}" type="pres">
      <dgm:prSet presAssocID="{8724F4B1-44F9-EF4E-918E-EFA883F1BBCE}" presName="level3hierChild" presStyleCnt="0"/>
      <dgm:spPr/>
    </dgm:pt>
    <dgm:pt modelId="{A0AAC7DC-FD4C-E84B-94CE-94F15B751712}" type="pres">
      <dgm:prSet presAssocID="{0AC9683E-5AF4-E641-9153-97DFDB36D494}" presName="conn2-1" presStyleLbl="parChTrans1D3" presStyleIdx="3" presStyleCnt="7"/>
      <dgm:spPr/>
    </dgm:pt>
    <dgm:pt modelId="{B92D4F36-319F-3A4B-8022-7E4AA356E0E7}" type="pres">
      <dgm:prSet presAssocID="{0AC9683E-5AF4-E641-9153-97DFDB36D494}" presName="connTx" presStyleLbl="parChTrans1D3" presStyleIdx="3" presStyleCnt="7"/>
      <dgm:spPr/>
    </dgm:pt>
    <dgm:pt modelId="{89E84330-64D2-5D4B-9715-69C4CD0831A3}" type="pres">
      <dgm:prSet presAssocID="{CE8BE65D-F138-6F4F-B4F3-56C344DDF613}" presName="root2" presStyleCnt="0"/>
      <dgm:spPr/>
    </dgm:pt>
    <dgm:pt modelId="{0A980161-C640-E143-8E76-2538F15F845B}" type="pres">
      <dgm:prSet presAssocID="{CE8BE65D-F138-6F4F-B4F3-56C344DDF613}" presName="LevelTwoTextNode" presStyleLbl="node3" presStyleIdx="3" presStyleCnt="7">
        <dgm:presLayoutVars>
          <dgm:chPref val="3"/>
        </dgm:presLayoutVars>
      </dgm:prSet>
      <dgm:spPr/>
    </dgm:pt>
    <dgm:pt modelId="{51CD3469-E547-5944-BAFB-7D7FFB484F30}" type="pres">
      <dgm:prSet presAssocID="{CE8BE65D-F138-6F4F-B4F3-56C344DDF613}" presName="level3hierChild" presStyleCnt="0"/>
      <dgm:spPr/>
    </dgm:pt>
    <dgm:pt modelId="{94C00654-660E-B14E-9B8E-7E96CD287D8D}" type="pres">
      <dgm:prSet presAssocID="{2B5483E6-F3AB-B043-96A2-954EE1217217}" presName="conn2-1" presStyleLbl="parChTrans1D3" presStyleIdx="4" presStyleCnt="7"/>
      <dgm:spPr/>
    </dgm:pt>
    <dgm:pt modelId="{48FF686D-351C-5446-BBC2-64854CD821A5}" type="pres">
      <dgm:prSet presAssocID="{2B5483E6-F3AB-B043-96A2-954EE1217217}" presName="connTx" presStyleLbl="parChTrans1D3" presStyleIdx="4" presStyleCnt="7"/>
      <dgm:spPr/>
    </dgm:pt>
    <dgm:pt modelId="{51CFCBC1-FBC8-FE4E-B274-EC3E90511769}" type="pres">
      <dgm:prSet presAssocID="{C12C32D3-1DD9-824A-B239-ED309ACE723C}" presName="root2" presStyleCnt="0"/>
      <dgm:spPr/>
    </dgm:pt>
    <dgm:pt modelId="{F1F2FC5A-EDB1-6046-9E86-89F1EB697DAF}" type="pres">
      <dgm:prSet presAssocID="{C12C32D3-1DD9-824A-B239-ED309ACE723C}" presName="LevelTwoTextNode" presStyleLbl="node3" presStyleIdx="4" presStyleCnt="7">
        <dgm:presLayoutVars>
          <dgm:chPref val="3"/>
        </dgm:presLayoutVars>
      </dgm:prSet>
      <dgm:spPr/>
    </dgm:pt>
    <dgm:pt modelId="{7069549D-6E15-9442-816B-85BD7A574C8D}" type="pres">
      <dgm:prSet presAssocID="{C12C32D3-1DD9-824A-B239-ED309ACE723C}" presName="level3hierChild" presStyleCnt="0"/>
      <dgm:spPr/>
    </dgm:pt>
    <dgm:pt modelId="{E2992963-7E4C-E34E-91B7-3352C187D7D7}" type="pres">
      <dgm:prSet presAssocID="{3A7B78E1-6EDE-0E4C-932D-995F6D674311}" presName="conn2-1" presStyleLbl="parChTrans1D3" presStyleIdx="5" presStyleCnt="7"/>
      <dgm:spPr/>
    </dgm:pt>
    <dgm:pt modelId="{188E5C60-B828-AC44-9F58-777E24005A30}" type="pres">
      <dgm:prSet presAssocID="{3A7B78E1-6EDE-0E4C-932D-995F6D674311}" presName="connTx" presStyleLbl="parChTrans1D3" presStyleIdx="5" presStyleCnt="7"/>
      <dgm:spPr/>
    </dgm:pt>
    <dgm:pt modelId="{DA604295-B00F-1845-9AC5-F498263D15E8}" type="pres">
      <dgm:prSet presAssocID="{E6DA9C4D-785E-0849-B721-71BD6476C2FC}" presName="root2" presStyleCnt="0"/>
      <dgm:spPr/>
    </dgm:pt>
    <dgm:pt modelId="{40FC7E6C-49A5-9B47-B059-E951EBEA12FF}" type="pres">
      <dgm:prSet presAssocID="{E6DA9C4D-785E-0849-B721-71BD6476C2FC}" presName="LevelTwoTextNode" presStyleLbl="node3" presStyleIdx="5" presStyleCnt="7">
        <dgm:presLayoutVars>
          <dgm:chPref val="3"/>
        </dgm:presLayoutVars>
      </dgm:prSet>
      <dgm:spPr/>
    </dgm:pt>
    <dgm:pt modelId="{1CB7DE60-EC51-6442-BD2C-8C7A909AA00B}" type="pres">
      <dgm:prSet presAssocID="{E6DA9C4D-785E-0849-B721-71BD6476C2FC}" presName="level3hierChild" presStyleCnt="0"/>
      <dgm:spPr/>
    </dgm:pt>
    <dgm:pt modelId="{ED49329C-A351-7D40-83A8-F778D4F13785}" type="pres">
      <dgm:prSet presAssocID="{A59F8A30-2242-374B-BEDC-2DF1E4A89B39}" presName="conn2-1" presStyleLbl="parChTrans1D3" presStyleIdx="6" presStyleCnt="7"/>
      <dgm:spPr/>
    </dgm:pt>
    <dgm:pt modelId="{B52E2914-78DF-604A-BE7D-ABF5EF68FC5A}" type="pres">
      <dgm:prSet presAssocID="{A59F8A30-2242-374B-BEDC-2DF1E4A89B39}" presName="connTx" presStyleLbl="parChTrans1D3" presStyleIdx="6" presStyleCnt="7"/>
      <dgm:spPr/>
    </dgm:pt>
    <dgm:pt modelId="{ED6D41CF-3F8F-984D-A775-375EA04406D5}" type="pres">
      <dgm:prSet presAssocID="{C3C44ABA-BF43-644F-8B39-DD235C2EEFF8}" presName="root2" presStyleCnt="0"/>
      <dgm:spPr/>
    </dgm:pt>
    <dgm:pt modelId="{01860A5A-74E2-8840-B520-FE8D94362F7E}" type="pres">
      <dgm:prSet presAssocID="{C3C44ABA-BF43-644F-8B39-DD235C2EEFF8}" presName="LevelTwoTextNode" presStyleLbl="node3" presStyleIdx="6" presStyleCnt="7">
        <dgm:presLayoutVars>
          <dgm:chPref val="3"/>
        </dgm:presLayoutVars>
      </dgm:prSet>
      <dgm:spPr/>
    </dgm:pt>
    <dgm:pt modelId="{C52AB9DE-A8F7-EE45-9A40-2D20CB1FE2F4}" type="pres">
      <dgm:prSet presAssocID="{C3C44ABA-BF43-644F-8B39-DD235C2EEFF8}" presName="level3hierChild" presStyleCnt="0"/>
      <dgm:spPr/>
    </dgm:pt>
    <dgm:pt modelId="{E6CA4E07-8F2E-9D47-A35B-A97D2B10B4AC}" type="pres">
      <dgm:prSet presAssocID="{A20C70A1-1A09-2045-81B2-0153D51109B7}" presName="conn2-1" presStyleLbl="parChTrans1D2" presStyleIdx="2" presStyleCnt="4"/>
      <dgm:spPr/>
    </dgm:pt>
    <dgm:pt modelId="{6E7787BF-CD0C-9B4D-9791-3426B15A41D9}" type="pres">
      <dgm:prSet presAssocID="{A20C70A1-1A09-2045-81B2-0153D51109B7}" presName="connTx" presStyleLbl="parChTrans1D2" presStyleIdx="2" presStyleCnt="4"/>
      <dgm:spPr/>
    </dgm:pt>
    <dgm:pt modelId="{A4C9EFAE-9703-9D4F-ABE2-AE8D5B8828C4}" type="pres">
      <dgm:prSet presAssocID="{5F1CEDE5-1A7B-414A-852D-FC649EFA0F86}" presName="root2" presStyleCnt="0"/>
      <dgm:spPr/>
    </dgm:pt>
    <dgm:pt modelId="{80422D98-E129-C54C-A07C-D0E62F1F1E93}" type="pres">
      <dgm:prSet presAssocID="{5F1CEDE5-1A7B-414A-852D-FC649EFA0F86}" presName="LevelTwoTextNode" presStyleLbl="node2" presStyleIdx="2" presStyleCnt="4">
        <dgm:presLayoutVars>
          <dgm:chPref val="3"/>
        </dgm:presLayoutVars>
      </dgm:prSet>
      <dgm:spPr/>
    </dgm:pt>
    <dgm:pt modelId="{54129A49-CA90-044E-850A-79FC3AE9A265}" type="pres">
      <dgm:prSet presAssocID="{5F1CEDE5-1A7B-414A-852D-FC649EFA0F86}" presName="level3hierChild" presStyleCnt="0"/>
      <dgm:spPr/>
    </dgm:pt>
    <dgm:pt modelId="{1B09FD30-C3F9-DC4D-8FCE-BEB2DC4594B9}" type="pres">
      <dgm:prSet presAssocID="{92BAD59F-F2A7-D346-85FA-BC6224D84F3E}" presName="conn2-1" presStyleLbl="parChTrans1D2" presStyleIdx="3" presStyleCnt="4"/>
      <dgm:spPr/>
    </dgm:pt>
    <dgm:pt modelId="{1D6CB9DB-F277-304C-9BEC-041FBCFD7C57}" type="pres">
      <dgm:prSet presAssocID="{92BAD59F-F2A7-D346-85FA-BC6224D84F3E}" presName="connTx" presStyleLbl="parChTrans1D2" presStyleIdx="3" presStyleCnt="4"/>
      <dgm:spPr/>
    </dgm:pt>
    <dgm:pt modelId="{9BD9E1BD-9557-B44B-9C0E-AE9735721033}" type="pres">
      <dgm:prSet presAssocID="{1D8D99AA-9800-9D4D-92DD-87B36A0A8435}" presName="root2" presStyleCnt="0"/>
      <dgm:spPr/>
    </dgm:pt>
    <dgm:pt modelId="{FB921D85-B617-1A4F-9616-DDC24B91CD6F}" type="pres">
      <dgm:prSet presAssocID="{1D8D99AA-9800-9D4D-92DD-87B36A0A8435}" presName="LevelTwoTextNode" presStyleLbl="node2" presStyleIdx="3" presStyleCnt="4">
        <dgm:presLayoutVars>
          <dgm:chPref val="3"/>
        </dgm:presLayoutVars>
      </dgm:prSet>
      <dgm:spPr/>
    </dgm:pt>
    <dgm:pt modelId="{65949825-A733-0948-9004-2599567CA8EE}" type="pres">
      <dgm:prSet presAssocID="{1D8D99AA-9800-9D4D-92DD-87B36A0A8435}" presName="level3hierChild" presStyleCnt="0"/>
      <dgm:spPr/>
    </dgm:pt>
  </dgm:ptLst>
  <dgm:cxnLst>
    <dgm:cxn modelId="{743E4103-6742-9D45-B84C-93A55C640195}" srcId="{D62383F4-90E6-EF45-849B-3162F5602842}" destId="{976929D6-4A12-3741-8B30-798C02F837C9}" srcOrd="0" destOrd="0" parTransId="{62EFCF49-385E-D445-9BFB-9A8867BEC2D6}" sibTransId="{78A79F82-5370-A04F-915C-1C204BC2E2C2}"/>
    <dgm:cxn modelId="{28D84006-2FFF-5347-8243-590DBA47AB0B}" type="presOf" srcId="{5240C30B-EA84-D74E-A05B-60A85B71731F}" destId="{DE3162F6-8747-4E4A-811C-729B04955C53}" srcOrd="1" destOrd="0" presId="urn:microsoft.com/office/officeart/2005/8/layout/hierarchy2"/>
    <dgm:cxn modelId="{1C0FE208-CF88-774B-8F15-FB5C121FAEAE}" srcId="{8724F4B1-44F9-EF4E-918E-EFA883F1BBCE}" destId="{CE8BE65D-F138-6F4F-B4F3-56C344DDF613}" srcOrd="0" destOrd="0" parTransId="{0AC9683E-5AF4-E641-9153-97DFDB36D494}" sibTransId="{16BF05F1-84F7-8648-B139-4442D8E710A2}"/>
    <dgm:cxn modelId="{18FAD417-B26C-6040-9AB9-EEBA30DCCF3F}" type="presOf" srcId="{8724F4B1-44F9-EF4E-918E-EFA883F1BBCE}" destId="{93ABA755-82F7-C645-8CE7-86A7B28CDC68}" srcOrd="0" destOrd="0" presId="urn:microsoft.com/office/officeart/2005/8/layout/hierarchy2"/>
    <dgm:cxn modelId="{5710281C-467C-5A42-81EE-DFD36653FAB6}" srcId="{9CC5A877-7DEF-814A-884A-C49CCD9C5C78}" destId="{15B095DF-225E-8141-BDE1-F82927B733D7}" srcOrd="2" destOrd="0" parTransId="{9A0EFE93-15B7-E548-A7D2-68052DDC966E}" sibTransId="{FAD9FF50-6472-7447-A552-886164C6F4DB}"/>
    <dgm:cxn modelId="{EBE35B1C-B20E-D246-85DF-A159B146BE30}" type="presOf" srcId="{0AC9683E-5AF4-E641-9153-97DFDB36D494}" destId="{B92D4F36-319F-3A4B-8022-7E4AA356E0E7}" srcOrd="1" destOrd="0" presId="urn:microsoft.com/office/officeart/2005/8/layout/hierarchy2"/>
    <dgm:cxn modelId="{14AA8A1E-50B1-9B4F-A7A0-CD136B17BC7A}" type="presOf" srcId="{2B5483E6-F3AB-B043-96A2-954EE1217217}" destId="{48FF686D-351C-5446-BBC2-64854CD821A5}" srcOrd="1" destOrd="0" presId="urn:microsoft.com/office/officeart/2005/8/layout/hierarchy2"/>
    <dgm:cxn modelId="{DE35BB2A-3476-C145-A08B-82E5E32EA476}" type="presOf" srcId="{73941CFE-B378-A541-95A9-E743CFE1128C}" destId="{C3A64A5E-3103-344E-8150-621E345E3B92}" srcOrd="1" destOrd="0" presId="urn:microsoft.com/office/officeart/2005/8/layout/hierarchy2"/>
    <dgm:cxn modelId="{9685AC2B-121A-B44C-9EB5-04384CDA8913}" type="presOf" srcId="{3A7B78E1-6EDE-0E4C-932D-995F6D674311}" destId="{188E5C60-B828-AC44-9F58-777E24005A30}" srcOrd="1" destOrd="0" presId="urn:microsoft.com/office/officeart/2005/8/layout/hierarchy2"/>
    <dgm:cxn modelId="{EFA4072C-D394-DB4A-8918-E1B102C662A1}" type="presOf" srcId="{1D8D99AA-9800-9D4D-92DD-87B36A0A8435}" destId="{FB921D85-B617-1A4F-9616-DDC24B91CD6F}" srcOrd="0" destOrd="0" presId="urn:microsoft.com/office/officeart/2005/8/layout/hierarchy2"/>
    <dgm:cxn modelId="{1F16282E-B449-B848-A7DF-87E04B779FA5}" type="presOf" srcId="{5F1CEDE5-1A7B-414A-852D-FC649EFA0F86}" destId="{80422D98-E129-C54C-A07C-D0E62F1F1E93}" srcOrd="0" destOrd="0" presId="urn:microsoft.com/office/officeart/2005/8/layout/hierarchy2"/>
    <dgm:cxn modelId="{9068B03D-B715-9B49-9CA6-D0D30124C7CD}" type="presOf" srcId="{0AC9683E-5AF4-E641-9153-97DFDB36D494}" destId="{A0AAC7DC-FD4C-E84B-94CE-94F15B751712}" srcOrd="0" destOrd="0" presId="urn:microsoft.com/office/officeart/2005/8/layout/hierarchy2"/>
    <dgm:cxn modelId="{7A5D5F65-7AA1-2045-B3E4-D9F52F324D19}" type="presOf" srcId="{A20C70A1-1A09-2045-81B2-0153D51109B7}" destId="{6E7787BF-CD0C-9B4D-9791-3426B15A41D9}" srcOrd="1" destOrd="0" presId="urn:microsoft.com/office/officeart/2005/8/layout/hierarchy2"/>
    <dgm:cxn modelId="{DCB29E66-D450-6849-AE0E-2974B0C27AD7}" srcId="{976929D6-4A12-3741-8B30-798C02F837C9}" destId="{5F1CEDE5-1A7B-414A-852D-FC649EFA0F86}" srcOrd="2" destOrd="0" parTransId="{A20C70A1-1A09-2045-81B2-0153D51109B7}" sibTransId="{C6B9AACA-0F31-CE4A-8EA3-5895BA6AB2E3}"/>
    <dgm:cxn modelId="{CDF1C266-52FB-5241-8F78-4A6189C940CF}" type="presOf" srcId="{73941CFE-B378-A541-95A9-E743CFE1128C}" destId="{4F39D64B-6604-CE42-A0A8-6CEE5F6A1B35}" srcOrd="0" destOrd="0" presId="urn:microsoft.com/office/officeart/2005/8/layout/hierarchy2"/>
    <dgm:cxn modelId="{CC41FA67-8528-7E44-AFB9-4D687EF8AE29}" srcId="{8724F4B1-44F9-EF4E-918E-EFA883F1BBCE}" destId="{C3C44ABA-BF43-644F-8B39-DD235C2EEFF8}" srcOrd="3" destOrd="0" parTransId="{A59F8A30-2242-374B-BEDC-2DF1E4A89B39}" sibTransId="{BCC5A858-934E-E14B-8FDB-6B7E1A762F65}"/>
    <dgm:cxn modelId="{200B586D-5A44-9D47-9E25-5AB39C300FD1}" srcId="{976929D6-4A12-3741-8B30-798C02F837C9}" destId="{8724F4B1-44F9-EF4E-918E-EFA883F1BBCE}" srcOrd="1" destOrd="0" parTransId="{5240C30B-EA84-D74E-A05B-60A85B71731F}" sibTransId="{30480D11-2380-1A45-8BC6-66F6C9959177}"/>
    <dgm:cxn modelId="{93EFF04D-B050-A746-B2E7-5CAA54AC7580}" type="presOf" srcId="{9CC5A877-7DEF-814A-884A-C49CCD9C5C78}" destId="{4AEF8FF6-8473-BE4D-9A7F-A2FBF9658EA4}" srcOrd="0" destOrd="0" presId="urn:microsoft.com/office/officeart/2005/8/layout/hierarchy2"/>
    <dgm:cxn modelId="{DDF48372-AA02-AB42-931C-66C7D2FC6ECF}" type="presOf" srcId="{232C1102-4FC8-874C-AF3D-432B5A0FB11C}" destId="{AFB3A723-E4FD-6E4B-986A-1E1C3EE65D3A}" srcOrd="0" destOrd="0" presId="urn:microsoft.com/office/officeart/2005/8/layout/hierarchy2"/>
    <dgm:cxn modelId="{AD4D6473-D8A1-4A4C-A8F8-8A0A8241CFF2}" type="presOf" srcId="{3C1D93E2-DC7F-6642-ABAA-0D86FE533491}" destId="{6F1A8715-3B6E-914D-A67A-B875B8B07465}" srcOrd="0" destOrd="0" presId="urn:microsoft.com/office/officeart/2005/8/layout/hierarchy2"/>
    <dgm:cxn modelId="{5FFBD97A-1B3A-F444-9AF5-AD8DB8250D89}" type="presOf" srcId="{D62383F4-90E6-EF45-849B-3162F5602842}" destId="{88F53EB2-3EE2-2740-82A6-B5C08C93E34D}" srcOrd="0" destOrd="0" presId="urn:microsoft.com/office/officeart/2005/8/layout/hierarchy2"/>
    <dgm:cxn modelId="{74416482-DC08-6C42-9FDA-C1E4286496CC}" srcId="{8724F4B1-44F9-EF4E-918E-EFA883F1BBCE}" destId="{C12C32D3-1DD9-824A-B239-ED309ACE723C}" srcOrd="1" destOrd="0" parTransId="{2B5483E6-F3AB-B043-96A2-954EE1217217}" sibTransId="{110ECE99-EC0B-454B-BBBB-41ECC6DFCED8}"/>
    <dgm:cxn modelId="{BCF78789-FAFC-5540-A900-0107238C835F}" type="presOf" srcId="{C3C44ABA-BF43-644F-8B39-DD235C2EEFF8}" destId="{01860A5A-74E2-8840-B520-FE8D94362F7E}" srcOrd="0" destOrd="0" presId="urn:microsoft.com/office/officeart/2005/8/layout/hierarchy2"/>
    <dgm:cxn modelId="{59198190-E98C-0E49-85FF-CEE38AC89BDA}" type="presOf" srcId="{799B44FE-1368-5A4B-BCDF-16120B1AF0F0}" destId="{EBA554AE-FDAB-4342-B32A-D46E22D12E40}" srcOrd="0" destOrd="0" presId="urn:microsoft.com/office/officeart/2005/8/layout/hierarchy2"/>
    <dgm:cxn modelId="{CFE3CE97-767D-F248-895A-9C61DB1FEC3F}" srcId="{8724F4B1-44F9-EF4E-918E-EFA883F1BBCE}" destId="{E6DA9C4D-785E-0849-B721-71BD6476C2FC}" srcOrd="2" destOrd="0" parTransId="{3A7B78E1-6EDE-0E4C-932D-995F6D674311}" sibTransId="{B7106B4D-D452-6941-A15E-48C22B027B90}"/>
    <dgm:cxn modelId="{F8604599-4E2E-4544-ACE3-B5C73D6FC9D5}" type="presOf" srcId="{A59F8A30-2242-374B-BEDC-2DF1E4A89B39}" destId="{B52E2914-78DF-604A-BE7D-ABF5EF68FC5A}" srcOrd="1" destOrd="0" presId="urn:microsoft.com/office/officeart/2005/8/layout/hierarchy2"/>
    <dgm:cxn modelId="{42B86999-3962-1C41-A02B-17FC92C74F26}" type="presOf" srcId="{37E597B9-292B-9149-9924-FFC2274AD840}" destId="{607FAD57-E6B0-8846-A50E-87D0F3CF2601}" srcOrd="0" destOrd="0" presId="urn:microsoft.com/office/officeart/2005/8/layout/hierarchy2"/>
    <dgm:cxn modelId="{227EA2A0-42A4-4C4B-831F-E1E9DC333A4A}" type="presOf" srcId="{E6DA9C4D-785E-0849-B721-71BD6476C2FC}" destId="{40FC7E6C-49A5-9B47-B059-E951EBEA12FF}" srcOrd="0" destOrd="0" presId="urn:microsoft.com/office/officeart/2005/8/layout/hierarchy2"/>
    <dgm:cxn modelId="{68D2F6A5-A067-C646-A55D-C615E818A446}" type="presOf" srcId="{92BAD59F-F2A7-D346-85FA-BC6224D84F3E}" destId="{1D6CB9DB-F277-304C-9BEC-041FBCFD7C57}" srcOrd="1" destOrd="0" presId="urn:microsoft.com/office/officeart/2005/8/layout/hierarchy2"/>
    <dgm:cxn modelId="{208D11A7-994F-4247-83C3-A7CAAE982233}" type="presOf" srcId="{A20C70A1-1A09-2045-81B2-0153D51109B7}" destId="{E6CA4E07-8F2E-9D47-A35B-A97D2B10B4AC}" srcOrd="0" destOrd="0" presId="urn:microsoft.com/office/officeart/2005/8/layout/hierarchy2"/>
    <dgm:cxn modelId="{48CC65B6-8A2E-F047-A097-7D7CD1D20E77}" type="presOf" srcId="{5240C30B-EA84-D74E-A05B-60A85B71731F}" destId="{A4383E1C-484D-6A4D-8255-5A269F0D72C8}" srcOrd="0" destOrd="0" presId="urn:microsoft.com/office/officeart/2005/8/layout/hierarchy2"/>
    <dgm:cxn modelId="{E33366B6-6D2F-B54F-9483-3BF1DBA35C26}" type="presOf" srcId="{15B095DF-225E-8141-BDE1-F82927B733D7}" destId="{2A7B9247-1284-CD45-AA39-E1D2FFE1693D}" srcOrd="0" destOrd="0" presId="urn:microsoft.com/office/officeart/2005/8/layout/hierarchy2"/>
    <dgm:cxn modelId="{F9C65AB7-54C1-5744-A3BA-C2CFFAF8D622}" type="presOf" srcId="{976929D6-4A12-3741-8B30-798C02F837C9}" destId="{B8F91F4F-126A-ED4F-81CA-A28F1389964F}" srcOrd="0" destOrd="0" presId="urn:microsoft.com/office/officeart/2005/8/layout/hierarchy2"/>
    <dgm:cxn modelId="{A84C73C2-2ACF-0848-BC32-AD976BB2581F}" type="presOf" srcId="{CE8BE65D-F138-6F4F-B4F3-56C344DDF613}" destId="{0A980161-C640-E143-8E76-2538F15F845B}" srcOrd="0" destOrd="0" presId="urn:microsoft.com/office/officeart/2005/8/layout/hierarchy2"/>
    <dgm:cxn modelId="{978480C4-AD93-E94D-BA16-F5CD42E2A63B}" srcId="{9CC5A877-7DEF-814A-884A-C49CCD9C5C78}" destId="{37E597B9-292B-9149-9924-FFC2274AD840}" srcOrd="0" destOrd="0" parTransId="{799B44FE-1368-5A4B-BCDF-16120B1AF0F0}" sibTransId="{BD9CABA7-BC36-6C4E-81DE-B64DB77BF46C}"/>
    <dgm:cxn modelId="{4FF39DC5-7DF4-BA4F-9DE4-32E4FBB9E8DE}" type="presOf" srcId="{2B5483E6-F3AB-B043-96A2-954EE1217217}" destId="{94C00654-660E-B14E-9B8E-7E96CD287D8D}" srcOrd="0" destOrd="0" presId="urn:microsoft.com/office/officeart/2005/8/layout/hierarchy2"/>
    <dgm:cxn modelId="{3FBC38C7-649B-414E-B59F-30B9FC3A2158}" type="presOf" srcId="{A59F8A30-2242-374B-BEDC-2DF1E4A89B39}" destId="{ED49329C-A351-7D40-83A8-F778D4F13785}" srcOrd="0" destOrd="0" presId="urn:microsoft.com/office/officeart/2005/8/layout/hierarchy2"/>
    <dgm:cxn modelId="{554F9CC9-143D-054E-9587-EF854FB71BF9}" srcId="{9CC5A877-7DEF-814A-884A-C49CCD9C5C78}" destId="{3C1D93E2-DC7F-6642-ABAA-0D86FE533491}" srcOrd="1" destOrd="0" parTransId="{73941CFE-B378-A541-95A9-E743CFE1128C}" sibTransId="{D307147A-8562-374B-871D-582C02331765}"/>
    <dgm:cxn modelId="{221040CB-BF6C-3F40-8A30-26D22C9E46AD}" srcId="{976929D6-4A12-3741-8B30-798C02F837C9}" destId="{9CC5A877-7DEF-814A-884A-C49CCD9C5C78}" srcOrd="0" destOrd="0" parTransId="{232C1102-4FC8-874C-AF3D-432B5A0FB11C}" sibTransId="{FD9132FF-CC63-3042-A267-4B6499A94B10}"/>
    <dgm:cxn modelId="{B5ABC2CD-6A99-EB48-85F3-E9D4E8A2DCC3}" type="presOf" srcId="{C12C32D3-1DD9-824A-B239-ED309ACE723C}" destId="{F1F2FC5A-EDB1-6046-9E86-89F1EB697DAF}" srcOrd="0" destOrd="0" presId="urn:microsoft.com/office/officeart/2005/8/layout/hierarchy2"/>
    <dgm:cxn modelId="{698F06D1-9ED1-EB40-93D8-CA4CAB335412}" type="presOf" srcId="{232C1102-4FC8-874C-AF3D-432B5A0FB11C}" destId="{D5F7D6DB-8BB1-A247-A00F-9D9B85A745ED}" srcOrd="1" destOrd="0" presId="urn:microsoft.com/office/officeart/2005/8/layout/hierarchy2"/>
    <dgm:cxn modelId="{DF39ADDF-5403-5640-BAE4-7EE6049497F7}" type="presOf" srcId="{92BAD59F-F2A7-D346-85FA-BC6224D84F3E}" destId="{1B09FD30-C3F9-DC4D-8FCE-BEB2DC4594B9}" srcOrd="0" destOrd="0" presId="urn:microsoft.com/office/officeart/2005/8/layout/hierarchy2"/>
    <dgm:cxn modelId="{F46912E4-1BAA-7541-AC17-9C6E91090085}" type="presOf" srcId="{9A0EFE93-15B7-E548-A7D2-68052DDC966E}" destId="{303F3076-B42F-B946-B3F4-A017E8780ED0}" srcOrd="0" destOrd="0" presId="urn:microsoft.com/office/officeart/2005/8/layout/hierarchy2"/>
    <dgm:cxn modelId="{D7772DEB-3E00-D341-BD3F-98736C2CC6F2}" type="presOf" srcId="{3A7B78E1-6EDE-0E4C-932D-995F6D674311}" destId="{E2992963-7E4C-E34E-91B7-3352C187D7D7}" srcOrd="0" destOrd="0" presId="urn:microsoft.com/office/officeart/2005/8/layout/hierarchy2"/>
    <dgm:cxn modelId="{8F35D8EC-39E1-3A4B-B7E0-D3A6BEFD5C46}" type="presOf" srcId="{799B44FE-1368-5A4B-BCDF-16120B1AF0F0}" destId="{F39737E8-FEEE-6D4A-BED6-69FC3D6209BE}" srcOrd="1" destOrd="0" presId="urn:microsoft.com/office/officeart/2005/8/layout/hierarchy2"/>
    <dgm:cxn modelId="{6AFF56F0-7EF7-3C48-B9BB-FE2FB37D2FEE}" type="presOf" srcId="{9A0EFE93-15B7-E548-A7D2-68052DDC966E}" destId="{82251DA4-3D69-D14F-92BB-06B4CC64DCCE}" srcOrd="1" destOrd="0" presId="urn:microsoft.com/office/officeart/2005/8/layout/hierarchy2"/>
    <dgm:cxn modelId="{2067B9F7-B76B-F14C-86B7-421C7BFBCEBC}" srcId="{976929D6-4A12-3741-8B30-798C02F837C9}" destId="{1D8D99AA-9800-9D4D-92DD-87B36A0A8435}" srcOrd="3" destOrd="0" parTransId="{92BAD59F-F2A7-D346-85FA-BC6224D84F3E}" sibTransId="{F40F0E55-FC52-224E-B1BC-4E38C3502A15}"/>
    <dgm:cxn modelId="{F0B0A5F7-E505-BD48-A435-C57864653821}" type="presParOf" srcId="{88F53EB2-3EE2-2740-82A6-B5C08C93E34D}" destId="{3BBE58E3-AC3F-4A4C-BAFA-DFAF0B7D801C}" srcOrd="0" destOrd="0" presId="urn:microsoft.com/office/officeart/2005/8/layout/hierarchy2"/>
    <dgm:cxn modelId="{7171F0DF-626E-BA4E-B96A-D91DB2A9F941}" type="presParOf" srcId="{3BBE58E3-AC3F-4A4C-BAFA-DFAF0B7D801C}" destId="{B8F91F4F-126A-ED4F-81CA-A28F1389964F}" srcOrd="0" destOrd="0" presId="urn:microsoft.com/office/officeart/2005/8/layout/hierarchy2"/>
    <dgm:cxn modelId="{68A73434-0F92-444D-8213-DDC6C4EB1CFD}" type="presParOf" srcId="{3BBE58E3-AC3F-4A4C-BAFA-DFAF0B7D801C}" destId="{3314986C-B672-1F4E-9AD2-A116AE83B800}" srcOrd="1" destOrd="0" presId="urn:microsoft.com/office/officeart/2005/8/layout/hierarchy2"/>
    <dgm:cxn modelId="{ECDE24C8-D3E3-CF43-BC8F-F28AA2E4F01B}" type="presParOf" srcId="{3314986C-B672-1F4E-9AD2-A116AE83B800}" destId="{AFB3A723-E4FD-6E4B-986A-1E1C3EE65D3A}" srcOrd="0" destOrd="0" presId="urn:microsoft.com/office/officeart/2005/8/layout/hierarchy2"/>
    <dgm:cxn modelId="{EF403DB3-66F3-5945-A1D1-44927F549DCE}" type="presParOf" srcId="{AFB3A723-E4FD-6E4B-986A-1E1C3EE65D3A}" destId="{D5F7D6DB-8BB1-A247-A00F-9D9B85A745ED}" srcOrd="0" destOrd="0" presId="urn:microsoft.com/office/officeart/2005/8/layout/hierarchy2"/>
    <dgm:cxn modelId="{26E01E7F-57BD-1941-A111-31E937CEE291}" type="presParOf" srcId="{3314986C-B672-1F4E-9AD2-A116AE83B800}" destId="{28FFF2A9-AF22-934C-9A6E-8D14327EF0A4}" srcOrd="1" destOrd="0" presId="urn:microsoft.com/office/officeart/2005/8/layout/hierarchy2"/>
    <dgm:cxn modelId="{365C4EA7-F6C1-0A4B-A4B1-1FA853B9F893}" type="presParOf" srcId="{28FFF2A9-AF22-934C-9A6E-8D14327EF0A4}" destId="{4AEF8FF6-8473-BE4D-9A7F-A2FBF9658EA4}" srcOrd="0" destOrd="0" presId="urn:microsoft.com/office/officeart/2005/8/layout/hierarchy2"/>
    <dgm:cxn modelId="{2648199B-1CB0-B047-A725-B5F92EFC55CC}" type="presParOf" srcId="{28FFF2A9-AF22-934C-9A6E-8D14327EF0A4}" destId="{EB1343D7-E0C4-4E4E-87C7-714152BE14DD}" srcOrd="1" destOrd="0" presId="urn:microsoft.com/office/officeart/2005/8/layout/hierarchy2"/>
    <dgm:cxn modelId="{9302AE78-14D8-E547-B721-DF44959012BE}" type="presParOf" srcId="{EB1343D7-E0C4-4E4E-87C7-714152BE14DD}" destId="{EBA554AE-FDAB-4342-B32A-D46E22D12E40}" srcOrd="0" destOrd="0" presId="urn:microsoft.com/office/officeart/2005/8/layout/hierarchy2"/>
    <dgm:cxn modelId="{94B73BF0-BD80-6642-A52F-63294A8246CA}" type="presParOf" srcId="{EBA554AE-FDAB-4342-B32A-D46E22D12E40}" destId="{F39737E8-FEEE-6D4A-BED6-69FC3D6209BE}" srcOrd="0" destOrd="0" presId="urn:microsoft.com/office/officeart/2005/8/layout/hierarchy2"/>
    <dgm:cxn modelId="{6FBFDC51-E431-314F-9BEC-12D93C63D3F3}" type="presParOf" srcId="{EB1343D7-E0C4-4E4E-87C7-714152BE14DD}" destId="{EC65125B-B620-7E4C-BFEA-3839467D2DEB}" srcOrd="1" destOrd="0" presId="urn:microsoft.com/office/officeart/2005/8/layout/hierarchy2"/>
    <dgm:cxn modelId="{B30FBDE6-8E5D-3743-BC29-299D8840E1B7}" type="presParOf" srcId="{EC65125B-B620-7E4C-BFEA-3839467D2DEB}" destId="{607FAD57-E6B0-8846-A50E-87D0F3CF2601}" srcOrd="0" destOrd="0" presId="urn:microsoft.com/office/officeart/2005/8/layout/hierarchy2"/>
    <dgm:cxn modelId="{553467A3-C17C-1F4E-86D4-903E09BC1A66}" type="presParOf" srcId="{EC65125B-B620-7E4C-BFEA-3839467D2DEB}" destId="{7CC4F38F-B8D3-BE40-B64C-F223DE841F3B}" srcOrd="1" destOrd="0" presId="urn:microsoft.com/office/officeart/2005/8/layout/hierarchy2"/>
    <dgm:cxn modelId="{F4DA8CBE-627A-E049-A0F0-395FCADC32A1}" type="presParOf" srcId="{EB1343D7-E0C4-4E4E-87C7-714152BE14DD}" destId="{4F39D64B-6604-CE42-A0A8-6CEE5F6A1B35}" srcOrd="2" destOrd="0" presId="urn:microsoft.com/office/officeart/2005/8/layout/hierarchy2"/>
    <dgm:cxn modelId="{93780CAD-4C9E-C84F-A40E-0DC274AEC17F}" type="presParOf" srcId="{4F39D64B-6604-CE42-A0A8-6CEE5F6A1B35}" destId="{C3A64A5E-3103-344E-8150-621E345E3B92}" srcOrd="0" destOrd="0" presId="urn:microsoft.com/office/officeart/2005/8/layout/hierarchy2"/>
    <dgm:cxn modelId="{E296344B-750B-4F49-8FC5-ED4B07C67A2F}" type="presParOf" srcId="{EB1343D7-E0C4-4E4E-87C7-714152BE14DD}" destId="{00AD0D62-801C-AB4B-95E3-5B02459DC58D}" srcOrd="3" destOrd="0" presId="urn:microsoft.com/office/officeart/2005/8/layout/hierarchy2"/>
    <dgm:cxn modelId="{4AE39A32-B435-3447-A5A8-8C0CB613D4D2}" type="presParOf" srcId="{00AD0D62-801C-AB4B-95E3-5B02459DC58D}" destId="{6F1A8715-3B6E-914D-A67A-B875B8B07465}" srcOrd="0" destOrd="0" presId="urn:microsoft.com/office/officeart/2005/8/layout/hierarchy2"/>
    <dgm:cxn modelId="{98D89363-340A-9D48-BD72-B23849B828A9}" type="presParOf" srcId="{00AD0D62-801C-AB4B-95E3-5B02459DC58D}" destId="{441AA9E8-3EBE-B54C-B42B-5D687834200B}" srcOrd="1" destOrd="0" presId="urn:microsoft.com/office/officeart/2005/8/layout/hierarchy2"/>
    <dgm:cxn modelId="{79A77594-B0E8-4D47-9181-CE67ADAA2744}" type="presParOf" srcId="{EB1343D7-E0C4-4E4E-87C7-714152BE14DD}" destId="{303F3076-B42F-B946-B3F4-A017E8780ED0}" srcOrd="4" destOrd="0" presId="urn:microsoft.com/office/officeart/2005/8/layout/hierarchy2"/>
    <dgm:cxn modelId="{2C1DF489-D491-314E-B3F4-836BBACC90E2}" type="presParOf" srcId="{303F3076-B42F-B946-B3F4-A017E8780ED0}" destId="{82251DA4-3D69-D14F-92BB-06B4CC64DCCE}" srcOrd="0" destOrd="0" presId="urn:microsoft.com/office/officeart/2005/8/layout/hierarchy2"/>
    <dgm:cxn modelId="{59641E81-D974-9846-B400-ADEFF787E8F7}" type="presParOf" srcId="{EB1343D7-E0C4-4E4E-87C7-714152BE14DD}" destId="{D533B9D4-DEE2-D741-BC76-A6C1A9E9716A}" srcOrd="5" destOrd="0" presId="urn:microsoft.com/office/officeart/2005/8/layout/hierarchy2"/>
    <dgm:cxn modelId="{5D1E8F77-2382-FC44-B08D-9ADFD3F834B2}" type="presParOf" srcId="{D533B9D4-DEE2-D741-BC76-A6C1A9E9716A}" destId="{2A7B9247-1284-CD45-AA39-E1D2FFE1693D}" srcOrd="0" destOrd="0" presId="urn:microsoft.com/office/officeart/2005/8/layout/hierarchy2"/>
    <dgm:cxn modelId="{83E8617D-F35A-B54C-B995-DEBC7856D919}" type="presParOf" srcId="{D533B9D4-DEE2-D741-BC76-A6C1A9E9716A}" destId="{4D478208-4FF5-3B45-B373-9EF914B446CC}" srcOrd="1" destOrd="0" presId="urn:microsoft.com/office/officeart/2005/8/layout/hierarchy2"/>
    <dgm:cxn modelId="{869CD859-9560-E446-BC9F-44933083D622}" type="presParOf" srcId="{3314986C-B672-1F4E-9AD2-A116AE83B800}" destId="{A4383E1C-484D-6A4D-8255-5A269F0D72C8}" srcOrd="2" destOrd="0" presId="urn:microsoft.com/office/officeart/2005/8/layout/hierarchy2"/>
    <dgm:cxn modelId="{686C3860-BE1B-9840-BD19-9C2BFC1631A1}" type="presParOf" srcId="{A4383E1C-484D-6A4D-8255-5A269F0D72C8}" destId="{DE3162F6-8747-4E4A-811C-729B04955C53}" srcOrd="0" destOrd="0" presId="urn:microsoft.com/office/officeart/2005/8/layout/hierarchy2"/>
    <dgm:cxn modelId="{3AB7DE1A-0745-E94E-89D1-39898C40177C}" type="presParOf" srcId="{3314986C-B672-1F4E-9AD2-A116AE83B800}" destId="{4BA09D63-7430-6A45-8741-BB73E2E80095}" srcOrd="3" destOrd="0" presId="urn:microsoft.com/office/officeart/2005/8/layout/hierarchy2"/>
    <dgm:cxn modelId="{9C283A46-696D-2F40-851C-EBE5E4FAB8D7}" type="presParOf" srcId="{4BA09D63-7430-6A45-8741-BB73E2E80095}" destId="{93ABA755-82F7-C645-8CE7-86A7B28CDC68}" srcOrd="0" destOrd="0" presId="urn:microsoft.com/office/officeart/2005/8/layout/hierarchy2"/>
    <dgm:cxn modelId="{19CF920E-8FC7-4A48-9B15-8C8A0A913F01}" type="presParOf" srcId="{4BA09D63-7430-6A45-8741-BB73E2E80095}" destId="{7461E84C-49B8-484B-82C5-D4C5974865CA}" srcOrd="1" destOrd="0" presId="urn:microsoft.com/office/officeart/2005/8/layout/hierarchy2"/>
    <dgm:cxn modelId="{535C4D7F-A9CC-9444-93B7-C63D7AB30428}" type="presParOf" srcId="{7461E84C-49B8-484B-82C5-D4C5974865CA}" destId="{A0AAC7DC-FD4C-E84B-94CE-94F15B751712}" srcOrd="0" destOrd="0" presId="urn:microsoft.com/office/officeart/2005/8/layout/hierarchy2"/>
    <dgm:cxn modelId="{D23FDC0A-3BCC-F245-81D4-8F2536A0E412}" type="presParOf" srcId="{A0AAC7DC-FD4C-E84B-94CE-94F15B751712}" destId="{B92D4F36-319F-3A4B-8022-7E4AA356E0E7}" srcOrd="0" destOrd="0" presId="urn:microsoft.com/office/officeart/2005/8/layout/hierarchy2"/>
    <dgm:cxn modelId="{6B07477E-F303-FE4C-9B45-A890688AE22F}" type="presParOf" srcId="{7461E84C-49B8-484B-82C5-D4C5974865CA}" destId="{89E84330-64D2-5D4B-9715-69C4CD0831A3}" srcOrd="1" destOrd="0" presId="urn:microsoft.com/office/officeart/2005/8/layout/hierarchy2"/>
    <dgm:cxn modelId="{31C69044-CD76-7144-85C3-62CE4FA09EC1}" type="presParOf" srcId="{89E84330-64D2-5D4B-9715-69C4CD0831A3}" destId="{0A980161-C640-E143-8E76-2538F15F845B}" srcOrd="0" destOrd="0" presId="urn:microsoft.com/office/officeart/2005/8/layout/hierarchy2"/>
    <dgm:cxn modelId="{0C4B4677-DACF-1748-8DC4-427E020260D8}" type="presParOf" srcId="{89E84330-64D2-5D4B-9715-69C4CD0831A3}" destId="{51CD3469-E547-5944-BAFB-7D7FFB484F30}" srcOrd="1" destOrd="0" presId="urn:microsoft.com/office/officeart/2005/8/layout/hierarchy2"/>
    <dgm:cxn modelId="{6483C0FC-BF83-C044-8127-C7D1365F7D0B}" type="presParOf" srcId="{7461E84C-49B8-484B-82C5-D4C5974865CA}" destId="{94C00654-660E-B14E-9B8E-7E96CD287D8D}" srcOrd="2" destOrd="0" presId="urn:microsoft.com/office/officeart/2005/8/layout/hierarchy2"/>
    <dgm:cxn modelId="{A161DC58-B055-8747-9586-82A34FD70E4D}" type="presParOf" srcId="{94C00654-660E-B14E-9B8E-7E96CD287D8D}" destId="{48FF686D-351C-5446-BBC2-64854CD821A5}" srcOrd="0" destOrd="0" presId="urn:microsoft.com/office/officeart/2005/8/layout/hierarchy2"/>
    <dgm:cxn modelId="{1C06A7F1-7A60-CB4B-A237-39E1FAA116F7}" type="presParOf" srcId="{7461E84C-49B8-484B-82C5-D4C5974865CA}" destId="{51CFCBC1-FBC8-FE4E-B274-EC3E90511769}" srcOrd="3" destOrd="0" presId="urn:microsoft.com/office/officeart/2005/8/layout/hierarchy2"/>
    <dgm:cxn modelId="{96EADDCE-12B3-8D44-A3CE-FFF66CEB9DF3}" type="presParOf" srcId="{51CFCBC1-FBC8-FE4E-B274-EC3E90511769}" destId="{F1F2FC5A-EDB1-6046-9E86-89F1EB697DAF}" srcOrd="0" destOrd="0" presId="urn:microsoft.com/office/officeart/2005/8/layout/hierarchy2"/>
    <dgm:cxn modelId="{7EF73855-C42D-D240-B9D3-F4A18D21A509}" type="presParOf" srcId="{51CFCBC1-FBC8-FE4E-B274-EC3E90511769}" destId="{7069549D-6E15-9442-816B-85BD7A574C8D}" srcOrd="1" destOrd="0" presId="urn:microsoft.com/office/officeart/2005/8/layout/hierarchy2"/>
    <dgm:cxn modelId="{971054F1-0DFD-A842-AC64-D36F6576DD77}" type="presParOf" srcId="{7461E84C-49B8-484B-82C5-D4C5974865CA}" destId="{E2992963-7E4C-E34E-91B7-3352C187D7D7}" srcOrd="4" destOrd="0" presId="urn:microsoft.com/office/officeart/2005/8/layout/hierarchy2"/>
    <dgm:cxn modelId="{85746390-C49D-1A40-A02D-A191BDF75DAA}" type="presParOf" srcId="{E2992963-7E4C-E34E-91B7-3352C187D7D7}" destId="{188E5C60-B828-AC44-9F58-777E24005A30}" srcOrd="0" destOrd="0" presId="urn:microsoft.com/office/officeart/2005/8/layout/hierarchy2"/>
    <dgm:cxn modelId="{C521A22E-E5EE-4942-BEA0-961F1130E501}" type="presParOf" srcId="{7461E84C-49B8-484B-82C5-D4C5974865CA}" destId="{DA604295-B00F-1845-9AC5-F498263D15E8}" srcOrd="5" destOrd="0" presId="urn:microsoft.com/office/officeart/2005/8/layout/hierarchy2"/>
    <dgm:cxn modelId="{F643E578-B133-C14C-A933-B359B82A2D60}" type="presParOf" srcId="{DA604295-B00F-1845-9AC5-F498263D15E8}" destId="{40FC7E6C-49A5-9B47-B059-E951EBEA12FF}" srcOrd="0" destOrd="0" presId="urn:microsoft.com/office/officeart/2005/8/layout/hierarchy2"/>
    <dgm:cxn modelId="{ED854B7C-C3B8-2E4C-9FCA-DC86C7590144}" type="presParOf" srcId="{DA604295-B00F-1845-9AC5-F498263D15E8}" destId="{1CB7DE60-EC51-6442-BD2C-8C7A909AA00B}" srcOrd="1" destOrd="0" presId="urn:microsoft.com/office/officeart/2005/8/layout/hierarchy2"/>
    <dgm:cxn modelId="{6208382A-BA60-F944-8563-DE6288548B16}" type="presParOf" srcId="{7461E84C-49B8-484B-82C5-D4C5974865CA}" destId="{ED49329C-A351-7D40-83A8-F778D4F13785}" srcOrd="6" destOrd="0" presId="urn:microsoft.com/office/officeart/2005/8/layout/hierarchy2"/>
    <dgm:cxn modelId="{E875BFE6-F718-EC42-9E3E-A8081ABB42B5}" type="presParOf" srcId="{ED49329C-A351-7D40-83A8-F778D4F13785}" destId="{B52E2914-78DF-604A-BE7D-ABF5EF68FC5A}" srcOrd="0" destOrd="0" presId="urn:microsoft.com/office/officeart/2005/8/layout/hierarchy2"/>
    <dgm:cxn modelId="{DCF84C42-05BF-C54A-B04A-793E404A2C01}" type="presParOf" srcId="{7461E84C-49B8-484B-82C5-D4C5974865CA}" destId="{ED6D41CF-3F8F-984D-A775-375EA04406D5}" srcOrd="7" destOrd="0" presId="urn:microsoft.com/office/officeart/2005/8/layout/hierarchy2"/>
    <dgm:cxn modelId="{80A0C94E-5113-2F48-A55E-D86E2F5209AE}" type="presParOf" srcId="{ED6D41CF-3F8F-984D-A775-375EA04406D5}" destId="{01860A5A-74E2-8840-B520-FE8D94362F7E}" srcOrd="0" destOrd="0" presId="urn:microsoft.com/office/officeart/2005/8/layout/hierarchy2"/>
    <dgm:cxn modelId="{4A3E751D-AAD7-8748-80C1-7421AC38694D}" type="presParOf" srcId="{ED6D41CF-3F8F-984D-A775-375EA04406D5}" destId="{C52AB9DE-A8F7-EE45-9A40-2D20CB1FE2F4}" srcOrd="1" destOrd="0" presId="urn:microsoft.com/office/officeart/2005/8/layout/hierarchy2"/>
    <dgm:cxn modelId="{C642397B-3619-D844-A6D5-904FB6A534AF}" type="presParOf" srcId="{3314986C-B672-1F4E-9AD2-A116AE83B800}" destId="{E6CA4E07-8F2E-9D47-A35B-A97D2B10B4AC}" srcOrd="4" destOrd="0" presId="urn:microsoft.com/office/officeart/2005/8/layout/hierarchy2"/>
    <dgm:cxn modelId="{03E58F5B-4BF3-1F43-8AAB-C295D6E4EBFB}" type="presParOf" srcId="{E6CA4E07-8F2E-9D47-A35B-A97D2B10B4AC}" destId="{6E7787BF-CD0C-9B4D-9791-3426B15A41D9}" srcOrd="0" destOrd="0" presId="urn:microsoft.com/office/officeart/2005/8/layout/hierarchy2"/>
    <dgm:cxn modelId="{175601C6-A0B5-CD45-9D51-0D412BC8552A}" type="presParOf" srcId="{3314986C-B672-1F4E-9AD2-A116AE83B800}" destId="{A4C9EFAE-9703-9D4F-ABE2-AE8D5B8828C4}" srcOrd="5" destOrd="0" presId="urn:microsoft.com/office/officeart/2005/8/layout/hierarchy2"/>
    <dgm:cxn modelId="{E0194486-2989-C54B-B3FE-448ABB635C5E}" type="presParOf" srcId="{A4C9EFAE-9703-9D4F-ABE2-AE8D5B8828C4}" destId="{80422D98-E129-C54C-A07C-D0E62F1F1E93}" srcOrd="0" destOrd="0" presId="urn:microsoft.com/office/officeart/2005/8/layout/hierarchy2"/>
    <dgm:cxn modelId="{C67A4003-BD22-0046-BBEF-63D658FF957E}" type="presParOf" srcId="{A4C9EFAE-9703-9D4F-ABE2-AE8D5B8828C4}" destId="{54129A49-CA90-044E-850A-79FC3AE9A265}" srcOrd="1" destOrd="0" presId="urn:microsoft.com/office/officeart/2005/8/layout/hierarchy2"/>
    <dgm:cxn modelId="{3792591A-1EFF-FA4E-B4D0-F8A1621DDA65}" type="presParOf" srcId="{3314986C-B672-1F4E-9AD2-A116AE83B800}" destId="{1B09FD30-C3F9-DC4D-8FCE-BEB2DC4594B9}" srcOrd="6" destOrd="0" presId="urn:microsoft.com/office/officeart/2005/8/layout/hierarchy2"/>
    <dgm:cxn modelId="{2B555CFD-1BA4-4E46-8F6D-60133D4EA815}" type="presParOf" srcId="{1B09FD30-C3F9-DC4D-8FCE-BEB2DC4594B9}" destId="{1D6CB9DB-F277-304C-9BEC-041FBCFD7C57}" srcOrd="0" destOrd="0" presId="urn:microsoft.com/office/officeart/2005/8/layout/hierarchy2"/>
    <dgm:cxn modelId="{9029B89F-E89B-3B48-920A-FC76AF661CA8}" type="presParOf" srcId="{3314986C-B672-1F4E-9AD2-A116AE83B800}" destId="{9BD9E1BD-9557-B44B-9C0E-AE9735721033}" srcOrd="7" destOrd="0" presId="urn:microsoft.com/office/officeart/2005/8/layout/hierarchy2"/>
    <dgm:cxn modelId="{25CD5272-5E35-0346-8DC8-56EEF431DAE8}" type="presParOf" srcId="{9BD9E1BD-9557-B44B-9C0E-AE9735721033}" destId="{FB921D85-B617-1A4F-9616-DDC24B91CD6F}" srcOrd="0" destOrd="0" presId="urn:microsoft.com/office/officeart/2005/8/layout/hierarchy2"/>
    <dgm:cxn modelId="{213C27FE-332C-7F46-8FC5-607AB4E6E845}" type="presParOf" srcId="{9BD9E1BD-9557-B44B-9C0E-AE9735721033}" destId="{65949825-A733-0948-9004-2599567CA8EE}" srcOrd="1" destOrd="0" presId="urn:microsoft.com/office/officeart/2005/8/layout/hierarchy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F91F4F-126A-ED4F-81CA-A28F1389964F}">
      <dsp:nvSpPr>
        <dsp:cNvPr id="0" name=""/>
        <dsp:cNvSpPr/>
      </dsp:nvSpPr>
      <dsp:spPr>
        <a:xfrm>
          <a:off x="983410" y="1628476"/>
          <a:ext cx="754044"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project</a:t>
          </a:r>
        </a:p>
      </dsp:txBody>
      <dsp:txXfrm>
        <a:off x="994453" y="1639519"/>
        <a:ext cx="731958" cy="354936"/>
      </dsp:txXfrm>
    </dsp:sp>
    <dsp:sp modelId="{AFB3A723-E4FD-6E4B-986A-1E1C3EE65D3A}">
      <dsp:nvSpPr>
        <dsp:cNvPr id="0" name=""/>
        <dsp:cNvSpPr/>
      </dsp:nvSpPr>
      <dsp:spPr>
        <a:xfrm rot="17051759">
          <a:off x="1273318" y="1210218"/>
          <a:ext cx="1229891" cy="21204"/>
        </a:xfrm>
        <a:custGeom>
          <a:avLst/>
          <a:gdLst/>
          <a:ahLst/>
          <a:cxnLst/>
          <a:rect l="0" t="0" r="0" b="0"/>
          <a:pathLst>
            <a:path>
              <a:moveTo>
                <a:pt x="0" y="10602"/>
              </a:moveTo>
              <a:lnTo>
                <a:pt x="1229891"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1857516" y="1190073"/>
        <a:ext cx="61494" cy="61494"/>
      </dsp:txXfrm>
    </dsp:sp>
    <dsp:sp modelId="{4AEF8FF6-8473-BE4D-9A7F-A2FBF9658EA4}">
      <dsp:nvSpPr>
        <dsp:cNvPr id="0" name=""/>
        <dsp:cNvSpPr/>
      </dsp:nvSpPr>
      <dsp:spPr>
        <a:xfrm>
          <a:off x="2039073" y="436143"/>
          <a:ext cx="754044"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data</a:t>
          </a:r>
        </a:p>
      </dsp:txBody>
      <dsp:txXfrm>
        <a:off x="2050116" y="447186"/>
        <a:ext cx="731958" cy="354936"/>
      </dsp:txXfrm>
    </dsp:sp>
    <dsp:sp modelId="{EBA554AE-FDAB-4342-B32A-D46E22D12E40}">
      <dsp:nvSpPr>
        <dsp:cNvPr id="0" name=""/>
        <dsp:cNvSpPr/>
      </dsp:nvSpPr>
      <dsp:spPr>
        <a:xfrm rot="18289469">
          <a:off x="2679842" y="397264"/>
          <a:ext cx="528167" cy="21204"/>
        </a:xfrm>
        <a:custGeom>
          <a:avLst/>
          <a:gdLst/>
          <a:ahLst/>
          <a:cxnLst/>
          <a:rect l="0" t="0" r="0" b="0"/>
          <a:pathLst>
            <a:path>
              <a:moveTo>
                <a:pt x="0" y="10602"/>
              </a:moveTo>
              <a:lnTo>
                <a:pt x="528167"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930722" y="394662"/>
        <a:ext cx="26408" cy="26408"/>
      </dsp:txXfrm>
    </dsp:sp>
    <dsp:sp modelId="{607FAD57-E6B0-8846-A50E-87D0F3CF2601}">
      <dsp:nvSpPr>
        <dsp:cNvPr id="0" name=""/>
        <dsp:cNvSpPr/>
      </dsp:nvSpPr>
      <dsp:spPr>
        <a:xfrm>
          <a:off x="3094735" y="2567"/>
          <a:ext cx="1408253"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definitions_protocols</a:t>
          </a:r>
        </a:p>
      </dsp:txBody>
      <dsp:txXfrm>
        <a:off x="3105778" y="13610"/>
        <a:ext cx="1386167" cy="354936"/>
      </dsp:txXfrm>
    </dsp:sp>
    <dsp:sp modelId="{4F39D64B-6604-CE42-A0A8-6CEE5F6A1B35}">
      <dsp:nvSpPr>
        <dsp:cNvPr id="0" name=""/>
        <dsp:cNvSpPr/>
      </dsp:nvSpPr>
      <dsp:spPr>
        <a:xfrm>
          <a:off x="2793117" y="614052"/>
          <a:ext cx="301617" cy="21204"/>
        </a:xfrm>
        <a:custGeom>
          <a:avLst/>
          <a:gdLst/>
          <a:ahLst/>
          <a:cxnLst/>
          <a:rect l="0" t="0" r="0" b="0"/>
          <a:pathLst>
            <a:path>
              <a:moveTo>
                <a:pt x="0" y="10602"/>
              </a:moveTo>
              <a:lnTo>
                <a:pt x="301617"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936386" y="617114"/>
        <a:ext cx="15080" cy="15080"/>
      </dsp:txXfrm>
    </dsp:sp>
    <dsp:sp modelId="{6F1A8715-3B6E-914D-A67A-B875B8B07465}">
      <dsp:nvSpPr>
        <dsp:cNvPr id="0" name=""/>
        <dsp:cNvSpPr/>
      </dsp:nvSpPr>
      <dsp:spPr>
        <a:xfrm>
          <a:off x="3094735" y="436143"/>
          <a:ext cx="1299143"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processed</a:t>
          </a:r>
        </a:p>
      </dsp:txBody>
      <dsp:txXfrm>
        <a:off x="3105778" y="447186"/>
        <a:ext cx="1277057" cy="354936"/>
      </dsp:txXfrm>
    </dsp:sp>
    <dsp:sp modelId="{303F3076-B42F-B946-B3F4-A017E8780ED0}">
      <dsp:nvSpPr>
        <dsp:cNvPr id="0" name=""/>
        <dsp:cNvSpPr/>
      </dsp:nvSpPr>
      <dsp:spPr>
        <a:xfrm rot="3310531">
          <a:off x="2679842" y="830840"/>
          <a:ext cx="528167" cy="21204"/>
        </a:xfrm>
        <a:custGeom>
          <a:avLst/>
          <a:gdLst/>
          <a:ahLst/>
          <a:cxnLst/>
          <a:rect l="0" t="0" r="0" b="0"/>
          <a:pathLst>
            <a:path>
              <a:moveTo>
                <a:pt x="0" y="10602"/>
              </a:moveTo>
              <a:lnTo>
                <a:pt x="528167"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930722" y="828238"/>
        <a:ext cx="26408" cy="26408"/>
      </dsp:txXfrm>
    </dsp:sp>
    <dsp:sp modelId="{2A7B9247-1284-CD45-AA39-E1D2FFE1693D}">
      <dsp:nvSpPr>
        <dsp:cNvPr id="0" name=""/>
        <dsp:cNvSpPr/>
      </dsp:nvSpPr>
      <dsp:spPr>
        <a:xfrm>
          <a:off x="3094735" y="869719"/>
          <a:ext cx="1253463"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raw</a:t>
          </a:r>
        </a:p>
      </dsp:txBody>
      <dsp:txXfrm>
        <a:off x="3105778" y="880762"/>
        <a:ext cx="1231377" cy="354936"/>
      </dsp:txXfrm>
    </dsp:sp>
    <dsp:sp modelId="{A4383E1C-484D-6A4D-8255-5A269F0D72C8}">
      <dsp:nvSpPr>
        <dsp:cNvPr id="0" name=""/>
        <dsp:cNvSpPr/>
      </dsp:nvSpPr>
      <dsp:spPr>
        <a:xfrm rot="2829178">
          <a:off x="1666500" y="1968976"/>
          <a:ext cx="443527" cy="21204"/>
        </a:xfrm>
        <a:custGeom>
          <a:avLst/>
          <a:gdLst/>
          <a:ahLst/>
          <a:cxnLst/>
          <a:rect l="0" t="0" r="0" b="0"/>
          <a:pathLst>
            <a:path>
              <a:moveTo>
                <a:pt x="0" y="10602"/>
              </a:moveTo>
              <a:lnTo>
                <a:pt x="443527"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1877175" y="1968490"/>
        <a:ext cx="22176" cy="22176"/>
      </dsp:txXfrm>
    </dsp:sp>
    <dsp:sp modelId="{93ABA755-82F7-C645-8CE7-86A7B28CDC68}">
      <dsp:nvSpPr>
        <dsp:cNvPr id="0" name=""/>
        <dsp:cNvSpPr/>
      </dsp:nvSpPr>
      <dsp:spPr>
        <a:xfrm>
          <a:off x="2039073" y="1953658"/>
          <a:ext cx="754044"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results</a:t>
          </a:r>
        </a:p>
      </dsp:txBody>
      <dsp:txXfrm>
        <a:off x="2050116" y="1964701"/>
        <a:ext cx="731958" cy="354936"/>
      </dsp:txXfrm>
    </dsp:sp>
    <dsp:sp modelId="{A0AAC7DC-FD4C-E84B-94CE-94F15B751712}">
      <dsp:nvSpPr>
        <dsp:cNvPr id="0" name=""/>
        <dsp:cNvSpPr/>
      </dsp:nvSpPr>
      <dsp:spPr>
        <a:xfrm rot="17692822">
          <a:off x="2585476" y="1806385"/>
          <a:ext cx="716900" cy="21204"/>
        </a:xfrm>
        <a:custGeom>
          <a:avLst/>
          <a:gdLst/>
          <a:ahLst/>
          <a:cxnLst/>
          <a:rect l="0" t="0" r="0" b="0"/>
          <a:pathLst>
            <a:path>
              <a:moveTo>
                <a:pt x="0" y="10602"/>
              </a:moveTo>
              <a:lnTo>
                <a:pt x="716900"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926004" y="1799065"/>
        <a:ext cx="35845" cy="35845"/>
      </dsp:txXfrm>
    </dsp:sp>
    <dsp:sp modelId="{0A980161-C640-E143-8E76-2538F15F845B}">
      <dsp:nvSpPr>
        <dsp:cNvPr id="0" name=""/>
        <dsp:cNvSpPr/>
      </dsp:nvSpPr>
      <dsp:spPr>
        <a:xfrm>
          <a:off x="3094735" y="1303294"/>
          <a:ext cx="754044"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figures</a:t>
          </a:r>
        </a:p>
      </dsp:txBody>
      <dsp:txXfrm>
        <a:off x="3105778" y="1314337"/>
        <a:ext cx="731958" cy="354936"/>
      </dsp:txXfrm>
    </dsp:sp>
    <dsp:sp modelId="{94C00654-660E-B14E-9B8E-7E96CD287D8D}">
      <dsp:nvSpPr>
        <dsp:cNvPr id="0" name=""/>
        <dsp:cNvSpPr/>
      </dsp:nvSpPr>
      <dsp:spPr>
        <a:xfrm rot="19457599">
          <a:off x="2758204" y="2023173"/>
          <a:ext cx="371443" cy="21204"/>
        </a:xfrm>
        <a:custGeom>
          <a:avLst/>
          <a:gdLst/>
          <a:ahLst/>
          <a:cxnLst/>
          <a:rect l="0" t="0" r="0" b="0"/>
          <a:pathLst>
            <a:path>
              <a:moveTo>
                <a:pt x="0" y="10602"/>
              </a:moveTo>
              <a:lnTo>
                <a:pt x="37144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934640" y="2024489"/>
        <a:ext cx="18572" cy="18572"/>
      </dsp:txXfrm>
    </dsp:sp>
    <dsp:sp modelId="{F1F2FC5A-EDB1-6046-9E86-89F1EB697DAF}">
      <dsp:nvSpPr>
        <dsp:cNvPr id="0" name=""/>
        <dsp:cNvSpPr/>
      </dsp:nvSpPr>
      <dsp:spPr>
        <a:xfrm>
          <a:off x="3094735" y="1736870"/>
          <a:ext cx="754044"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raw</a:t>
          </a:r>
        </a:p>
      </dsp:txBody>
      <dsp:txXfrm>
        <a:off x="3105778" y="1747913"/>
        <a:ext cx="731958" cy="354936"/>
      </dsp:txXfrm>
    </dsp:sp>
    <dsp:sp modelId="{E2992963-7E4C-E34E-91B7-3352C187D7D7}">
      <dsp:nvSpPr>
        <dsp:cNvPr id="0" name=""/>
        <dsp:cNvSpPr/>
      </dsp:nvSpPr>
      <dsp:spPr>
        <a:xfrm rot="2142401">
          <a:off x="2758204" y="2239961"/>
          <a:ext cx="371443" cy="21204"/>
        </a:xfrm>
        <a:custGeom>
          <a:avLst/>
          <a:gdLst/>
          <a:ahLst/>
          <a:cxnLst/>
          <a:rect l="0" t="0" r="0" b="0"/>
          <a:pathLst>
            <a:path>
              <a:moveTo>
                <a:pt x="0" y="10602"/>
              </a:moveTo>
              <a:lnTo>
                <a:pt x="37144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934640" y="2241277"/>
        <a:ext cx="18572" cy="18572"/>
      </dsp:txXfrm>
    </dsp:sp>
    <dsp:sp modelId="{40FC7E6C-49A5-9B47-B059-E951EBEA12FF}">
      <dsp:nvSpPr>
        <dsp:cNvPr id="0" name=""/>
        <dsp:cNvSpPr/>
      </dsp:nvSpPr>
      <dsp:spPr>
        <a:xfrm>
          <a:off x="3094735" y="2170446"/>
          <a:ext cx="754044"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reports</a:t>
          </a:r>
        </a:p>
      </dsp:txBody>
      <dsp:txXfrm>
        <a:off x="3105778" y="2181489"/>
        <a:ext cx="731958" cy="354936"/>
      </dsp:txXfrm>
    </dsp:sp>
    <dsp:sp modelId="{ED49329C-A351-7D40-83A8-F778D4F13785}">
      <dsp:nvSpPr>
        <dsp:cNvPr id="0" name=""/>
        <dsp:cNvSpPr/>
      </dsp:nvSpPr>
      <dsp:spPr>
        <a:xfrm rot="3907178">
          <a:off x="2585476" y="2456749"/>
          <a:ext cx="716900" cy="21204"/>
        </a:xfrm>
        <a:custGeom>
          <a:avLst/>
          <a:gdLst/>
          <a:ahLst/>
          <a:cxnLst/>
          <a:rect l="0" t="0" r="0" b="0"/>
          <a:pathLst>
            <a:path>
              <a:moveTo>
                <a:pt x="0" y="10602"/>
              </a:moveTo>
              <a:lnTo>
                <a:pt x="716900"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926004" y="2449428"/>
        <a:ext cx="35845" cy="35845"/>
      </dsp:txXfrm>
    </dsp:sp>
    <dsp:sp modelId="{01860A5A-74E2-8840-B520-FE8D94362F7E}">
      <dsp:nvSpPr>
        <dsp:cNvPr id="0" name=""/>
        <dsp:cNvSpPr/>
      </dsp:nvSpPr>
      <dsp:spPr>
        <a:xfrm>
          <a:off x="3094735" y="2604022"/>
          <a:ext cx="754044"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tables</a:t>
          </a:r>
        </a:p>
      </dsp:txBody>
      <dsp:txXfrm>
        <a:off x="3105778" y="2615065"/>
        <a:ext cx="731958" cy="354936"/>
      </dsp:txXfrm>
    </dsp:sp>
    <dsp:sp modelId="{E6CA4E07-8F2E-9D47-A35B-A97D2B10B4AC}">
      <dsp:nvSpPr>
        <dsp:cNvPr id="0" name=""/>
        <dsp:cNvSpPr/>
      </dsp:nvSpPr>
      <dsp:spPr>
        <a:xfrm rot="4099285">
          <a:off x="1480009" y="2185764"/>
          <a:ext cx="816508" cy="21204"/>
        </a:xfrm>
        <a:custGeom>
          <a:avLst/>
          <a:gdLst/>
          <a:ahLst/>
          <a:cxnLst/>
          <a:rect l="0" t="0" r="0" b="0"/>
          <a:pathLst>
            <a:path>
              <a:moveTo>
                <a:pt x="0" y="10602"/>
              </a:moveTo>
              <a:lnTo>
                <a:pt x="816508"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1867851" y="2175953"/>
        <a:ext cx="40825" cy="40825"/>
      </dsp:txXfrm>
    </dsp:sp>
    <dsp:sp modelId="{80422D98-E129-C54C-A07C-D0E62F1F1E93}">
      <dsp:nvSpPr>
        <dsp:cNvPr id="0" name=""/>
        <dsp:cNvSpPr/>
      </dsp:nvSpPr>
      <dsp:spPr>
        <a:xfrm>
          <a:off x="2039073" y="2387234"/>
          <a:ext cx="754044"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scripts</a:t>
          </a:r>
        </a:p>
      </dsp:txBody>
      <dsp:txXfrm>
        <a:off x="2050116" y="2398277"/>
        <a:ext cx="731958" cy="354936"/>
      </dsp:txXfrm>
    </dsp:sp>
    <dsp:sp modelId="{1B09FD30-C3F9-DC4D-8FCE-BEB2DC4594B9}">
      <dsp:nvSpPr>
        <dsp:cNvPr id="0" name=""/>
        <dsp:cNvSpPr/>
      </dsp:nvSpPr>
      <dsp:spPr>
        <a:xfrm rot="4548241">
          <a:off x="1273318" y="2402552"/>
          <a:ext cx="1229891" cy="21204"/>
        </a:xfrm>
        <a:custGeom>
          <a:avLst/>
          <a:gdLst/>
          <a:ahLst/>
          <a:cxnLst/>
          <a:rect l="0" t="0" r="0" b="0"/>
          <a:pathLst>
            <a:path>
              <a:moveTo>
                <a:pt x="0" y="10602"/>
              </a:moveTo>
              <a:lnTo>
                <a:pt x="1229891"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1857516" y="2382407"/>
        <a:ext cx="61494" cy="61494"/>
      </dsp:txXfrm>
    </dsp:sp>
    <dsp:sp modelId="{FB921D85-B617-1A4F-9616-DDC24B91CD6F}">
      <dsp:nvSpPr>
        <dsp:cNvPr id="0" name=""/>
        <dsp:cNvSpPr/>
      </dsp:nvSpPr>
      <dsp:spPr>
        <a:xfrm>
          <a:off x="2039073" y="2820809"/>
          <a:ext cx="754044" cy="37702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writing</a:t>
          </a:r>
        </a:p>
      </dsp:txBody>
      <dsp:txXfrm>
        <a:off x="2050116" y="2831852"/>
        <a:ext cx="731958" cy="35493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5FBB3-32E2-4165-9D76-0398EACD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AE5566CD.dotm</Template>
  <TotalTime>0</TotalTime>
  <Pages>1</Pages>
  <Words>3073</Words>
  <Characters>17520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Heerwaarden, Joost van</dc:creator>
  <cp:keywords/>
  <dc:description/>
  <cp:lastModifiedBy>Languillaume, Antoine</cp:lastModifiedBy>
  <cp:revision>4</cp:revision>
  <cp:lastPrinted>2020-11-10T12:06:00Z</cp:lastPrinted>
  <dcterms:created xsi:type="dcterms:W3CDTF">2020-11-10T12:06:00Z</dcterms:created>
  <dcterms:modified xsi:type="dcterms:W3CDTF">2020-11-10T12:06:00Z</dcterms:modified>
</cp:coreProperties>
</file>